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070" w:rsidRPr="000C428F" w:rsidRDefault="00086070" w:rsidP="000C428F">
      <w:pPr>
        <w:pBdr>
          <w:bottom w:val="dotted" w:sz="6" w:space="0" w:color="AAAAAA"/>
        </w:pBdr>
        <w:ind w:left="0" w:firstLine="0"/>
        <w:outlineLvl w:val="2"/>
        <w:rPr>
          <w:rFonts w:cs="Calibri"/>
          <w:b/>
          <w:bCs/>
          <w:lang w:eastAsia="es-ES"/>
        </w:rPr>
      </w:pPr>
      <w:r w:rsidRPr="000C428F">
        <w:rPr>
          <w:rFonts w:cs="Calibri"/>
          <w:b/>
        </w:rPr>
        <w:t>ROIS ET PRÉSIDENTS DE FRANCE</w:t>
      </w:r>
      <w:r w:rsidRPr="000C428F">
        <w:rPr>
          <w:rFonts w:cs="Calibri"/>
        </w:rPr>
        <w:t xml:space="preserve"> - </w:t>
      </w:r>
      <w:r w:rsidRPr="000C428F">
        <w:rPr>
          <w:rFonts w:cs="Calibri"/>
          <w:b/>
          <w:bCs/>
          <w:lang w:eastAsia="es-ES"/>
        </w:rPr>
        <w:t>Un article de Wikipedia, l'encyclopédie libre.</w:t>
      </w:r>
    </w:p>
    <w:p w:rsidR="00086070" w:rsidRPr="000C428F" w:rsidRDefault="00086070">
      <w:pPr>
        <w:rPr>
          <w:rFonts w:cs="Calibri"/>
        </w:rPr>
      </w:pPr>
    </w:p>
    <w:p w:rsidR="00086070" w:rsidRPr="000C428F" w:rsidRDefault="00086070" w:rsidP="000C428F">
      <w:pPr>
        <w:pStyle w:val="ListParagraph"/>
        <w:numPr>
          <w:ilvl w:val="0"/>
          <w:numId w:val="4"/>
        </w:numPr>
        <w:outlineLvl w:val="1"/>
        <w:rPr>
          <w:rFonts w:cs="Calibri"/>
          <w:b/>
          <w:bCs/>
          <w:u w:val="single"/>
          <w:lang w:eastAsia="es-ES"/>
        </w:rPr>
      </w:pPr>
      <w:r w:rsidRPr="000C428F">
        <w:rPr>
          <w:rFonts w:cs="Calibri"/>
          <w:b/>
          <w:bCs/>
          <w:u w:val="single"/>
          <w:lang w:eastAsia="es-ES"/>
        </w:rPr>
        <w:t>liste des monarques</w:t>
      </w:r>
    </w:p>
    <w:p w:rsidR="00086070" w:rsidRDefault="00086070" w:rsidP="000C428F">
      <w:pPr>
        <w:pStyle w:val="ListParagraph"/>
        <w:ind w:firstLine="0"/>
        <w:rPr>
          <w:rFonts w:cs="Calibri"/>
          <w:lang w:eastAsia="es-ES"/>
        </w:rPr>
      </w:pPr>
      <w:r w:rsidRPr="000C428F">
        <w:rPr>
          <w:rFonts w:cs="Calibri"/>
          <w:lang w:eastAsia="es-ES"/>
        </w:rPr>
        <w:t>(Pour les monarques antérieurs aux Valois, les portraits du tableau sont de pure convention, datant pour la plupart de plusieurs siècles après leur règne.)</w:t>
      </w:r>
    </w:p>
    <w:p w:rsidR="00086070" w:rsidRPr="000C428F" w:rsidRDefault="00086070" w:rsidP="000C428F">
      <w:pPr>
        <w:pStyle w:val="ListParagraph"/>
        <w:ind w:firstLine="0"/>
        <w:rPr>
          <w:rFonts w:cs="Calibri"/>
          <w:lang w:eastAsia="es-ES"/>
        </w:rPr>
      </w:pPr>
    </w:p>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r w:rsidRPr="000C428F">
        <w:rPr>
          <w:rFonts w:cs="Calibri"/>
          <w:b/>
          <w:bCs/>
          <w:lang w:eastAsia="es-ES"/>
        </w:rPr>
        <w:t>Mérovingiens</w:t>
      </w:r>
      <w:r w:rsidRPr="000C428F">
        <w:rPr>
          <w:rFonts w:cs="Calibri"/>
          <w:lang w:eastAsia="es-ES"/>
        </w:rPr>
        <w:t>]</w:t>
      </w:r>
    </w:p>
    <w:p w:rsidR="00086070" w:rsidRPr="000C428F" w:rsidRDefault="00086070" w:rsidP="000C428F">
      <w:pPr>
        <w:pStyle w:val="ListParagraph"/>
        <w:ind w:firstLine="0"/>
        <w:rPr>
          <w:rFonts w:cs="Calibri"/>
          <w:lang w:eastAsia="es-ES"/>
        </w:rPr>
      </w:pPr>
      <w:r w:rsidRPr="000C428F">
        <w:rPr>
          <w:rFonts w:cs="Calibri"/>
          <w:lang w:eastAsia="es-ES"/>
        </w:rPr>
        <w:t xml:space="preserve">La plupart des </w:t>
      </w:r>
      <w:hyperlink r:id="rId5" w:tooltip="Mérovingiens" w:history="1">
        <w:r w:rsidRPr="000C428F">
          <w:rPr>
            <w:rFonts w:cs="Calibri"/>
            <w:lang w:eastAsia="es-ES"/>
          </w:rPr>
          <w:t>Mérovingiens</w:t>
        </w:r>
      </w:hyperlink>
      <w:r w:rsidRPr="000C428F">
        <w:rPr>
          <w:rFonts w:cs="Calibri"/>
          <w:lang w:eastAsia="es-ES"/>
        </w:rPr>
        <w:t xml:space="preserve"> ne régnèrent que sur une partie du royaume des Francs, avec un ou plusieurs monarques concurrents. Ceux qui parvinrent à réunifier sous leur autorité la totalité du territoire franc sont indiqués en gras.</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541"/>
        <w:gridCol w:w="979"/>
        <w:gridCol w:w="1541"/>
        <w:gridCol w:w="2663"/>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Titres</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 w:tooltip="Clodion" w:history="1">
              <w:r w:rsidRPr="005E7CB6">
                <w:rPr>
                  <w:rFonts w:cs="Calibri"/>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9" o:spid="_x0000_i1025" type="#_x0000_t75" alt="Clodion" href="http://fr.wikipedia.org/wiki/Fichier:Portrait_Roi_de_france_Clodion.j" title="Clodion" style="width:60pt;height:64.5pt;visibility:visible" o:button="t">
                    <v:fill o:detectmouseclick="t"/>
                    <v:imagedata r:id="rId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 w:tooltip="Clodion le Chevelu" w:history="1">
              <w:r w:rsidRPr="005E7CB6">
                <w:rPr>
                  <w:rFonts w:cs="Calibri"/>
                  <w:lang w:val="es-ES" w:eastAsia="es-ES"/>
                </w:rPr>
                <w:t>Clodion le Chevelu</w:t>
              </w:r>
            </w:hyperlink>
            <w:r w:rsidRPr="005E7CB6">
              <w:rPr>
                <w:rFonts w:cs="Calibri"/>
                <w:lang w:val="es-ES" w:eastAsia="es-ES"/>
              </w:rPr>
              <w:br/>
              <w:t>(v. 395 – 448)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 w:tooltip="428" w:history="1">
              <w:r w:rsidRPr="005E7CB6">
                <w:rPr>
                  <w:rFonts w:cs="Calibri"/>
                  <w:lang w:val="es-ES" w:eastAsia="es-ES"/>
                </w:rPr>
                <w:t>428</w:t>
              </w:r>
            </w:hyperlink>
            <w:r w:rsidRPr="005E7CB6">
              <w:rPr>
                <w:rFonts w:cs="Calibri"/>
                <w:lang w:val="es-ES" w:eastAsia="es-ES"/>
              </w:rPr>
              <w:t xml:space="preserve"> - </w:t>
            </w:r>
            <w:hyperlink r:id="rId10" w:tooltip="448" w:history="1">
              <w:r w:rsidRPr="005E7CB6">
                <w:rPr>
                  <w:rFonts w:cs="Calibri"/>
                  <w:lang w:val="es-ES" w:eastAsia="es-ES"/>
                </w:rPr>
                <w:t>448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 saliens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Premier roi des Francs saliens.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 w:tooltip="Mérovée" w:history="1">
              <w:r w:rsidRPr="005E7CB6">
                <w:rPr>
                  <w:rFonts w:cs="Calibri"/>
                  <w:noProof/>
                  <w:lang w:val="es-ES" w:eastAsia="es-ES"/>
                </w:rPr>
                <w:pict>
                  <v:shape id="Imagen 40" o:spid="_x0000_i1026" type="#_x0000_t75" alt="Mérovée" href="http://fr.wikipedia.org/wiki/Fichier:Portrait_Roi_de_france_M%C3%A9rov%C3%A9e.j" title="Mérovée" style="width:60pt;height:62.25pt;visibility:visible" o:button="t">
                    <v:fill o:detectmouseclick="t"/>
                    <v:imagedata r:id="rId1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 w:tooltip="Mérovée" w:history="1">
              <w:r w:rsidRPr="005E7CB6">
                <w:rPr>
                  <w:rFonts w:cs="Calibri"/>
                  <w:lang w:val="es-ES" w:eastAsia="es-ES"/>
                </w:rPr>
                <w:t>Mérovée</w:t>
              </w:r>
            </w:hyperlink>
            <w:r w:rsidRPr="005E7CB6">
              <w:rPr>
                <w:rFonts w:cs="Calibri"/>
                <w:lang w:val="es-ES" w:eastAsia="es-ES"/>
              </w:rPr>
              <w:br/>
              <w:t>(v. 412 – 457)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 w:tooltip="448" w:history="1">
              <w:r w:rsidRPr="005E7CB6">
                <w:rPr>
                  <w:rFonts w:cs="Calibri"/>
                  <w:lang w:val="es-ES" w:eastAsia="es-ES"/>
                </w:rPr>
                <w:t>448</w:t>
              </w:r>
            </w:hyperlink>
            <w:r w:rsidRPr="005E7CB6">
              <w:rPr>
                <w:rFonts w:cs="Calibri"/>
                <w:lang w:val="es-ES" w:eastAsia="es-ES"/>
              </w:rPr>
              <w:t xml:space="preserve"> - </w:t>
            </w:r>
            <w:hyperlink r:id="rId15" w:tooltip="457" w:history="1">
              <w:r w:rsidRPr="005E7CB6">
                <w:rPr>
                  <w:rFonts w:cs="Calibri"/>
                  <w:lang w:val="es-ES" w:eastAsia="es-ES"/>
                </w:rPr>
                <w:t>457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 saliens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Fondateur de la lignée des Mérovingiens. Son authenticité est parfois remise en cause.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6" w:tooltip="&quot;Childéric Ier&quot; " w:history="1">
              <w:r w:rsidRPr="005E7CB6">
                <w:rPr>
                  <w:rFonts w:cs="Calibri"/>
                  <w:noProof/>
                  <w:lang w:val="es-ES" w:eastAsia="es-ES"/>
                </w:rPr>
                <w:pict>
                  <v:shape id="Imagen 41" o:spid="_x0000_i1027" type="#_x0000_t75" alt="Childéric Ier" href="http://fr.wikipedia.org/wiki/Fichier:CHILDERICI_REGIS.j" title="&quot;Childéric Ier&quot;" style="width:60pt;height:47.25pt;visibility:visible" o:button="t">
                    <v:fill o:detectmouseclick="t"/>
                    <v:imagedata r:id="rId1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 w:tooltip="Childéric Ier" w:history="1">
              <w:r w:rsidRPr="005E7CB6">
                <w:rPr>
                  <w:rFonts w:cs="Calibri"/>
                  <w:lang w:val="es-ES" w:eastAsia="es-ES"/>
                </w:rPr>
                <w:t>Childéric I</w:t>
              </w:r>
              <w:r w:rsidRPr="005E7CB6">
                <w:rPr>
                  <w:rFonts w:cs="Calibri"/>
                  <w:vertAlign w:val="superscript"/>
                  <w:lang w:val="es-ES" w:eastAsia="es-ES"/>
                </w:rPr>
                <w:t>er</w:t>
              </w:r>
            </w:hyperlink>
            <w:r w:rsidRPr="005E7CB6">
              <w:rPr>
                <w:rFonts w:cs="Calibri"/>
                <w:lang w:val="es-ES" w:eastAsia="es-ES"/>
              </w:rPr>
              <w:br/>
              <w:t>(436 – 26 décembre 481)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9" w:tooltip="457" w:history="1">
              <w:r w:rsidRPr="005E7CB6">
                <w:rPr>
                  <w:rFonts w:cs="Calibri"/>
                  <w:lang w:val="es-ES" w:eastAsia="es-ES"/>
                </w:rPr>
                <w:t>457</w:t>
              </w:r>
            </w:hyperlink>
            <w:r w:rsidRPr="005E7CB6">
              <w:rPr>
                <w:rFonts w:cs="Calibri"/>
                <w:lang w:val="es-ES" w:eastAsia="es-ES"/>
              </w:rPr>
              <w:t xml:space="preserve"> - </w:t>
            </w:r>
            <w:hyperlink r:id="rId20" w:tooltip="481" w:history="1">
              <w:r w:rsidRPr="005E7CB6">
                <w:rPr>
                  <w:rFonts w:cs="Calibri"/>
                  <w:lang w:val="es-ES" w:eastAsia="es-ES"/>
                </w:rPr>
                <w:t>481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 saliens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Père de Clovis.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1" w:tooltip="Clovis" w:history="1">
              <w:r w:rsidRPr="005E7CB6">
                <w:rPr>
                  <w:rFonts w:cs="Calibri"/>
                  <w:noProof/>
                  <w:lang w:val="es-ES" w:eastAsia="es-ES"/>
                </w:rPr>
                <w:pict>
                  <v:shape id="Imagen 42" o:spid="_x0000_i1028" type="#_x0000_t75" alt="Clovis" href="http://fr.wikipedia.org/wiki/Fichier:Portrait_Roi_de_france_Clovis.j" title="Clovis" style="width:60pt;height:70.5pt;visibility:visible" o:button="t">
                    <v:fill o:detectmouseclick="t"/>
                    <v:imagedata r:id="rId2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3" w:tooltip="Clovis Ier" w:history="1">
              <w:r w:rsidRPr="005E7CB6">
                <w:rPr>
                  <w:rFonts w:cs="Calibri"/>
                  <w:lang w:val="es-ES" w:eastAsia="es-ES"/>
                </w:rPr>
                <w:t xml:space="preserve">Clovis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(466 – 27 novembre 511)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4" w:tooltip="481" w:history="1">
              <w:r w:rsidRPr="005E7CB6">
                <w:rPr>
                  <w:rFonts w:cs="Calibri"/>
                  <w:lang w:val="es-ES" w:eastAsia="es-ES"/>
                </w:rPr>
                <w:t>481</w:t>
              </w:r>
            </w:hyperlink>
            <w:r w:rsidRPr="005E7CB6">
              <w:rPr>
                <w:rFonts w:cs="Calibri"/>
                <w:lang w:val="es-ES" w:eastAsia="es-ES"/>
              </w:rPr>
              <w:t xml:space="preserve"> – </w:t>
            </w:r>
            <w:hyperlink r:id="rId25" w:tooltip="511" w:history="1">
              <w:r w:rsidRPr="005E7CB6">
                <w:rPr>
                  <w:rFonts w:cs="Calibri"/>
                  <w:lang w:val="es-ES" w:eastAsia="es-ES"/>
                </w:rPr>
                <w:t>511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Premier roi chrétien des Francs, à sa mort, son royaume est partagé entre ses quatre fils Clodomir, Thierry, Childebert et Clotaire.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6" w:tooltip="Clodomir" w:history="1">
              <w:r w:rsidRPr="005E7CB6">
                <w:rPr>
                  <w:rFonts w:cs="Calibri"/>
                  <w:noProof/>
                  <w:lang w:val="es-ES" w:eastAsia="es-ES"/>
                </w:rPr>
                <w:pict>
                  <v:shape id="Imagen 43" o:spid="_x0000_i1029" type="#_x0000_t75" alt="Clodomir" href="http://fr.wikipedia.org/wiki/Fichier:Sin_foto.s" title="Clodomir" style="width:60pt;height:80.25pt;visibility:visible" o:button="t">
                    <v:fill o:detectmouseclick="t"/>
                    <v:imagedata r:id="rId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8" w:tooltip="Clodomir" w:history="1">
              <w:r w:rsidRPr="005E7CB6">
                <w:rPr>
                  <w:rFonts w:cs="Calibri"/>
                  <w:lang w:val="es-ES" w:eastAsia="es-ES"/>
                </w:rPr>
                <w:t>Clodomir</w:t>
              </w:r>
            </w:hyperlink>
            <w:r w:rsidRPr="005E7CB6">
              <w:rPr>
                <w:rFonts w:cs="Calibri"/>
                <w:lang w:val="es-ES" w:eastAsia="es-ES"/>
              </w:rPr>
              <w:br/>
              <w:t>(v. 495 – 25 juin 524)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9" w:tooltip="511" w:history="1">
              <w:r w:rsidRPr="005E7CB6">
                <w:rPr>
                  <w:rFonts w:cs="Calibri"/>
                  <w:lang w:val="es-ES" w:eastAsia="es-ES"/>
                </w:rPr>
                <w:t>511</w:t>
              </w:r>
            </w:hyperlink>
            <w:r w:rsidRPr="005E7CB6">
              <w:rPr>
                <w:rFonts w:cs="Calibri"/>
                <w:lang w:val="es-ES" w:eastAsia="es-ES"/>
              </w:rPr>
              <w:t xml:space="preserve"> – </w:t>
            </w:r>
            <w:hyperlink r:id="rId30" w:tooltip="524" w:history="1">
              <w:r w:rsidRPr="005E7CB6">
                <w:rPr>
                  <w:rFonts w:cs="Calibri"/>
                  <w:lang w:val="es-ES" w:eastAsia="es-ES"/>
                </w:rPr>
                <w:t>524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d'Orléans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Tué à la </w:t>
            </w:r>
            <w:hyperlink r:id="rId31" w:tooltip="Bataille de Vézeronce" w:history="1">
              <w:r w:rsidRPr="005E7CB6">
                <w:rPr>
                  <w:rFonts w:cs="Calibri"/>
                  <w:lang w:eastAsia="es-ES"/>
                </w:rPr>
                <w:t>bataille de Vézeronce</w:t>
              </w:r>
            </w:hyperlink>
            <w:r w:rsidRPr="005E7CB6">
              <w:rPr>
                <w:rFonts w:cs="Calibri"/>
                <w:lang w:eastAsia="es-ES"/>
              </w:rPr>
              <w:t xml:space="preserve">. Ses fils Thibault et Gonthaire sont assassinés à l'instigation de Childebert et Clotaire, et ne survit que </w:t>
            </w:r>
            <w:hyperlink r:id="rId32" w:tooltip="Clodoald" w:history="1">
              <w:r w:rsidRPr="005E7CB6">
                <w:rPr>
                  <w:rFonts w:cs="Calibri"/>
                  <w:lang w:eastAsia="es-ES"/>
                </w:rPr>
                <w:t>Clodoald</w:t>
              </w:r>
            </w:hyperlink>
            <w:r w:rsidRPr="005E7CB6">
              <w:rPr>
                <w:rFonts w:cs="Calibri"/>
                <w:lang w:eastAsia="es-ES"/>
              </w:rPr>
              <w:t>, futur saint Cloud.</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3" w:tooltip="&quot;Thierry Ier&quot; " w:history="1">
              <w:r w:rsidRPr="005E7CB6">
                <w:rPr>
                  <w:rFonts w:cs="Calibri"/>
                  <w:noProof/>
                  <w:lang w:val="es-ES" w:eastAsia="es-ES"/>
                </w:rPr>
                <w:pict>
                  <v:shape id="Imagen 44" o:spid="_x0000_i1030" type="#_x0000_t75" alt="Thierry Ier" href="http://fr.wikipedia.org/wiki/Fichier:Portrait_Roi_de_france_Thierri_Ier.j" title="&quot;Thierry Ier&quot;" style="width:60pt;height:72.75pt;visibility:visible" o:button="t">
                    <v:fill o:detectmouseclick="t"/>
                    <v:imagedata r:id="rId3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5" w:tooltip="Thierry Ier" w:history="1">
              <w:r w:rsidRPr="005E7CB6">
                <w:rPr>
                  <w:rFonts w:cs="Calibri"/>
                  <w:lang w:val="es-ES" w:eastAsia="es-ES"/>
                </w:rPr>
                <w:t xml:space="preserve">Thierry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485/90 – 534)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6" w:tooltip="511" w:history="1">
              <w:r w:rsidRPr="005E7CB6">
                <w:rPr>
                  <w:rFonts w:cs="Calibri"/>
                  <w:lang w:val="es-ES" w:eastAsia="es-ES"/>
                </w:rPr>
                <w:t>511</w:t>
              </w:r>
            </w:hyperlink>
            <w:r w:rsidRPr="005E7CB6">
              <w:rPr>
                <w:rFonts w:cs="Calibri"/>
                <w:lang w:val="es-ES" w:eastAsia="es-ES"/>
              </w:rPr>
              <w:t xml:space="preserve"> – </w:t>
            </w:r>
            <w:hyperlink r:id="rId37" w:tooltip="534" w:history="1">
              <w:r w:rsidRPr="005E7CB6">
                <w:rPr>
                  <w:rFonts w:cs="Calibri"/>
                  <w:lang w:val="es-ES" w:eastAsia="es-ES"/>
                </w:rPr>
                <w:t>534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 Reims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8" w:tooltip="&quot;Théodebert Ier&quot; " w:history="1">
              <w:r w:rsidRPr="005E7CB6">
                <w:rPr>
                  <w:rFonts w:cs="Calibri"/>
                  <w:noProof/>
                  <w:lang w:val="es-ES" w:eastAsia="es-ES"/>
                </w:rPr>
                <w:pict>
                  <v:shape id="Imagen 45" o:spid="_x0000_i1031" type="#_x0000_t75" alt="Théodebert Ier" href="http://fr.wikipedia.org/wiki/Fichier:Theodebert_I_534_548_king_of_Metz.j" title="&quot;Théodebert Ier&quot;" style="width:60pt;height:61.5pt;visibility:visible" o:button="t">
                    <v:fill o:detectmouseclick="t"/>
                    <v:imagedata r:id="rId3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0" w:tooltip="Théodebert Ier" w:history="1">
              <w:r w:rsidRPr="005E7CB6">
                <w:rPr>
                  <w:rFonts w:cs="Calibri"/>
                  <w:lang w:val="es-ES" w:eastAsia="es-ES"/>
                </w:rPr>
                <w:t xml:space="preserve">Théodebert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504 – 548)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1" w:tooltip="534" w:history="1">
              <w:r w:rsidRPr="005E7CB6">
                <w:rPr>
                  <w:rFonts w:cs="Calibri"/>
                  <w:lang w:val="es-ES" w:eastAsia="es-ES"/>
                </w:rPr>
                <w:t>534</w:t>
              </w:r>
            </w:hyperlink>
            <w:r w:rsidRPr="005E7CB6">
              <w:rPr>
                <w:rFonts w:cs="Calibri"/>
                <w:lang w:val="es-ES" w:eastAsia="es-ES"/>
              </w:rPr>
              <w:t xml:space="preserve"> – </w:t>
            </w:r>
            <w:hyperlink r:id="rId42" w:tooltip="548" w:history="1">
              <w:r w:rsidRPr="005E7CB6">
                <w:rPr>
                  <w:rFonts w:cs="Calibri"/>
                  <w:lang w:val="es-ES" w:eastAsia="es-ES"/>
                </w:rPr>
                <w:t>548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 Reims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Thierry </w:t>
            </w:r>
            <w:r w:rsidRPr="005E7CB6">
              <w:rPr>
                <w:rFonts w:cs="Calibri"/>
                <w:caps/>
                <w:smallCaps/>
                <w:lang w:val="es-ES" w:eastAsia="es-ES"/>
              </w:rPr>
              <w:t>I</w:t>
            </w:r>
            <w:r w:rsidRPr="005E7CB6">
              <w:rPr>
                <w:rFonts w:cs="Calibri"/>
                <w:vertAlign w:val="superscript"/>
                <w:lang w:val="es-ES" w:eastAsia="es-ES"/>
              </w:rPr>
              <w:t>er</w:t>
            </w:r>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3" w:tooltip="Théodebald" w:history="1">
              <w:r w:rsidRPr="005E7CB6">
                <w:rPr>
                  <w:rFonts w:cs="Calibri"/>
                  <w:noProof/>
                  <w:lang w:val="es-ES" w:eastAsia="es-ES"/>
                </w:rPr>
                <w:pict>
                  <v:shape id="Imagen 46" o:spid="_x0000_i1032" type="#_x0000_t75" alt="Théodebald" href="http://fr.wikipedia.org/wiki/Fichier:Sin_foto.s" title="Théodebald" style="width:60pt;height:80.25pt;visibility:visible" o:button="t">
                    <v:fill o:detectmouseclick="t"/>
                    <v:imagedata r:id="rId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4" w:tooltip="Théodebald (roi)" w:history="1">
              <w:r w:rsidRPr="005E7CB6">
                <w:rPr>
                  <w:rFonts w:cs="Calibri"/>
                  <w:lang w:val="es-ES" w:eastAsia="es-ES"/>
                </w:rPr>
                <w:t>Théodebald</w:t>
              </w:r>
            </w:hyperlink>
            <w:r w:rsidRPr="005E7CB6">
              <w:rPr>
                <w:rFonts w:cs="Calibri"/>
                <w:lang w:val="es-ES" w:eastAsia="es-ES"/>
              </w:rPr>
              <w:br/>
              <w:t>(v. 535 – 555)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5" w:tooltip="548" w:history="1">
              <w:r w:rsidRPr="005E7CB6">
                <w:rPr>
                  <w:rFonts w:cs="Calibri"/>
                  <w:lang w:val="es-ES" w:eastAsia="es-ES"/>
                </w:rPr>
                <w:t>548</w:t>
              </w:r>
            </w:hyperlink>
            <w:r w:rsidRPr="005E7CB6">
              <w:rPr>
                <w:rFonts w:cs="Calibri"/>
                <w:lang w:val="es-ES" w:eastAsia="es-ES"/>
              </w:rPr>
              <w:t xml:space="preserve"> – </w:t>
            </w:r>
            <w:hyperlink r:id="rId46" w:tooltip="555" w:history="1">
              <w:r w:rsidRPr="005E7CB6">
                <w:rPr>
                  <w:rFonts w:cs="Calibri"/>
                  <w:lang w:val="es-ES" w:eastAsia="es-ES"/>
                </w:rPr>
                <w:t>555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 Reims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Fils de Théodebert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Meurt sans descendance. Clotaire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hérite de ses États.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7" w:tooltip="&quot;Childebert Ier&quot; " w:history="1">
              <w:r w:rsidRPr="005E7CB6">
                <w:rPr>
                  <w:rFonts w:cs="Calibri"/>
                  <w:noProof/>
                  <w:lang w:val="es-ES" w:eastAsia="es-ES"/>
                </w:rPr>
                <w:pict>
                  <v:shape id="Imagen 47" o:spid="_x0000_i1033" type="#_x0000_t75" alt="Childebert Ier" href="http://fr.wikipedia.org/wiki/Fichier:Portrait_Roi_de_france_Childebert_Ier.j" title="&quot;Childebert Ier&quot;" style="width:60pt;height:65.25pt;visibility:visible" o:button="t">
                    <v:fill o:detectmouseclick="t"/>
                    <v:imagedata r:id="rId4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9" w:tooltip="Childebert Ier" w:history="1">
              <w:r w:rsidRPr="005E7CB6">
                <w:rPr>
                  <w:rFonts w:cs="Calibri"/>
                  <w:lang w:val="es-ES" w:eastAsia="es-ES"/>
                </w:rPr>
                <w:t xml:space="preserve">Childebert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497 – 23 décembre 558)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0" w:tooltip="511" w:history="1">
              <w:r w:rsidRPr="005E7CB6">
                <w:rPr>
                  <w:rFonts w:cs="Calibri"/>
                  <w:lang w:val="es-ES" w:eastAsia="es-ES"/>
                </w:rPr>
                <w:t>511</w:t>
              </w:r>
            </w:hyperlink>
            <w:r w:rsidRPr="005E7CB6">
              <w:rPr>
                <w:rFonts w:cs="Calibri"/>
                <w:lang w:val="es-ES" w:eastAsia="es-ES"/>
              </w:rPr>
              <w:t xml:space="preserve"> – </w:t>
            </w:r>
            <w:hyperlink r:id="rId51" w:tooltip="558" w:history="1">
              <w:r w:rsidRPr="005E7CB6">
                <w:rPr>
                  <w:rFonts w:cs="Calibri"/>
                  <w:lang w:val="es-ES" w:eastAsia="es-ES"/>
                </w:rPr>
                <w:t>558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 Paris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2" w:tooltip="&quot;Clotaire Ier&quot; " w:history="1">
              <w:r w:rsidRPr="005E7CB6">
                <w:rPr>
                  <w:rFonts w:cs="Calibri"/>
                  <w:noProof/>
                  <w:lang w:val="es-ES" w:eastAsia="es-ES"/>
                </w:rPr>
                <w:pict>
                  <v:shape id="Imagen 48" o:spid="_x0000_i1034" type="#_x0000_t75" alt="Clotaire Ier" href="http://fr.wikipedia.org/wiki/Fichier:Portrait_Roi_de_france_Clotaire_Ier.j" title="&quot;Clotaire Ier&quot;" style="width:60pt;height:1in;visibility:visible" o:button="t">
                    <v:fill o:detectmouseclick="t"/>
                    <v:imagedata r:id="rId53"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4" w:tooltip="Clotaire Ier" w:history="1">
              <w:r w:rsidRPr="005E7CB6">
                <w:rPr>
                  <w:rFonts w:cs="Calibri"/>
                  <w:lang w:val="es-ES" w:eastAsia="es-ES"/>
                </w:rPr>
                <w:t xml:space="preserve">Clotaire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497 – 29 novembre 561)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5" w:tooltip="511" w:history="1">
              <w:r w:rsidRPr="005E7CB6">
                <w:rPr>
                  <w:rFonts w:cs="Calibri"/>
                  <w:lang w:val="es-ES" w:eastAsia="es-ES"/>
                </w:rPr>
                <w:t>511</w:t>
              </w:r>
            </w:hyperlink>
            <w:r w:rsidRPr="005E7CB6">
              <w:rPr>
                <w:rFonts w:cs="Calibri"/>
                <w:lang w:val="es-ES" w:eastAsia="es-ES"/>
              </w:rPr>
              <w:t xml:space="preserve"> – </w:t>
            </w:r>
            <w:hyperlink r:id="rId56" w:tooltip="561" w:history="1">
              <w:r w:rsidRPr="005E7CB6">
                <w:rPr>
                  <w:rFonts w:cs="Calibri"/>
                  <w:lang w:val="es-ES" w:eastAsia="es-ES"/>
                </w:rPr>
                <w:t>561</w:t>
              </w:r>
            </w:hyperlink>
            <w:r w:rsidRPr="005E7CB6">
              <w:rPr>
                <w:rFonts w:cs="Calibri"/>
                <w:lang w:val="es-ES" w:eastAsia="es-ES"/>
              </w:rPr>
              <w:br/>
            </w:r>
            <w:hyperlink r:id="rId57" w:tooltip="555" w:history="1">
              <w:r w:rsidRPr="005E7CB6">
                <w:rPr>
                  <w:rFonts w:cs="Calibri"/>
                  <w:lang w:val="es-ES" w:eastAsia="es-ES"/>
                </w:rPr>
                <w:t>555</w:t>
              </w:r>
            </w:hyperlink>
            <w:r w:rsidRPr="005E7CB6">
              <w:rPr>
                <w:rFonts w:cs="Calibri"/>
                <w:lang w:val="es-ES" w:eastAsia="es-ES"/>
              </w:rPr>
              <w:t xml:space="preserve"> – </w:t>
            </w:r>
            <w:hyperlink r:id="rId58" w:tooltip="561" w:history="1">
              <w:r w:rsidRPr="005E7CB6">
                <w:rPr>
                  <w:rFonts w:cs="Calibri"/>
                  <w:lang w:val="es-ES" w:eastAsia="es-ES"/>
                </w:rPr>
                <w:t>561</w:t>
              </w:r>
            </w:hyperlink>
            <w:r w:rsidRPr="005E7CB6">
              <w:rPr>
                <w:rFonts w:cs="Calibri"/>
                <w:lang w:val="es-ES" w:eastAsia="es-ES"/>
              </w:rPr>
              <w:br/>
            </w:r>
            <w:hyperlink r:id="rId59" w:tooltip="558" w:history="1">
              <w:r w:rsidRPr="005E7CB6">
                <w:rPr>
                  <w:rFonts w:cs="Calibri"/>
                  <w:lang w:val="es-ES" w:eastAsia="es-ES"/>
                </w:rPr>
                <w:t>558</w:t>
              </w:r>
            </w:hyperlink>
            <w:r w:rsidRPr="005E7CB6">
              <w:rPr>
                <w:rFonts w:cs="Calibri"/>
                <w:lang w:val="es-ES" w:eastAsia="es-ES"/>
              </w:rPr>
              <w:t xml:space="preserve"> – </w:t>
            </w:r>
            <w:hyperlink r:id="rId60" w:tooltip="561" w:history="1">
              <w:r w:rsidRPr="005E7CB6">
                <w:rPr>
                  <w:rFonts w:cs="Calibri"/>
                  <w:lang w:val="es-ES" w:eastAsia="es-ES"/>
                </w:rPr>
                <w:t>561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Soissons (Neustrie)</w:t>
            </w:r>
            <w:r w:rsidRPr="005E7CB6">
              <w:rPr>
                <w:rFonts w:cs="Calibri"/>
                <w:lang w:eastAsia="es-ES"/>
              </w:rPr>
              <w:br/>
              <w:t>Roi de Reims (Austrasie)</w:t>
            </w:r>
            <w:r w:rsidRPr="005E7CB6">
              <w:rPr>
                <w:rFonts w:cs="Calibri"/>
                <w:lang w:eastAsia="es-ES"/>
              </w:rPr>
              <w:b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Dernier survivant des fils de Clovis, réunifie le royaume. À sa mort, ses quatre fils Caribert, Sigebert, Chilpéric et Gontran se partagent le royaume.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1" w:tooltip="Caribert" w:history="1">
              <w:r w:rsidRPr="005E7CB6">
                <w:rPr>
                  <w:rFonts w:cs="Calibri"/>
                  <w:noProof/>
                  <w:lang w:val="es-ES" w:eastAsia="es-ES"/>
                </w:rPr>
                <w:pict>
                  <v:shape id="Imagen 49" o:spid="_x0000_i1035" type="#_x0000_t75" alt="Caribert" href="http://fr.wikipedia.org/wiki/Fichier:Portrait_Roi_de_france_Caribert.j" title="Caribert" style="width:60pt;height:73.5pt;visibility:visible" o:button="t">
                    <v:fill o:detectmouseclick="t"/>
                    <v:imagedata r:id="rId6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3" w:tooltip="Caribert Ier" w:history="1">
              <w:r w:rsidRPr="005E7CB6">
                <w:rPr>
                  <w:rFonts w:cs="Calibri"/>
                  <w:lang w:val="es-ES" w:eastAsia="es-ES"/>
                </w:rPr>
                <w:t xml:space="preserve">Caribert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521 – 567)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4" w:tooltip="561" w:history="1">
              <w:r w:rsidRPr="005E7CB6">
                <w:rPr>
                  <w:rFonts w:cs="Calibri"/>
                  <w:lang w:val="es-ES" w:eastAsia="es-ES"/>
                </w:rPr>
                <w:t>561</w:t>
              </w:r>
            </w:hyperlink>
            <w:r w:rsidRPr="005E7CB6">
              <w:rPr>
                <w:rFonts w:cs="Calibri"/>
                <w:lang w:val="es-ES" w:eastAsia="es-ES"/>
              </w:rPr>
              <w:t xml:space="preserve"> – </w:t>
            </w:r>
            <w:hyperlink r:id="rId65" w:tooltip="567" w:history="1">
              <w:r w:rsidRPr="005E7CB6">
                <w:rPr>
                  <w:rFonts w:cs="Calibri"/>
                  <w:lang w:val="es-ES" w:eastAsia="es-ES"/>
                </w:rPr>
                <w:t>567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 Paris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6" w:tooltip="&quot;Sigebert Ier&quot; " w:history="1">
              <w:r w:rsidRPr="005E7CB6">
                <w:rPr>
                  <w:rFonts w:cs="Calibri"/>
                  <w:noProof/>
                  <w:lang w:val="es-ES" w:eastAsia="es-ES"/>
                </w:rPr>
                <w:pict>
                  <v:shape id="Imagen 50" o:spid="_x0000_i1036" type="#_x0000_t75" alt="Sigebert Ier" href="http://fr.wikipedia.org/wiki/Fichier:Sigebert_Ier.j" title="&quot;Sigebert Ier&quot;" style="width:59.25pt;height:80.25pt;visibility:visible" o:button="t">
                    <v:fill o:detectmouseclick="t"/>
                    <v:imagedata r:id="rId6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8" w:tooltip="Sigebert Ier" w:history="1">
              <w:r w:rsidRPr="005E7CB6">
                <w:rPr>
                  <w:rFonts w:cs="Calibri"/>
                  <w:lang w:val="es-ES" w:eastAsia="es-ES"/>
                </w:rPr>
                <w:t xml:space="preserve">Sigebert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(535 – 575)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9" w:tooltip="561" w:history="1">
              <w:r w:rsidRPr="005E7CB6">
                <w:rPr>
                  <w:rFonts w:cs="Calibri"/>
                  <w:lang w:val="es-ES" w:eastAsia="es-ES"/>
                </w:rPr>
                <w:t>561</w:t>
              </w:r>
            </w:hyperlink>
            <w:r w:rsidRPr="005E7CB6">
              <w:rPr>
                <w:rFonts w:cs="Calibri"/>
                <w:lang w:val="es-ES" w:eastAsia="es-ES"/>
              </w:rPr>
              <w:t xml:space="preserve"> – </w:t>
            </w:r>
            <w:hyperlink r:id="rId70" w:tooltip="575" w:history="1">
              <w:r w:rsidRPr="005E7CB6">
                <w:rPr>
                  <w:rFonts w:cs="Calibri"/>
                  <w:lang w:val="es-ES" w:eastAsia="es-ES"/>
                </w:rPr>
                <w:t>575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w:t>
            </w:r>
            <w:hyperlink r:id="rId71" w:tooltip="Austrasie" w:history="1">
              <w:r w:rsidRPr="005E7CB6">
                <w:rPr>
                  <w:rFonts w:cs="Calibri"/>
                  <w:lang w:val="es-ES" w:eastAsia="es-ES"/>
                </w:rPr>
                <w:t>Austrasie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2" w:tooltip="&quot;Chilpéric Ier&quot; " w:history="1">
              <w:r w:rsidRPr="005E7CB6">
                <w:rPr>
                  <w:rFonts w:cs="Calibri"/>
                  <w:noProof/>
                  <w:lang w:val="es-ES" w:eastAsia="es-ES"/>
                </w:rPr>
                <w:pict>
                  <v:shape id="Imagen 51" o:spid="_x0000_i1037" type="#_x0000_t75" alt="Chilpéric Ier" href="http://fr.wikipedia.org/wiki/Fichier:Portrait_Roi_de_france_Chilp%C3%A9ric_roy_de_France.j" title="&quot;Chilpéric Ier&quot;" style="width:60pt;height:68.25pt;visibility:visible" o:button="t">
                    <v:fill o:detectmouseclick="t"/>
                    <v:imagedata r:id="rId73"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4" w:tooltip="Chilpéric Ier (roi des Francs)" w:history="1">
              <w:r w:rsidRPr="005E7CB6">
                <w:rPr>
                  <w:rFonts w:cs="Calibri"/>
                  <w:lang w:val="es-ES" w:eastAsia="es-ES"/>
                </w:rPr>
                <w:t xml:space="preserve">Chilpéric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(539 – 584)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5" w:tooltip="561" w:history="1">
              <w:r w:rsidRPr="005E7CB6">
                <w:rPr>
                  <w:rFonts w:cs="Calibri"/>
                  <w:lang w:val="es-ES" w:eastAsia="es-ES"/>
                </w:rPr>
                <w:t>561</w:t>
              </w:r>
            </w:hyperlink>
            <w:r w:rsidRPr="005E7CB6">
              <w:rPr>
                <w:rFonts w:cs="Calibri"/>
                <w:lang w:val="es-ES" w:eastAsia="es-ES"/>
              </w:rPr>
              <w:t xml:space="preserve"> – </w:t>
            </w:r>
            <w:hyperlink r:id="rId76" w:tooltip="584" w:history="1">
              <w:r w:rsidRPr="005E7CB6">
                <w:rPr>
                  <w:rFonts w:cs="Calibri"/>
                  <w:lang w:val="es-ES" w:eastAsia="es-ES"/>
                </w:rPr>
                <w:t>584</w:t>
              </w:r>
            </w:hyperlink>
            <w:r w:rsidRPr="005E7CB6">
              <w:rPr>
                <w:rFonts w:cs="Calibri"/>
                <w:lang w:val="es-ES" w:eastAsia="es-ES"/>
              </w:rPr>
              <w:br/>
            </w:r>
            <w:hyperlink r:id="rId77" w:tooltip="567" w:history="1">
              <w:r w:rsidRPr="005E7CB6">
                <w:rPr>
                  <w:rFonts w:cs="Calibri"/>
                  <w:lang w:val="es-ES" w:eastAsia="es-ES"/>
                </w:rPr>
                <w:t>567</w:t>
              </w:r>
            </w:hyperlink>
            <w:r w:rsidRPr="005E7CB6">
              <w:rPr>
                <w:rFonts w:cs="Calibri"/>
                <w:lang w:val="es-ES" w:eastAsia="es-ES"/>
              </w:rPr>
              <w:t xml:space="preserve"> – </w:t>
            </w:r>
            <w:hyperlink r:id="rId78" w:tooltip="584" w:history="1">
              <w:r w:rsidRPr="005E7CB6">
                <w:rPr>
                  <w:rFonts w:cs="Calibri"/>
                  <w:lang w:val="es-ES" w:eastAsia="es-ES"/>
                </w:rPr>
                <w:t>584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 xml:space="preserve">Roi de </w:t>
            </w:r>
            <w:hyperlink r:id="rId79" w:tooltip="Neustrie" w:history="1">
              <w:r w:rsidRPr="005E7CB6">
                <w:rPr>
                  <w:rFonts w:cs="Calibri"/>
                  <w:lang w:eastAsia="es-ES"/>
                </w:rPr>
                <w:t>Neustrie</w:t>
              </w:r>
            </w:hyperlink>
            <w:r w:rsidRPr="005E7CB6">
              <w:rPr>
                <w:rFonts w:cs="Calibri"/>
                <w:lang w:eastAsia="es-ES"/>
              </w:rPr>
              <w:br/>
              <w:t>Roi de Paris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0" w:tooltip="&quot;Saint Gontran&quot; " w:history="1">
              <w:r w:rsidRPr="005E7CB6">
                <w:rPr>
                  <w:rFonts w:cs="Calibri"/>
                  <w:noProof/>
                  <w:lang w:val="es-ES" w:eastAsia="es-ES"/>
                </w:rPr>
                <w:pict>
                  <v:shape id="Imagen 52" o:spid="_x0000_i1038" type="#_x0000_t75" alt="Saint Gontran" href="http://fr.wikipedia.org/wiki/Fichier:Statue_de_saint_Gontran.j" title="&quot;Saint Gontran&quot;" style="width:45pt;height:142.5pt;visibility:visible" o:button="t">
                    <v:fill o:detectmouseclick="t"/>
                    <v:imagedata r:id="rId8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2" w:tooltip="Gontran (roi)" w:history="1">
              <w:r w:rsidRPr="005E7CB6">
                <w:rPr>
                  <w:rFonts w:cs="Calibri"/>
                  <w:lang w:val="es-ES" w:eastAsia="es-ES"/>
                </w:rPr>
                <w:t>Gontran</w:t>
              </w:r>
            </w:hyperlink>
            <w:r w:rsidRPr="005E7CB6">
              <w:rPr>
                <w:rFonts w:cs="Calibri"/>
                <w:lang w:val="es-ES" w:eastAsia="es-ES"/>
              </w:rPr>
              <w:br/>
              <w:t>(v. 528 – 592)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3" w:tooltip="561" w:history="1">
              <w:r w:rsidRPr="005E7CB6">
                <w:rPr>
                  <w:rFonts w:cs="Calibri"/>
                  <w:lang w:val="es-ES" w:eastAsia="es-ES"/>
                </w:rPr>
                <w:t>561</w:t>
              </w:r>
            </w:hyperlink>
            <w:r w:rsidRPr="005E7CB6">
              <w:rPr>
                <w:rFonts w:cs="Calibri"/>
                <w:lang w:val="es-ES" w:eastAsia="es-ES"/>
              </w:rPr>
              <w:t xml:space="preserve"> – </w:t>
            </w:r>
            <w:hyperlink r:id="rId84" w:tooltip="592" w:history="1">
              <w:r w:rsidRPr="005E7CB6">
                <w:rPr>
                  <w:rFonts w:cs="Calibri"/>
                  <w:lang w:val="es-ES" w:eastAsia="es-ES"/>
                </w:rPr>
                <w:t>592</w:t>
              </w:r>
            </w:hyperlink>
            <w:r w:rsidRPr="005E7CB6">
              <w:rPr>
                <w:rFonts w:cs="Calibri"/>
                <w:lang w:val="es-ES" w:eastAsia="es-ES"/>
              </w:rPr>
              <w:br/>
            </w:r>
            <w:hyperlink r:id="rId85" w:tooltip="584" w:history="1">
              <w:r w:rsidRPr="005E7CB6">
                <w:rPr>
                  <w:rFonts w:cs="Calibri"/>
                  <w:lang w:val="es-ES" w:eastAsia="es-ES"/>
                </w:rPr>
                <w:t>584</w:t>
              </w:r>
            </w:hyperlink>
            <w:r w:rsidRPr="005E7CB6">
              <w:rPr>
                <w:rFonts w:cs="Calibri"/>
                <w:lang w:val="es-ES" w:eastAsia="es-ES"/>
              </w:rPr>
              <w:t xml:space="preserve"> – </w:t>
            </w:r>
            <w:hyperlink r:id="rId86" w:tooltip="592" w:history="1">
              <w:r w:rsidRPr="005E7CB6">
                <w:rPr>
                  <w:rFonts w:cs="Calibri"/>
                  <w:lang w:val="es-ES" w:eastAsia="es-ES"/>
                </w:rPr>
                <w:t>592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Bourgogne</w:t>
            </w:r>
            <w:r w:rsidRPr="005E7CB6">
              <w:rPr>
                <w:rFonts w:cs="Calibri"/>
                <w:lang w:eastAsia="es-ES"/>
              </w:rPr>
              <w:br/>
              <w:t>Roi de Paris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7" w:tooltip="&quot;Childebert II&quot; " w:history="1">
              <w:r w:rsidRPr="005E7CB6">
                <w:rPr>
                  <w:rFonts w:cs="Calibri"/>
                  <w:noProof/>
                  <w:lang w:val="es-ES" w:eastAsia="es-ES"/>
                </w:rPr>
                <w:pict>
                  <v:shape id="Imagen 53" o:spid="_x0000_i1039" type="#_x0000_t75" alt="Childebert II" href="http://fr.wikipedia.org/wiki/Fichier:Portrait_Roi_de_france_Childebert_II_(i.e._III).j" title="&quot;Childebert II&quot;" style="width:60pt;height:78.75pt;visibility:visible" o:button="t">
                    <v:fill o:detectmouseclick="t"/>
                    <v:imagedata r:id="rId8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9" w:tooltip="Childebert II" w:history="1">
              <w:r w:rsidRPr="005E7CB6">
                <w:rPr>
                  <w:rFonts w:cs="Calibri"/>
                  <w:lang w:val="es-ES" w:eastAsia="es-ES"/>
                </w:rPr>
                <w:t>Childebert II</w:t>
              </w:r>
            </w:hyperlink>
            <w:r w:rsidRPr="005E7CB6">
              <w:rPr>
                <w:rFonts w:cs="Calibri"/>
                <w:lang w:val="es-ES" w:eastAsia="es-ES"/>
              </w:rPr>
              <w:br/>
              <w:t>(570 – 595)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0" w:tooltip="575" w:history="1">
              <w:r w:rsidRPr="005E7CB6">
                <w:rPr>
                  <w:rFonts w:cs="Calibri"/>
                  <w:lang w:val="es-ES" w:eastAsia="es-ES"/>
                </w:rPr>
                <w:t>575</w:t>
              </w:r>
            </w:hyperlink>
            <w:r w:rsidRPr="005E7CB6">
              <w:rPr>
                <w:rFonts w:cs="Calibri"/>
                <w:lang w:val="es-ES" w:eastAsia="es-ES"/>
              </w:rPr>
              <w:t xml:space="preserve"> – </w:t>
            </w:r>
            <w:hyperlink r:id="rId91" w:tooltip="595" w:history="1">
              <w:r w:rsidRPr="005E7CB6">
                <w:rPr>
                  <w:rFonts w:cs="Calibri"/>
                  <w:lang w:val="es-ES" w:eastAsia="es-ES"/>
                </w:rPr>
                <w:t>595</w:t>
              </w:r>
            </w:hyperlink>
            <w:r w:rsidRPr="005E7CB6">
              <w:rPr>
                <w:rFonts w:cs="Calibri"/>
                <w:lang w:val="es-ES" w:eastAsia="es-ES"/>
              </w:rPr>
              <w:br/>
            </w:r>
            <w:hyperlink r:id="rId92" w:tooltip="592" w:history="1">
              <w:r w:rsidRPr="005E7CB6">
                <w:rPr>
                  <w:rFonts w:cs="Calibri"/>
                  <w:lang w:val="es-ES" w:eastAsia="es-ES"/>
                </w:rPr>
                <w:t>592</w:t>
              </w:r>
            </w:hyperlink>
            <w:r w:rsidRPr="005E7CB6">
              <w:rPr>
                <w:rFonts w:cs="Calibri"/>
                <w:lang w:val="es-ES" w:eastAsia="es-ES"/>
              </w:rPr>
              <w:t xml:space="preserve"> – </w:t>
            </w:r>
            <w:hyperlink r:id="rId93" w:tooltip="595" w:history="1">
              <w:r w:rsidRPr="005E7CB6">
                <w:rPr>
                  <w:rFonts w:cs="Calibri"/>
                  <w:lang w:val="es-ES" w:eastAsia="es-ES"/>
                </w:rPr>
                <w:t>595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d'Austrasie</w:t>
            </w:r>
            <w:r w:rsidRPr="005E7CB6">
              <w:rPr>
                <w:rFonts w:cs="Calibri"/>
                <w:lang w:eastAsia="es-ES"/>
              </w:rPr>
              <w:br/>
              <w:t>Roi de Bourgogne et de Paris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Sigebert I</w:t>
            </w:r>
            <w:r w:rsidRPr="005E7CB6">
              <w:rPr>
                <w:rFonts w:cs="Calibri"/>
                <w:vertAlign w:val="superscript"/>
                <w:lang w:val="es-ES" w:eastAsia="es-ES"/>
              </w:rPr>
              <w:t>er</w:t>
            </w:r>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4" w:tooltip="&quot;Théodebert II&quot; " w:history="1">
              <w:r w:rsidRPr="005E7CB6">
                <w:rPr>
                  <w:rFonts w:cs="Calibri"/>
                  <w:noProof/>
                  <w:lang w:val="es-ES" w:eastAsia="es-ES"/>
                </w:rPr>
                <w:pict>
                  <v:shape id="Imagen 54" o:spid="_x0000_i1040" type="#_x0000_t75" alt="Théodebert II" href="http://fr.wikipedia.org/wiki/Fichier:Sin_foto.s" title="&quot;Théodebert II&quot;" style="width:60pt;height:80.25pt;visibility:visible" o:button="t">
                    <v:fill o:detectmouseclick="t"/>
                    <v:imagedata r:id="rId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5" w:tooltip="Théodebert II" w:history="1">
              <w:r w:rsidRPr="005E7CB6">
                <w:rPr>
                  <w:rFonts w:cs="Calibri"/>
                  <w:lang w:val="es-ES" w:eastAsia="es-ES"/>
                </w:rPr>
                <w:t>Théodebert II</w:t>
              </w:r>
            </w:hyperlink>
            <w:r w:rsidRPr="005E7CB6">
              <w:rPr>
                <w:rFonts w:cs="Calibri"/>
                <w:lang w:val="es-ES" w:eastAsia="es-ES"/>
              </w:rPr>
              <w:br/>
              <w:t>(585 – 612)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6" w:tooltip="595" w:history="1">
              <w:r w:rsidRPr="005E7CB6">
                <w:rPr>
                  <w:rFonts w:cs="Calibri"/>
                  <w:lang w:val="es-ES" w:eastAsia="es-ES"/>
                </w:rPr>
                <w:t>595</w:t>
              </w:r>
            </w:hyperlink>
            <w:r w:rsidRPr="005E7CB6">
              <w:rPr>
                <w:rFonts w:cs="Calibri"/>
                <w:lang w:val="es-ES" w:eastAsia="es-ES"/>
              </w:rPr>
              <w:t xml:space="preserve"> – </w:t>
            </w:r>
            <w:hyperlink r:id="rId97" w:tooltip="612" w:history="1">
              <w:r w:rsidRPr="005E7CB6">
                <w:rPr>
                  <w:rFonts w:cs="Calibri"/>
                  <w:lang w:val="es-ES" w:eastAsia="es-ES"/>
                </w:rPr>
                <w:t>612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Childebert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8" w:tooltip="&quot;Thierry II&quot; " w:history="1">
              <w:r w:rsidRPr="005E7CB6">
                <w:rPr>
                  <w:rFonts w:cs="Calibri"/>
                  <w:noProof/>
                  <w:lang w:val="es-ES" w:eastAsia="es-ES"/>
                </w:rPr>
                <w:pict>
                  <v:shape id="Imagen 55" o:spid="_x0000_i1041" type="#_x0000_t75" alt="Thierry II" href="http://fr.wikipedia.org/wiki/Fichier:Portrait_Roi_de_france_Thierri_II_(i.e._IV).j" title="&quot;Thierry II&quot;" style="width:60pt;height:71.25pt;visibility:visible" o:button="t">
                    <v:fill o:detectmouseclick="t"/>
                    <v:imagedata r:id="rId9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0" w:tooltip="Thierry II (roi)" w:history="1">
              <w:r w:rsidRPr="005E7CB6">
                <w:rPr>
                  <w:rFonts w:cs="Calibri"/>
                  <w:lang w:val="es-ES" w:eastAsia="es-ES"/>
                </w:rPr>
                <w:t>Thierry II</w:t>
              </w:r>
            </w:hyperlink>
            <w:r w:rsidRPr="005E7CB6">
              <w:rPr>
                <w:rFonts w:cs="Calibri"/>
                <w:lang w:val="es-ES" w:eastAsia="es-ES"/>
              </w:rPr>
              <w:br/>
              <w:t>(587 – 613)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1" w:tooltip="595" w:history="1">
              <w:r w:rsidRPr="005E7CB6">
                <w:rPr>
                  <w:rFonts w:cs="Calibri"/>
                  <w:lang w:val="es-ES" w:eastAsia="es-ES"/>
                </w:rPr>
                <w:t>595</w:t>
              </w:r>
            </w:hyperlink>
            <w:r w:rsidRPr="005E7CB6">
              <w:rPr>
                <w:rFonts w:cs="Calibri"/>
                <w:lang w:val="es-ES" w:eastAsia="es-ES"/>
              </w:rPr>
              <w:t xml:space="preserve"> – </w:t>
            </w:r>
            <w:hyperlink r:id="rId102" w:tooltip="613" w:history="1">
              <w:r w:rsidRPr="005E7CB6">
                <w:rPr>
                  <w:rFonts w:cs="Calibri"/>
                  <w:lang w:val="es-ES" w:eastAsia="es-ES"/>
                </w:rPr>
                <w:t>613</w:t>
              </w:r>
            </w:hyperlink>
            <w:r w:rsidRPr="005E7CB6">
              <w:rPr>
                <w:rFonts w:cs="Calibri"/>
                <w:lang w:val="es-ES" w:eastAsia="es-ES"/>
              </w:rPr>
              <w:br/>
            </w:r>
            <w:hyperlink r:id="rId103" w:tooltip="612" w:history="1">
              <w:r w:rsidRPr="005E7CB6">
                <w:rPr>
                  <w:rFonts w:cs="Calibri"/>
                  <w:lang w:val="es-ES" w:eastAsia="es-ES"/>
                </w:rPr>
                <w:t>612</w:t>
              </w:r>
            </w:hyperlink>
            <w:r w:rsidRPr="005E7CB6">
              <w:rPr>
                <w:rFonts w:cs="Calibri"/>
                <w:lang w:val="es-ES" w:eastAsia="es-ES"/>
              </w:rPr>
              <w:t xml:space="preserve"> – </w:t>
            </w:r>
            <w:hyperlink r:id="rId104" w:tooltip="613" w:history="1">
              <w:r w:rsidRPr="005E7CB6">
                <w:rPr>
                  <w:rFonts w:cs="Calibri"/>
                  <w:lang w:val="es-ES" w:eastAsia="es-ES"/>
                </w:rPr>
                <w:t>613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Bourgogne</w:t>
            </w:r>
            <w:r w:rsidRPr="005E7CB6">
              <w:rPr>
                <w:rFonts w:cs="Calibri"/>
                <w:lang w:eastAsia="es-ES"/>
              </w:rPr>
              <w:b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Childebert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5" w:tooltip="&quot;Sigebert II&quot; " w:history="1">
              <w:r w:rsidRPr="005E7CB6">
                <w:rPr>
                  <w:rFonts w:cs="Calibri"/>
                  <w:noProof/>
                  <w:lang w:val="es-ES" w:eastAsia="es-ES"/>
                </w:rPr>
                <w:pict>
                  <v:shape id="Imagen 56" o:spid="_x0000_i1042" type="#_x0000_t75" alt="Sigebert II" href="http://fr.wikipedia.org/wiki/Fichier:Sin_foto.s" title="&quot;Sigebert II&quot;" style="width:60pt;height:80.25pt;visibility:visible" o:button="t">
                    <v:fill o:detectmouseclick="t"/>
                    <v:imagedata r:id="rId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 w:tooltip="Sigebert II" w:history="1">
              <w:r w:rsidRPr="005E7CB6">
                <w:rPr>
                  <w:rFonts w:cs="Calibri"/>
                  <w:lang w:val="es-ES" w:eastAsia="es-ES"/>
                </w:rPr>
                <w:t>Sigebert II</w:t>
              </w:r>
            </w:hyperlink>
            <w:r w:rsidRPr="005E7CB6">
              <w:rPr>
                <w:rFonts w:cs="Calibri"/>
                <w:lang w:val="es-ES" w:eastAsia="es-ES"/>
              </w:rPr>
              <w:br/>
              <w:t>(v. 601 – 613)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7" w:tooltip="613" w:history="1">
              <w:r w:rsidRPr="005E7CB6">
                <w:rPr>
                  <w:rFonts w:cs="Calibri"/>
                  <w:lang w:val="es-ES" w:eastAsia="es-ES"/>
                </w:rPr>
                <w:t>613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Fils de Thierry II. Vaincu et tué par Clotaire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8" w:tooltip="&quot;Clotaire II&quot; " w:history="1">
              <w:r w:rsidRPr="005E7CB6">
                <w:rPr>
                  <w:rFonts w:cs="Calibri"/>
                  <w:noProof/>
                  <w:lang w:val="es-ES" w:eastAsia="es-ES"/>
                </w:rPr>
                <w:pict>
                  <v:shape id="Imagen 57" o:spid="_x0000_i1043" type="#_x0000_t75" alt="Clotaire II" href="http://fr.wikipedia.org/wiki/Fichier:Portrait_Clotaire_II_roy_de_France.j" title="&quot;Clotaire II&quot;" style="width:60pt;height:1in;visibility:visible" o:button="t">
                    <v:fill o:detectmouseclick="t"/>
                    <v:imagedata r:id="rId10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0" w:tooltip="Clotaire II" w:history="1">
              <w:r w:rsidRPr="005E7CB6">
                <w:rPr>
                  <w:rFonts w:cs="Calibri"/>
                  <w:lang w:val="es-ES" w:eastAsia="es-ES"/>
                </w:rPr>
                <w:t>Clotaire II</w:t>
              </w:r>
            </w:hyperlink>
            <w:r w:rsidRPr="005E7CB6">
              <w:rPr>
                <w:rFonts w:cs="Calibri"/>
                <w:lang w:val="es-ES" w:eastAsia="es-ES"/>
              </w:rPr>
              <w:br/>
              <w:t>(584 – 18 octobre 629)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1" w:tooltip="584" w:history="1">
              <w:r w:rsidRPr="005E7CB6">
                <w:rPr>
                  <w:rFonts w:cs="Calibri"/>
                  <w:lang w:val="es-ES" w:eastAsia="es-ES"/>
                </w:rPr>
                <w:t>584</w:t>
              </w:r>
            </w:hyperlink>
            <w:r w:rsidRPr="005E7CB6">
              <w:rPr>
                <w:rFonts w:cs="Calibri"/>
                <w:lang w:val="es-ES" w:eastAsia="es-ES"/>
              </w:rPr>
              <w:t xml:space="preserve"> – </w:t>
            </w:r>
            <w:hyperlink r:id="rId112" w:tooltip="629" w:history="1">
              <w:r w:rsidRPr="005E7CB6">
                <w:rPr>
                  <w:rFonts w:cs="Calibri"/>
                  <w:lang w:val="es-ES" w:eastAsia="es-ES"/>
                </w:rPr>
                <w:t>629</w:t>
              </w:r>
            </w:hyperlink>
            <w:r w:rsidRPr="005E7CB6">
              <w:rPr>
                <w:rFonts w:cs="Calibri"/>
                <w:lang w:val="es-ES" w:eastAsia="es-ES"/>
              </w:rPr>
              <w:br/>
            </w:r>
            <w:hyperlink r:id="rId113" w:tooltip="595" w:history="1">
              <w:r w:rsidRPr="005E7CB6">
                <w:rPr>
                  <w:rFonts w:cs="Calibri"/>
                  <w:lang w:val="es-ES" w:eastAsia="es-ES"/>
                </w:rPr>
                <w:t>595</w:t>
              </w:r>
            </w:hyperlink>
            <w:r w:rsidRPr="005E7CB6">
              <w:rPr>
                <w:rFonts w:cs="Calibri"/>
                <w:lang w:val="es-ES" w:eastAsia="es-ES"/>
              </w:rPr>
              <w:t xml:space="preserve"> – </w:t>
            </w:r>
            <w:hyperlink r:id="rId114" w:tooltip="629" w:history="1">
              <w:r w:rsidRPr="005E7CB6">
                <w:rPr>
                  <w:rFonts w:cs="Calibri"/>
                  <w:lang w:val="es-ES" w:eastAsia="es-ES"/>
                </w:rPr>
                <w:t>629</w:t>
              </w:r>
            </w:hyperlink>
            <w:r w:rsidRPr="005E7CB6">
              <w:rPr>
                <w:rFonts w:cs="Calibri"/>
                <w:lang w:val="es-ES" w:eastAsia="es-ES"/>
              </w:rPr>
              <w:br/>
            </w:r>
            <w:hyperlink r:id="rId115" w:tooltip="613" w:history="1">
              <w:r w:rsidRPr="005E7CB6">
                <w:rPr>
                  <w:rFonts w:cs="Calibri"/>
                  <w:lang w:val="es-ES" w:eastAsia="es-ES"/>
                </w:rPr>
                <w:t>613</w:t>
              </w:r>
            </w:hyperlink>
            <w:r w:rsidRPr="005E7CB6">
              <w:rPr>
                <w:rFonts w:cs="Calibri"/>
                <w:lang w:val="es-ES" w:eastAsia="es-ES"/>
              </w:rPr>
              <w:t xml:space="preserve"> – </w:t>
            </w:r>
            <w:hyperlink r:id="rId116" w:tooltip="629" w:history="1">
              <w:r w:rsidRPr="005E7CB6">
                <w:rPr>
                  <w:rFonts w:cs="Calibri"/>
                  <w:lang w:val="es-ES" w:eastAsia="es-ES"/>
                </w:rPr>
                <w:t>629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Neustrie</w:t>
            </w:r>
            <w:r w:rsidRPr="005E7CB6">
              <w:rPr>
                <w:rFonts w:cs="Calibri"/>
                <w:lang w:eastAsia="es-ES"/>
              </w:rPr>
              <w:br/>
              <w:t>Roi de Paris</w:t>
            </w:r>
            <w:r w:rsidRPr="005E7CB6">
              <w:rPr>
                <w:rFonts w:cs="Calibri"/>
                <w:lang w:eastAsia="es-ES"/>
              </w:rPr>
              <w:b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Fils de Chilpéric I</w:t>
            </w:r>
            <w:r w:rsidRPr="005E7CB6">
              <w:rPr>
                <w:rFonts w:cs="Calibri"/>
                <w:vertAlign w:val="superscript"/>
                <w:lang w:eastAsia="es-ES"/>
              </w:rPr>
              <w:t>er</w:t>
            </w:r>
            <w:r w:rsidRPr="005E7CB6">
              <w:rPr>
                <w:rFonts w:cs="Calibri"/>
                <w:lang w:eastAsia="es-ES"/>
              </w:rPr>
              <w:t>, réunifie le royaume franc.</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7" w:tooltip="&quot;Dagobert Ier&quot; " w:history="1">
              <w:r w:rsidRPr="005E7CB6">
                <w:rPr>
                  <w:rFonts w:cs="Calibri"/>
                  <w:noProof/>
                  <w:lang w:val="es-ES" w:eastAsia="es-ES"/>
                </w:rPr>
                <w:pict>
                  <v:shape id="Imagen 58" o:spid="_x0000_i1044" type="#_x0000_t75" alt="Dagobert Ier" href="http://fr.wikipedia.org/wiki/Fichier:Portrait_Roi_de_france_Dagobert_Ier.j" title="&quot;Dagobert Ier&quot;" style="width:60pt;height:71.25pt;visibility:visible" o:button="t">
                    <v:fill o:detectmouseclick="t"/>
                    <v:imagedata r:id="rId11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9" w:tooltip="Dagobert Ier" w:history="1">
              <w:r w:rsidRPr="005E7CB6">
                <w:rPr>
                  <w:rFonts w:cs="Calibri"/>
                  <w:lang w:val="es-ES" w:eastAsia="es-ES"/>
                </w:rPr>
                <w:t xml:space="preserve">Dagobert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602/5 – 19 janvier 639)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0" w:tooltip="623" w:history="1">
              <w:r w:rsidRPr="005E7CB6">
                <w:rPr>
                  <w:rFonts w:cs="Calibri"/>
                  <w:lang w:val="es-ES" w:eastAsia="es-ES"/>
                </w:rPr>
                <w:t>623</w:t>
              </w:r>
            </w:hyperlink>
            <w:r w:rsidRPr="005E7CB6">
              <w:rPr>
                <w:rFonts w:cs="Calibri"/>
                <w:lang w:val="es-ES" w:eastAsia="es-ES"/>
              </w:rPr>
              <w:t xml:space="preserve"> – </w:t>
            </w:r>
            <w:hyperlink r:id="rId121" w:tooltip="632" w:history="1">
              <w:r w:rsidRPr="005E7CB6">
                <w:rPr>
                  <w:rFonts w:cs="Calibri"/>
                  <w:lang w:val="es-ES" w:eastAsia="es-ES"/>
                </w:rPr>
                <w:t>632</w:t>
              </w:r>
            </w:hyperlink>
            <w:r w:rsidRPr="005E7CB6">
              <w:rPr>
                <w:rFonts w:cs="Calibri"/>
                <w:lang w:val="es-ES" w:eastAsia="es-ES"/>
              </w:rPr>
              <w:br/>
            </w:r>
            <w:hyperlink r:id="rId122" w:tooltip="629" w:history="1">
              <w:r w:rsidRPr="005E7CB6">
                <w:rPr>
                  <w:rFonts w:cs="Calibri"/>
                  <w:lang w:val="es-ES" w:eastAsia="es-ES"/>
                </w:rPr>
                <w:t>629</w:t>
              </w:r>
            </w:hyperlink>
            <w:r w:rsidRPr="005E7CB6">
              <w:rPr>
                <w:rFonts w:cs="Calibri"/>
                <w:lang w:val="es-ES" w:eastAsia="es-ES"/>
              </w:rPr>
              <w:t xml:space="preserve"> – </w:t>
            </w:r>
            <w:hyperlink r:id="rId123" w:tooltip="639" w:history="1">
              <w:r w:rsidRPr="005E7CB6">
                <w:rPr>
                  <w:rFonts w:cs="Calibri"/>
                  <w:lang w:val="es-ES" w:eastAsia="es-ES"/>
                </w:rPr>
                <w:t>639</w:t>
              </w:r>
            </w:hyperlink>
            <w:r w:rsidRPr="005E7CB6">
              <w:rPr>
                <w:rFonts w:cs="Calibri"/>
                <w:lang w:val="es-ES" w:eastAsia="es-ES"/>
              </w:rPr>
              <w:br/>
            </w:r>
            <w:hyperlink r:id="rId124" w:tooltip="632" w:history="1">
              <w:r w:rsidRPr="005E7CB6">
                <w:rPr>
                  <w:rFonts w:cs="Calibri"/>
                  <w:lang w:val="es-ES" w:eastAsia="es-ES"/>
                </w:rPr>
                <w:t>632</w:t>
              </w:r>
            </w:hyperlink>
            <w:r w:rsidRPr="005E7CB6">
              <w:rPr>
                <w:rFonts w:cs="Calibri"/>
                <w:lang w:val="es-ES" w:eastAsia="es-ES"/>
              </w:rPr>
              <w:t xml:space="preserve"> – </w:t>
            </w:r>
            <w:hyperlink r:id="rId125" w:tooltip="639" w:history="1">
              <w:r w:rsidRPr="005E7CB6">
                <w:rPr>
                  <w:rFonts w:cs="Calibri"/>
                  <w:lang w:val="es-ES" w:eastAsia="es-ES"/>
                </w:rPr>
                <w:t>639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d'Austrasie</w:t>
            </w:r>
            <w:r w:rsidRPr="005E7CB6">
              <w:rPr>
                <w:rFonts w:cs="Calibri"/>
                <w:lang w:eastAsia="es-ES"/>
              </w:rPr>
              <w:br/>
              <w:t>Roi des Francs (moins l'Aquitaine)</w:t>
            </w:r>
            <w:r w:rsidRPr="005E7CB6">
              <w:rPr>
                <w:rFonts w:cs="Calibri"/>
                <w:lang w:eastAsia="es-ES"/>
              </w:rPr>
              <w:b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Clotaire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6" w:tooltip="&quot;Caribert II&quot; " w:history="1">
              <w:r w:rsidRPr="005E7CB6">
                <w:rPr>
                  <w:rFonts w:cs="Calibri"/>
                  <w:noProof/>
                  <w:lang w:val="es-ES" w:eastAsia="es-ES"/>
                </w:rPr>
                <w:pict>
                  <v:shape id="Imagen 59" o:spid="_x0000_i1045" type="#_x0000_t75" alt="Caribert II" href="http://fr.wikipedia.org/wiki/Fichier:Caribert_II_tiers_de_sou_d'or_(tr%C3%A9missis)-2.j" title="&quot;Caribert II&quot;" style="width:60pt;height:60.75pt;visibility:visible" o:button="t">
                    <v:fill o:detectmouseclick="t"/>
                    <v:imagedata r:id="rId1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8" w:tooltip="Caribert II" w:history="1">
              <w:r w:rsidRPr="005E7CB6">
                <w:rPr>
                  <w:rFonts w:cs="Calibri"/>
                  <w:lang w:val="es-ES" w:eastAsia="es-ES"/>
                </w:rPr>
                <w:t>Caribert II</w:t>
              </w:r>
            </w:hyperlink>
            <w:r w:rsidRPr="005E7CB6">
              <w:rPr>
                <w:rFonts w:cs="Calibri"/>
                <w:lang w:val="es-ES" w:eastAsia="es-ES"/>
              </w:rPr>
              <w:br/>
              <w:t>(v. 606/10 – 632)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9" w:tooltip="629" w:history="1">
              <w:r w:rsidRPr="005E7CB6">
                <w:rPr>
                  <w:rFonts w:cs="Calibri"/>
                  <w:lang w:val="es-ES" w:eastAsia="es-ES"/>
                </w:rPr>
                <w:t>629</w:t>
              </w:r>
            </w:hyperlink>
            <w:r w:rsidRPr="005E7CB6">
              <w:rPr>
                <w:rFonts w:cs="Calibri"/>
                <w:lang w:val="es-ES" w:eastAsia="es-ES"/>
              </w:rPr>
              <w:t xml:space="preserve"> – </w:t>
            </w:r>
            <w:hyperlink r:id="rId130" w:tooltip="632" w:history="1">
              <w:r w:rsidRPr="005E7CB6">
                <w:rPr>
                  <w:rFonts w:cs="Calibri"/>
                  <w:lang w:val="es-ES" w:eastAsia="es-ES"/>
                </w:rPr>
                <w:t>632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d'Aquitaine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Clotaire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1" w:tooltip="&quot;Sigebert III&quot; " w:history="1">
              <w:r w:rsidRPr="005E7CB6">
                <w:rPr>
                  <w:rFonts w:cs="Calibri"/>
                  <w:noProof/>
                  <w:lang w:val="es-ES" w:eastAsia="es-ES"/>
                </w:rPr>
                <w:pict>
                  <v:shape id="Imagen 60" o:spid="_x0000_i1046" type="#_x0000_t75" alt="Sigebert III" href="http://fr.wikipedia.org/wiki/Fichier:Legenda_aurea_-_bapt%C3%AAme_de_Sigebert_III.j" title="&quot;Sigebert III&quot;" style="width:60pt;height:52.5pt;visibility:visible" o:button="t">
                    <v:fill o:detectmouseclick="t"/>
                    <v:imagedata r:id="rId13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3" w:tooltip="Sigebert III" w:history="1">
              <w:r w:rsidRPr="005E7CB6">
                <w:rPr>
                  <w:rFonts w:cs="Calibri"/>
                  <w:lang w:val="es-ES" w:eastAsia="es-ES"/>
                </w:rPr>
                <w:t>Sigebert III</w:t>
              </w:r>
            </w:hyperlink>
            <w:r w:rsidRPr="005E7CB6">
              <w:rPr>
                <w:rFonts w:cs="Calibri"/>
                <w:lang w:val="es-ES" w:eastAsia="es-ES"/>
              </w:rPr>
              <w:br/>
              <w:t>(631 – 1</w:t>
            </w:r>
            <w:r w:rsidRPr="005E7CB6">
              <w:rPr>
                <w:rFonts w:cs="Calibri"/>
                <w:vertAlign w:val="superscript"/>
                <w:lang w:val="es-ES" w:eastAsia="es-ES"/>
              </w:rPr>
              <w:t>er</w:t>
            </w:r>
            <w:r w:rsidRPr="005E7CB6">
              <w:rPr>
                <w:rFonts w:cs="Calibri"/>
                <w:lang w:val="es-ES" w:eastAsia="es-ES"/>
              </w:rPr>
              <w:t xml:space="preserve"> février 656)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4" w:tooltip="632" w:history="1">
              <w:r w:rsidRPr="005E7CB6">
                <w:rPr>
                  <w:rFonts w:cs="Calibri"/>
                  <w:lang w:val="es-ES" w:eastAsia="es-ES"/>
                </w:rPr>
                <w:t>632</w:t>
              </w:r>
            </w:hyperlink>
            <w:r w:rsidRPr="005E7CB6">
              <w:rPr>
                <w:rFonts w:cs="Calibri"/>
                <w:lang w:val="es-ES" w:eastAsia="es-ES"/>
              </w:rPr>
              <w:t xml:space="preserve"> – </w:t>
            </w:r>
            <w:hyperlink r:id="rId135" w:tooltip="656" w:history="1">
              <w:r w:rsidRPr="005E7CB6">
                <w:rPr>
                  <w:rFonts w:cs="Calibri"/>
                  <w:lang w:val="es-ES" w:eastAsia="es-ES"/>
                </w:rPr>
                <w:t>656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Dagobert </w:t>
            </w:r>
            <w:r w:rsidRPr="005E7CB6">
              <w:rPr>
                <w:rFonts w:cs="Calibri"/>
                <w:caps/>
                <w:smallCaps/>
                <w:lang w:val="es-ES" w:eastAsia="es-ES"/>
              </w:rPr>
              <w:t>I</w:t>
            </w:r>
            <w:r w:rsidRPr="005E7CB6">
              <w:rPr>
                <w:rFonts w:cs="Calibri"/>
                <w:vertAlign w:val="superscript"/>
                <w:lang w:val="es-ES" w:eastAsia="es-ES"/>
              </w:rPr>
              <w:t>er</w:t>
            </w:r>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6" w:tooltip="&quot;Clovis II&quot; " w:history="1">
              <w:r w:rsidRPr="005E7CB6">
                <w:rPr>
                  <w:rFonts w:cs="Calibri"/>
                  <w:noProof/>
                  <w:lang w:val="es-ES" w:eastAsia="es-ES"/>
                </w:rPr>
                <w:pict>
                  <v:shape id="Imagen 61" o:spid="_x0000_i1047" type="#_x0000_t75" alt="Clovis II" href="http://fr.wikipedia.org/wiki/Fichier:Portrait_Roi_de_france_Clovis_II.j" title="&quot;Clovis II&quot;" style="width:60pt;height:67.5pt;visibility:visible" o:button="t">
                    <v:fill o:detectmouseclick="t"/>
                    <v:imagedata r:id="rId13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8" w:tooltip="Clovis II" w:history="1">
              <w:r w:rsidRPr="005E7CB6">
                <w:rPr>
                  <w:rFonts w:cs="Calibri"/>
                  <w:lang w:val="es-ES" w:eastAsia="es-ES"/>
                </w:rPr>
                <w:t>Clovis II</w:t>
              </w:r>
            </w:hyperlink>
            <w:r w:rsidRPr="005E7CB6">
              <w:rPr>
                <w:rFonts w:cs="Calibri"/>
                <w:lang w:val="es-ES" w:eastAsia="es-ES"/>
              </w:rPr>
              <w:t xml:space="preserve"> </w:t>
            </w:r>
            <w:r w:rsidRPr="005E7CB6">
              <w:rPr>
                <w:rFonts w:cs="Calibri"/>
                <w:i/>
                <w:iCs/>
                <w:lang w:val="es-ES" w:eastAsia="es-ES"/>
              </w:rPr>
              <w:t>le Fainéant</w:t>
            </w:r>
            <w:r w:rsidRPr="005E7CB6">
              <w:rPr>
                <w:rFonts w:cs="Calibri"/>
                <w:lang w:val="es-ES" w:eastAsia="es-ES"/>
              </w:rPr>
              <w:br/>
              <w:t>(633 – 657)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39" w:tooltip="639" w:history="1">
              <w:r w:rsidRPr="005E7CB6">
                <w:rPr>
                  <w:rFonts w:cs="Calibri"/>
                  <w:lang w:val="es-ES" w:eastAsia="es-ES"/>
                </w:rPr>
                <w:t>639</w:t>
              </w:r>
            </w:hyperlink>
            <w:r w:rsidRPr="005E7CB6">
              <w:rPr>
                <w:rFonts w:cs="Calibri"/>
                <w:lang w:val="es-ES" w:eastAsia="es-ES"/>
              </w:rPr>
              <w:t xml:space="preserve"> – </w:t>
            </w:r>
            <w:hyperlink r:id="rId140" w:tooltip="657" w:history="1">
              <w:r w:rsidRPr="005E7CB6">
                <w:rPr>
                  <w:rFonts w:cs="Calibri"/>
                  <w:lang w:val="es-ES" w:eastAsia="es-ES"/>
                </w:rPr>
                <w:t>657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Neustrie et de Bourgogne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Dagobert </w:t>
            </w:r>
            <w:r w:rsidRPr="005E7CB6">
              <w:rPr>
                <w:rFonts w:cs="Calibri"/>
                <w:caps/>
                <w:smallCaps/>
                <w:lang w:val="es-ES" w:eastAsia="es-ES"/>
              </w:rPr>
              <w:t>I</w:t>
            </w:r>
            <w:r w:rsidRPr="005E7CB6">
              <w:rPr>
                <w:rFonts w:cs="Calibri"/>
                <w:vertAlign w:val="superscript"/>
                <w:lang w:val="es-ES" w:eastAsia="es-ES"/>
              </w:rPr>
              <w:t>er</w:t>
            </w:r>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1" w:tooltip="&quot;Childebert III&quot; " w:history="1">
              <w:r w:rsidRPr="005E7CB6">
                <w:rPr>
                  <w:rFonts w:cs="Calibri"/>
                  <w:noProof/>
                  <w:lang w:val="es-ES" w:eastAsia="es-ES"/>
                </w:rPr>
                <w:pict>
                  <v:shape id="Imagen 62" o:spid="_x0000_i1048" type="#_x0000_t75" alt="Childebert III" href="http://fr.wikipedia.org/wiki/Fichier:Sin_foto.s" title="&quot;Childebert III&quot;" style="width:60pt;height:80.25pt;visibility:visible" o:button="t">
                    <v:fill o:detectmouseclick="t"/>
                    <v:imagedata r:id="rId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2" w:tooltip="Childebert III l'Adopté" w:history="1">
              <w:r w:rsidRPr="005E7CB6">
                <w:rPr>
                  <w:rFonts w:cs="Calibri"/>
                  <w:lang w:val="es-ES" w:eastAsia="es-ES"/>
                </w:rPr>
                <w:t>Childebert III l'Adopté</w:t>
              </w:r>
            </w:hyperlink>
            <w:r w:rsidRPr="005E7CB6">
              <w:rPr>
                <w:rFonts w:cs="Calibri"/>
                <w:lang w:val="es-ES" w:eastAsia="es-ES"/>
              </w:rPr>
              <w:br/>
              <w:t>(† 662)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3" w:tooltip="656" w:history="1">
              <w:r w:rsidRPr="005E7CB6">
                <w:rPr>
                  <w:rFonts w:cs="Calibri"/>
                  <w:lang w:val="es-ES" w:eastAsia="es-ES"/>
                </w:rPr>
                <w:t>656</w:t>
              </w:r>
            </w:hyperlink>
            <w:r w:rsidRPr="005E7CB6">
              <w:rPr>
                <w:rFonts w:cs="Calibri"/>
                <w:lang w:val="es-ES" w:eastAsia="es-ES"/>
              </w:rPr>
              <w:t xml:space="preserve"> – </w:t>
            </w:r>
            <w:hyperlink r:id="rId144" w:tooltip="662" w:history="1">
              <w:r w:rsidRPr="005E7CB6">
                <w:rPr>
                  <w:rFonts w:cs="Calibri"/>
                  <w:lang w:val="es-ES" w:eastAsia="es-ES"/>
                </w:rPr>
                <w:t>662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Fils adoptif de Sigebert III.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5" w:tooltip="&quot;Clotaire III&quot; " w:history="1">
              <w:r w:rsidRPr="005E7CB6">
                <w:rPr>
                  <w:rFonts w:cs="Calibri"/>
                  <w:noProof/>
                  <w:lang w:val="es-ES" w:eastAsia="es-ES"/>
                </w:rPr>
                <w:pict>
                  <v:shape id="Imagen 63" o:spid="_x0000_i1049" type="#_x0000_t75" alt="Clotaire III" href="http://fr.wikipedia.org/wiki/Fichier:Portrait_Roi_de_france_Clotaire_III.j" title="&quot;Clotaire III&quot;" style="width:60pt;height:69pt;visibility:visible" o:button="t">
                    <v:fill o:detectmouseclick="t"/>
                    <v:imagedata r:id="rId14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7" w:tooltip="Clotaire III" w:history="1">
              <w:r w:rsidRPr="005E7CB6">
                <w:rPr>
                  <w:rFonts w:cs="Calibri"/>
                  <w:lang w:val="es-ES" w:eastAsia="es-ES"/>
                </w:rPr>
                <w:t>Clotaire III</w:t>
              </w:r>
            </w:hyperlink>
            <w:r w:rsidRPr="005E7CB6">
              <w:rPr>
                <w:rFonts w:cs="Calibri"/>
                <w:lang w:val="es-ES" w:eastAsia="es-ES"/>
              </w:rPr>
              <w:br/>
              <w:t>(v. 652 – 673)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48" w:tooltip="657" w:history="1">
              <w:r w:rsidRPr="005E7CB6">
                <w:rPr>
                  <w:rFonts w:cs="Calibri"/>
                  <w:lang w:val="es-ES" w:eastAsia="es-ES"/>
                </w:rPr>
                <w:t>657</w:t>
              </w:r>
            </w:hyperlink>
            <w:r w:rsidRPr="005E7CB6">
              <w:rPr>
                <w:rFonts w:cs="Calibri"/>
                <w:lang w:val="es-ES" w:eastAsia="es-ES"/>
              </w:rPr>
              <w:t xml:space="preserve"> – </w:t>
            </w:r>
            <w:hyperlink r:id="rId149" w:tooltip="673" w:history="1">
              <w:r w:rsidRPr="005E7CB6">
                <w:rPr>
                  <w:rFonts w:cs="Calibri"/>
                  <w:lang w:val="es-ES" w:eastAsia="es-ES"/>
                </w:rPr>
                <w:t>673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Neustrie et de Bourgogne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Clovis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50" w:tooltip="&quot;Childéric II&quot; " w:history="1">
              <w:r w:rsidRPr="005E7CB6">
                <w:rPr>
                  <w:rFonts w:cs="Calibri"/>
                  <w:noProof/>
                  <w:lang w:val="es-ES" w:eastAsia="es-ES"/>
                </w:rPr>
                <w:pict>
                  <v:shape id="Imagen 64" o:spid="_x0000_i1050" type="#_x0000_t75" alt="Childéric II" href="http://fr.wikipedia.org/wiki/Fichier:Portrait_Roi_de_france_Child%C3%A9ric_II.j" title="&quot;Childéric II&quot;" style="width:60pt;height:76.5pt;visibility:visible" o:button="t">
                    <v:fill o:detectmouseclick="t"/>
                    <v:imagedata r:id="rId15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52" w:tooltip="Childéric II" w:history="1">
              <w:r w:rsidRPr="005E7CB6">
                <w:rPr>
                  <w:rFonts w:cs="Calibri"/>
                  <w:lang w:val="es-ES" w:eastAsia="es-ES"/>
                </w:rPr>
                <w:t>Childéric II</w:t>
              </w:r>
            </w:hyperlink>
            <w:r w:rsidRPr="005E7CB6">
              <w:rPr>
                <w:rFonts w:cs="Calibri"/>
                <w:lang w:val="es-ES" w:eastAsia="es-ES"/>
              </w:rPr>
              <w:br/>
              <w:t>(v. 655 – 675)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53" w:tooltip="662" w:history="1">
              <w:r w:rsidRPr="005E7CB6">
                <w:rPr>
                  <w:rFonts w:cs="Calibri"/>
                  <w:lang w:val="es-ES" w:eastAsia="es-ES"/>
                </w:rPr>
                <w:t>662</w:t>
              </w:r>
            </w:hyperlink>
            <w:r w:rsidRPr="005E7CB6">
              <w:rPr>
                <w:rFonts w:cs="Calibri"/>
                <w:lang w:val="es-ES" w:eastAsia="es-ES"/>
              </w:rPr>
              <w:t xml:space="preserve"> – </w:t>
            </w:r>
            <w:hyperlink r:id="rId154" w:tooltip="675" w:history="1">
              <w:r w:rsidRPr="005E7CB6">
                <w:rPr>
                  <w:rFonts w:cs="Calibri"/>
                  <w:lang w:val="es-ES" w:eastAsia="es-ES"/>
                </w:rPr>
                <w:t>675</w:t>
              </w:r>
            </w:hyperlink>
            <w:r w:rsidRPr="005E7CB6">
              <w:rPr>
                <w:rFonts w:cs="Calibri"/>
                <w:lang w:val="es-ES" w:eastAsia="es-ES"/>
              </w:rPr>
              <w:br/>
            </w:r>
            <w:hyperlink r:id="rId155" w:tooltip="673" w:history="1">
              <w:r w:rsidRPr="005E7CB6">
                <w:rPr>
                  <w:rFonts w:cs="Calibri"/>
                  <w:lang w:val="es-ES" w:eastAsia="es-ES"/>
                </w:rPr>
                <w:t>673</w:t>
              </w:r>
            </w:hyperlink>
            <w:r w:rsidRPr="005E7CB6">
              <w:rPr>
                <w:rFonts w:cs="Calibri"/>
                <w:lang w:val="es-ES" w:eastAsia="es-ES"/>
              </w:rPr>
              <w:t xml:space="preserve"> – </w:t>
            </w:r>
            <w:hyperlink r:id="rId156" w:tooltip="675" w:history="1">
              <w:r w:rsidRPr="005E7CB6">
                <w:rPr>
                  <w:rFonts w:cs="Calibri"/>
                  <w:lang w:val="es-ES" w:eastAsia="es-ES"/>
                </w:rPr>
                <w:t>675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d'Austrasie</w:t>
            </w:r>
            <w:r w:rsidRPr="005E7CB6">
              <w:rPr>
                <w:rFonts w:cs="Calibri"/>
                <w:lang w:eastAsia="es-ES"/>
              </w:rPr>
              <w:b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Fils de Clovis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57" w:tooltip="&quot;Thierry III&quot; " w:history="1">
              <w:r w:rsidRPr="005E7CB6">
                <w:rPr>
                  <w:rFonts w:cs="Calibri"/>
                  <w:noProof/>
                  <w:lang w:val="es-ES" w:eastAsia="es-ES"/>
                </w:rPr>
                <w:pict>
                  <v:shape id="Imagen 65" o:spid="_x0000_i1051" type="#_x0000_t75" alt="Thierry III" href="http://fr.wikipedia.org/wiki/Fichier:Theuderic_III.j" title="&quot;Thierry III&quot;" style="width:60pt;height:59.25pt;visibility:visible" o:button="t">
                    <v:fill o:detectmouseclick="t"/>
                    <v:imagedata r:id="rId15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59" w:tooltip="Thierry III" w:history="1">
              <w:r w:rsidRPr="005E7CB6">
                <w:rPr>
                  <w:rFonts w:cs="Calibri"/>
                  <w:lang w:val="es-ES" w:eastAsia="es-ES"/>
                </w:rPr>
                <w:t>Thierry III</w:t>
              </w:r>
            </w:hyperlink>
            <w:r w:rsidRPr="005E7CB6">
              <w:rPr>
                <w:rFonts w:cs="Calibri"/>
                <w:lang w:val="es-ES" w:eastAsia="es-ES"/>
              </w:rPr>
              <w:br/>
              <w:t>(v. 657 – 691)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60" w:tooltip="673" w:history="1">
              <w:r w:rsidRPr="005E7CB6">
                <w:rPr>
                  <w:rFonts w:cs="Calibri"/>
                  <w:lang w:val="es-ES" w:eastAsia="es-ES"/>
                </w:rPr>
                <w:t>673</w:t>
              </w:r>
            </w:hyperlink>
            <w:r w:rsidRPr="005E7CB6">
              <w:rPr>
                <w:rFonts w:cs="Calibri"/>
                <w:lang w:val="es-ES" w:eastAsia="es-ES"/>
              </w:rPr>
              <w:t xml:space="preserve">, puis </w:t>
            </w:r>
            <w:hyperlink r:id="rId161" w:tooltip="675" w:history="1">
              <w:r w:rsidRPr="005E7CB6">
                <w:rPr>
                  <w:rFonts w:cs="Calibri"/>
                  <w:lang w:val="es-ES" w:eastAsia="es-ES"/>
                </w:rPr>
                <w:t>675</w:t>
              </w:r>
            </w:hyperlink>
            <w:r w:rsidRPr="005E7CB6">
              <w:rPr>
                <w:rFonts w:cs="Calibri"/>
                <w:lang w:val="es-ES" w:eastAsia="es-ES"/>
              </w:rPr>
              <w:t xml:space="preserve"> – </w:t>
            </w:r>
            <w:hyperlink r:id="rId162" w:tooltip="687" w:history="1">
              <w:r w:rsidRPr="005E7CB6">
                <w:rPr>
                  <w:rFonts w:cs="Calibri"/>
                  <w:lang w:val="es-ES" w:eastAsia="es-ES"/>
                </w:rPr>
                <w:t>687</w:t>
              </w:r>
            </w:hyperlink>
            <w:r w:rsidRPr="005E7CB6">
              <w:rPr>
                <w:rFonts w:cs="Calibri"/>
                <w:lang w:val="es-ES" w:eastAsia="es-ES"/>
              </w:rPr>
              <w:br/>
            </w:r>
            <w:hyperlink r:id="rId163" w:tooltip="687" w:history="1">
              <w:r w:rsidRPr="005E7CB6">
                <w:rPr>
                  <w:rFonts w:cs="Calibri"/>
                  <w:lang w:val="es-ES" w:eastAsia="es-ES"/>
                </w:rPr>
                <w:t>687</w:t>
              </w:r>
            </w:hyperlink>
            <w:r w:rsidRPr="005E7CB6">
              <w:rPr>
                <w:rFonts w:cs="Calibri"/>
                <w:lang w:val="es-ES" w:eastAsia="es-ES"/>
              </w:rPr>
              <w:t xml:space="preserve"> – </w:t>
            </w:r>
            <w:hyperlink r:id="rId164" w:tooltip="691" w:history="1">
              <w:r w:rsidRPr="005E7CB6">
                <w:rPr>
                  <w:rFonts w:cs="Calibri"/>
                  <w:lang w:val="es-ES" w:eastAsia="es-ES"/>
                </w:rPr>
                <w:t>691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Neustrie</w:t>
            </w:r>
            <w:r w:rsidRPr="005E7CB6">
              <w:rPr>
                <w:rFonts w:cs="Calibri"/>
                <w:lang w:eastAsia="es-ES"/>
              </w:rPr>
              <w:b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w:t>
            </w:r>
            <w:hyperlink r:id="rId165" w:tooltip="Clovis II" w:history="1">
              <w:r w:rsidRPr="005E7CB6">
                <w:rPr>
                  <w:rFonts w:cs="Calibri"/>
                  <w:lang w:val="es-ES" w:eastAsia="es-ES"/>
                </w:rPr>
                <w:t>Clovis II</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66" w:tooltip="&quot;Clovis III&quot; " w:history="1">
              <w:r w:rsidRPr="005E7CB6">
                <w:rPr>
                  <w:rFonts w:cs="Calibri"/>
                  <w:noProof/>
                  <w:lang w:val="es-ES" w:eastAsia="es-ES"/>
                </w:rPr>
                <w:pict>
                  <v:shape id="Imagen 66" o:spid="_x0000_i1052" type="#_x0000_t75" alt="Clovis III" href="http://fr.wikipedia.org/wiki/Fichier:Portrait_Roi_de_france_Clovis_III_(sic).j" title="&quot;Clovis III&quot;" style="width:60pt;height:72.75pt;visibility:visible" o:button="t">
                    <v:fill o:detectmouseclick="t"/>
                    <v:imagedata r:id="rId16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68" w:tooltip="Clovis III" w:history="1">
              <w:r w:rsidRPr="005E7CB6">
                <w:rPr>
                  <w:rFonts w:cs="Calibri"/>
                  <w:lang w:val="es-ES" w:eastAsia="es-ES"/>
                </w:rPr>
                <w:t>Clovis III</w:t>
              </w:r>
            </w:hyperlink>
            <w:r w:rsidRPr="005E7CB6">
              <w:rPr>
                <w:rFonts w:cs="Calibri"/>
                <w:lang w:val="es-ES" w:eastAsia="es-ES"/>
              </w:rPr>
              <w:br/>
              <w:t>(† 676)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69" w:tooltip="675" w:history="1">
              <w:r w:rsidRPr="005E7CB6">
                <w:rPr>
                  <w:rFonts w:cs="Calibri"/>
                  <w:lang w:val="es-ES" w:eastAsia="es-ES"/>
                </w:rPr>
                <w:t>675</w:t>
              </w:r>
            </w:hyperlink>
            <w:r w:rsidRPr="005E7CB6">
              <w:rPr>
                <w:rFonts w:cs="Calibri"/>
                <w:lang w:val="es-ES" w:eastAsia="es-ES"/>
              </w:rPr>
              <w:t xml:space="preserve"> – </w:t>
            </w:r>
            <w:hyperlink r:id="rId170" w:tooltip="676" w:history="1">
              <w:r w:rsidRPr="005E7CB6">
                <w:rPr>
                  <w:rFonts w:cs="Calibri"/>
                  <w:lang w:val="es-ES" w:eastAsia="es-ES"/>
                </w:rPr>
                <w:t>676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Prétendument fils de </w:t>
            </w:r>
            <w:hyperlink r:id="rId171" w:tooltip="Clotaire III" w:history="1">
              <w:r w:rsidRPr="005E7CB6">
                <w:rPr>
                  <w:rFonts w:cs="Calibri"/>
                  <w:lang w:eastAsia="es-ES"/>
                </w:rPr>
                <w:t>Clotaire III</w:t>
              </w:r>
            </w:hyperlink>
            <w:r w:rsidRPr="005E7CB6">
              <w:rPr>
                <w:rFonts w:cs="Calibri"/>
                <w:lang w:eastAsia="es-ES"/>
              </w:rPr>
              <w:t xml:space="preserve">, placé sur le trône d'Austrasie par le maire du palais </w:t>
            </w:r>
            <w:hyperlink r:id="rId172" w:tooltip="Ebroïn" w:history="1">
              <w:r w:rsidRPr="005E7CB6">
                <w:rPr>
                  <w:rFonts w:cs="Calibri"/>
                  <w:lang w:eastAsia="es-ES"/>
                </w:rPr>
                <w:t>Ebroïn</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73" w:tooltip="&quot;Dagobert II&quot; " w:history="1">
              <w:r w:rsidRPr="005E7CB6">
                <w:rPr>
                  <w:rFonts w:cs="Calibri"/>
                  <w:noProof/>
                  <w:lang w:val="es-ES" w:eastAsia="es-ES"/>
                </w:rPr>
                <w:pict>
                  <v:shape id="Imagen 67" o:spid="_x0000_i1053" type="#_x0000_t75" alt="Dagobert II" href="http://fr.wikipedia.org/wiki/Fichier:Dagobert_II..p" title="&quot;Dagobert II&quot;" style="width:60pt;height:60pt;visibility:visible" o:button="t">
                    <v:fill o:detectmouseclick="t"/>
                    <v:imagedata r:id="rId17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75" w:tooltip="Dagobert II" w:history="1">
              <w:r w:rsidRPr="005E7CB6">
                <w:rPr>
                  <w:rFonts w:cs="Calibri"/>
                  <w:lang w:val="es-ES" w:eastAsia="es-ES"/>
                </w:rPr>
                <w:t>Dagobert II</w:t>
              </w:r>
            </w:hyperlink>
            <w:r w:rsidRPr="005E7CB6">
              <w:rPr>
                <w:rFonts w:cs="Calibri"/>
                <w:lang w:val="es-ES" w:eastAsia="es-ES"/>
              </w:rPr>
              <w:br/>
              <w:t>(v. 652 – 23 décembre 679)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76" w:tooltip="676" w:history="1">
              <w:r w:rsidRPr="005E7CB6">
                <w:rPr>
                  <w:rFonts w:cs="Calibri"/>
                  <w:lang w:val="es-ES" w:eastAsia="es-ES"/>
                </w:rPr>
                <w:t>676</w:t>
              </w:r>
            </w:hyperlink>
            <w:r w:rsidRPr="005E7CB6">
              <w:rPr>
                <w:rFonts w:cs="Calibri"/>
                <w:lang w:val="es-ES" w:eastAsia="es-ES"/>
              </w:rPr>
              <w:t xml:space="preserve"> – </w:t>
            </w:r>
            <w:hyperlink r:id="rId177" w:tooltip="679" w:history="1">
              <w:r w:rsidRPr="005E7CB6">
                <w:rPr>
                  <w:rFonts w:cs="Calibri"/>
                  <w:lang w:val="es-ES" w:eastAsia="es-ES"/>
                </w:rPr>
                <w:t>679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Fils de </w:t>
            </w:r>
            <w:hyperlink r:id="rId178" w:tooltip="Sigebert III" w:history="1">
              <w:r w:rsidRPr="005E7CB6">
                <w:rPr>
                  <w:rFonts w:cs="Calibri"/>
                  <w:lang w:eastAsia="es-ES"/>
                </w:rPr>
                <w:t>Sigebert III</w:t>
              </w:r>
            </w:hyperlink>
            <w:r w:rsidRPr="005E7CB6">
              <w:rPr>
                <w:rFonts w:cs="Calibri"/>
                <w:lang w:eastAsia="es-ES"/>
              </w:rPr>
              <w:t xml:space="preserve">. Canonisé en </w:t>
            </w:r>
            <w:hyperlink r:id="rId179" w:tooltip="892" w:history="1">
              <w:r w:rsidRPr="005E7CB6">
                <w:rPr>
                  <w:rFonts w:cs="Calibri"/>
                  <w:lang w:eastAsia="es-ES"/>
                </w:rPr>
                <w:t>892</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0" w:tooltip="&quot;Clovis IV&quot; " w:history="1">
              <w:r w:rsidRPr="005E7CB6">
                <w:rPr>
                  <w:rFonts w:cs="Calibri"/>
                  <w:noProof/>
                  <w:lang w:val="es-ES" w:eastAsia="es-ES"/>
                </w:rPr>
                <w:pict>
                  <v:shape id="Imagen 68" o:spid="_x0000_i1054" type="#_x0000_t75" alt="Clovis IV" href="http://fr.wikipedia.org/wiki/Fichier:Georges_Rouget_(1783-1869)_-_Clovis_III_roi_d'Austrasie_en_691_(682-695).j" title="&quot;Clovis IV&quot;" style="width:60pt;height:75.75pt;visibility:visible" o:button="t">
                    <v:fill o:detectmouseclick="t"/>
                    <v:imagedata r:id="rId18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2" w:tooltip="Clovis IV" w:history="1">
              <w:r w:rsidRPr="005E7CB6">
                <w:rPr>
                  <w:rFonts w:cs="Calibri"/>
                  <w:b/>
                  <w:bCs/>
                  <w:lang w:val="es-ES" w:eastAsia="es-ES"/>
                </w:rPr>
                <w:t>Clovis IV</w:t>
              </w:r>
            </w:hyperlink>
            <w:r w:rsidRPr="005E7CB6">
              <w:rPr>
                <w:rFonts w:cs="Calibri"/>
                <w:lang w:val="es-ES" w:eastAsia="es-ES"/>
              </w:rPr>
              <w:br/>
              <w:t>(v. 680 – 695)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3" w:tooltip="691" w:history="1">
              <w:r w:rsidRPr="005E7CB6">
                <w:rPr>
                  <w:rFonts w:cs="Calibri"/>
                  <w:lang w:val="es-ES" w:eastAsia="es-ES"/>
                </w:rPr>
                <w:t>691</w:t>
              </w:r>
            </w:hyperlink>
            <w:r w:rsidRPr="005E7CB6">
              <w:rPr>
                <w:rFonts w:cs="Calibri"/>
                <w:lang w:val="es-ES" w:eastAsia="es-ES"/>
              </w:rPr>
              <w:t xml:space="preserve"> – </w:t>
            </w:r>
            <w:hyperlink r:id="rId184" w:tooltip="695" w:history="1">
              <w:r w:rsidRPr="005E7CB6">
                <w:rPr>
                  <w:rFonts w:cs="Calibri"/>
                  <w:lang w:val="es-ES" w:eastAsia="es-ES"/>
                </w:rPr>
                <w:t>695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w:t>
            </w:r>
            <w:hyperlink r:id="rId185" w:tooltip="Thierry III" w:history="1">
              <w:r w:rsidRPr="005E7CB6">
                <w:rPr>
                  <w:rFonts w:cs="Calibri"/>
                  <w:lang w:val="es-ES" w:eastAsia="es-ES"/>
                </w:rPr>
                <w:t>Thierry III</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6" w:tooltip="&quot;Childebert IV&quot; " w:history="1">
              <w:r w:rsidRPr="005E7CB6">
                <w:rPr>
                  <w:rFonts w:cs="Calibri"/>
                  <w:noProof/>
                  <w:lang w:val="es-ES" w:eastAsia="es-ES"/>
                </w:rPr>
                <w:pict>
                  <v:shape id="Imagen 69" o:spid="_x0000_i1055" type="#_x0000_t75" alt="Childebert IV" href="http://fr.wikipedia.org/wiki/Fichier:Childebert_III_694_711.j" title="&quot;Childebert IV&quot;" style="width:60pt;height:63pt;visibility:visible" o:button="t">
                    <v:fill o:detectmouseclick="t"/>
                    <v:imagedata r:id="rId18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8" w:tooltip="Childebert IV" w:history="1">
              <w:r w:rsidRPr="005E7CB6">
                <w:rPr>
                  <w:rFonts w:cs="Calibri"/>
                  <w:lang w:val="es-ES" w:eastAsia="es-ES"/>
                </w:rPr>
                <w:t>Childebert IV</w:t>
              </w:r>
            </w:hyperlink>
            <w:r w:rsidRPr="005E7CB6">
              <w:rPr>
                <w:rFonts w:cs="Calibri"/>
                <w:lang w:val="es-ES" w:eastAsia="es-ES"/>
              </w:rPr>
              <w:br/>
              <w:t>(v. 683 – 711)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89" w:tooltip="695" w:history="1">
              <w:r w:rsidRPr="005E7CB6">
                <w:rPr>
                  <w:rFonts w:cs="Calibri"/>
                  <w:lang w:val="es-ES" w:eastAsia="es-ES"/>
                </w:rPr>
                <w:t>695</w:t>
              </w:r>
            </w:hyperlink>
            <w:r w:rsidRPr="005E7CB6">
              <w:rPr>
                <w:rFonts w:cs="Calibri"/>
                <w:lang w:val="es-ES" w:eastAsia="es-ES"/>
              </w:rPr>
              <w:t xml:space="preserve"> – </w:t>
            </w:r>
            <w:hyperlink r:id="rId190" w:tooltip="711" w:history="1">
              <w:r w:rsidRPr="005E7CB6">
                <w:rPr>
                  <w:rFonts w:cs="Calibri"/>
                  <w:lang w:val="es-ES" w:eastAsia="es-ES"/>
                </w:rPr>
                <w:t>711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w:t>
            </w:r>
            <w:hyperlink r:id="rId191" w:tooltip="Thierry III" w:history="1">
              <w:r w:rsidRPr="005E7CB6">
                <w:rPr>
                  <w:rFonts w:cs="Calibri"/>
                  <w:lang w:val="es-ES" w:eastAsia="es-ES"/>
                </w:rPr>
                <w:t>Thierry III</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92" w:tooltip="&quot;Dagobert III&quot; " w:history="1">
              <w:r w:rsidRPr="005E7CB6">
                <w:rPr>
                  <w:rFonts w:cs="Calibri"/>
                  <w:noProof/>
                  <w:lang w:val="es-ES" w:eastAsia="es-ES"/>
                </w:rPr>
                <w:pict>
                  <v:shape id="Imagen 70" o:spid="_x0000_i1056" type="#_x0000_t75" alt="Dagobert III" href="http://fr.wikipedia.org/wiki/Fichier:Portrait_Roi_de_france_Dagobert_II_(i.e_III).j" title="&quot;Dagobert III&quot;" style="width:60pt;height:78pt;visibility:visible" o:button="t">
                    <v:fill o:detectmouseclick="t"/>
                    <v:imagedata r:id="rId193"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94" w:tooltip="Dagobert III" w:history="1">
              <w:r w:rsidRPr="005E7CB6">
                <w:rPr>
                  <w:rFonts w:cs="Calibri"/>
                  <w:lang w:val="es-ES" w:eastAsia="es-ES"/>
                </w:rPr>
                <w:t>Dagobert III</w:t>
              </w:r>
            </w:hyperlink>
            <w:r w:rsidRPr="005E7CB6">
              <w:rPr>
                <w:rFonts w:cs="Calibri"/>
                <w:lang w:val="es-ES" w:eastAsia="es-ES"/>
              </w:rPr>
              <w:br/>
              <w:t>(v. 699 – 715)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95" w:tooltip="711" w:history="1">
              <w:r w:rsidRPr="005E7CB6">
                <w:rPr>
                  <w:rFonts w:cs="Calibri"/>
                  <w:lang w:val="es-ES" w:eastAsia="es-ES"/>
                </w:rPr>
                <w:t>711</w:t>
              </w:r>
            </w:hyperlink>
            <w:r w:rsidRPr="005E7CB6">
              <w:rPr>
                <w:rFonts w:cs="Calibri"/>
                <w:lang w:val="es-ES" w:eastAsia="es-ES"/>
              </w:rPr>
              <w:t xml:space="preserve"> – </w:t>
            </w:r>
            <w:hyperlink r:id="rId196" w:tooltip="715" w:history="1">
              <w:r w:rsidRPr="005E7CB6">
                <w:rPr>
                  <w:rFonts w:cs="Calibri"/>
                  <w:lang w:val="es-ES" w:eastAsia="es-ES"/>
                </w:rPr>
                <w:t>715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 xml:space="preserve">Fils de </w:t>
            </w:r>
            <w:hyperlink r:id="rId197" w:tooltip="Childebert IV" w:history="1">
              <w:r w:rsidRPr="005E7CB6">
                <w:rPr>
                  <w:rFonts w:cs="Calibri"/>
                  <w:lang w:val="es-ES" w:eastAsia="es-ES"/>
                </w:rPr>
                <w:t>Childebert IV</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98" w:tooltip="&quot;Chilpéric II&quot; " w:history="1">
              <w:r w:rsidRPr="005E7CB6">
                <w:rPr>
                  <w:rFonts w:cs="Calibri"/>
                  <w:noProof/>
                  <w:lang w:val="es-ES" w:eastAsia="es-ES"/>
                </w:rPr>
                <w:pict>
                  <v:shape id="Imagen 71" o:spid="_x0000_i1057" type="#_x0000_t75" alt="Chilpéric II" href="http://fr.wikipedia.org/wiki/Fichier:Portrait_Roy_de_france_Chilperic_II.j" title="&quot;Chilpéric II&quot;" style="width:60pt;height:78.75pt;visibility:visible" o:button="t">
                    <v:fill o:detectmouseclick="t"/>
                    <v:imagedata r:id="rId19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00" w:tooltip="Chilpéric II (roi des Francs)" w:history="1">
              <w:r w:rsidRPr="005E7CB6">
                <w:rPr>
                  <w:rFonts w:cs="Calibri"/>
                  <w:lang w:val="es-ES" w:eastAsia="es-ES"/>
                </w:rPr>
                <w:t>Chilpéric II</w:t>
              </w:r>
            </w:hyperlink>
            <w:r w:rsidRPr="005E7CB6">
              <w:rPr>
                <w:rFonts w:cs="Calibri"/>
                <w:lang w:val="es-ES" w:eastAsia="es-ES"/>
              </w:rPr>
              <w:br/>
              <w:t>(v. 670 – 721)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01" w:tooltip="715" w:history="1">
              <w:r w:rsidRPr="005E7CB6">
                <w:rPr>
                  <w:rFonts w:cs="Calibri"/>
                  <w:lang w:val="es-ES" w:eastAsia="es-ES"/>
                </w:rPr>
                <w:t>715</w:t>
              </w:r>
            </w:hyperlink>
            <w:r w:rsidRPr="005E7CB6">
              <w:rPr>
                <w:rFonts w:cs="Calibri"/>
                <w:lang w:val="es-ES" w:eastAsia="es-ES"/>
              </w:rPr>
              <w:t xml:space="preserve"> – </w:t>
            </w:r>
            <w:hyperlink r:id="rId202" w:tooltip="719" w:history="1">
              <w:r w:rsidRPr="005E7CB6">
                <w:rPr>
                  <w:rFonts w:cs="Calibri"/>
                  <w:lang w:val="es-ES" w:eastAsia="es-ES"/>
                </w:rPr>
                <w:t>719</w:t>
              </w:r>
            </w:hyperlink>
            <w:r w:rsidRPr="005E7CB6">
              <w:rPr>
                <w:rFonts w:cs="Calibri"/>
                <w:lang w:val="es-ES" w:eastAsia="es-ES"/>
              </w:rPr>
              <w:br/>
            </w:r>
            <w:hyperlink r:id="rId203" w:tooltip="719" w:history="1">
              <w:r w:rsidRPr="005E7CB6">
                <w:rPr>
                  <w:rFonts w:cs="Calibri"/>
                  <w:lang w:val="es-ES" w:eastAsia="es-ES"/>
                </w:rPr>
                <w:t>719</w:t>
              </w:r>
            </w:hyperlink>
            <w:r w:rsidRPr="005E7CB6">
              <w:rPr>
                <w:rFonts w:cs="Calibri"/>
                <w:lang w:val="es-ES" w:eastAsia="es-ES"/>
              </w:rPr>
              <w:t xml:space="preserve"> – </w:t>
            </w:r>
            <w:hyperlink r:id="rId204" w:tooltip="721" w:history="1">
              <w:r w:rsidRPr="005E7CB6">
                <w:rPr>
                  <w:rFonts w:cs="Calibri"/>
                  <w:lang w:val="es-ES" w:eastAsia="es-ES"/>
                </w:rPr>
                <w:t>721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lang w:eastAsia="es-ES"/>
              </w:rPr>
              <w:t>Roi de Neustrie et de Bourgogne</w:t>
            </w:r>
            <w:r w:rsidRPr="005E7CB6">
              <w:rPr>
                <w:rFonts w:cs="Calibri"/>
                <w:lang w:eastAsia="es-ES"/>
              </w:rPr>
              <w:b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Probablement fils de </w:t>
            </w:r>
            <w:hyperlink r:id="rId205" w:tooltip="Childéric II" w:history="1">
              <w:r w:rsidRPr="005E7CB6">
                <w:rPr>
                  <w:rFonts w:cs="Calibri"/>
                  <w:lang w:eastAsia="es-ES"/>
                </w:rPr>
                <w:t>Childéric II</w:t>
              </w:r>
            </w:hyperlink>
            <w:r w:rsidRPr="005E7CB6">
              <w:rPr>
                <w:rFonts w:cs="Calibri"/>
                <w:lang w:eastAsia="es-ES"/>
              </w:rPr>
              <w:t xml:space="preserve">. Élu roi de Neustrie en 715, sous l'égide du maire du palais </w:t>
            </w:r>
            <w:hyperlink r:id="rId206" w:tooltip="Rainfroi" w:history="1">
              <w:r w:rsidRPr="005E7CB6">
                <w:rPr>
                  <w:rFonts w:cs="Calibri"/>
                  <w:lang w:eastAsia="es-ES"/>
                </w:rPr>
                <w:t>Rainfroi</w:t>
              </w:r>
            </w:hyperlink>
            <w:r w:rsidRPr="005E7CB6">
              <w:rPr>
                <w:rFonts w:cs="Calibri"/>
                <w:lang w:eastAsia="es-ES"/>
              </w:rPr>
              <w:t>. Devient roi de tous les Francs après la mort de son concurrent Clotaire IV, en 719.</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07" w:tooltip="&quot;Clotaire IV&quot; " w:history="1">
              <w:r w:rsidRPr="005E7CB6">
                <w:rPr>
                  <w:rFonts w:cs="Calibri"/>
                  <w:noProof/>
                  <w:lang w:val="es-ES" w:eastAsia="es-ES"/>
                </w:rPr>
                <w:pict>
                  <v:shape id="Imagen 72" o:spid="_x0000_i1058" type="#_x0000_t75" alt="Clotaire IV" href="http://fr.wikipedia.org/wiki/Fichier:Sin_foto.s" title="&quot;Clotaire IV&quot;" style="width:60pt;height:80.25pt;visibility:visible" o:button="t">
                    <v:fill o:detectmouseclick="t"/>
                    <v:imagedata r:id="rId2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08" w:tooltip="Clotaire IV" w:history="1">
              <w:r w:rsidRPr="005E7CB6">
                <w:rPr>
                  <w:rFonts w:cs="Calibri"/>
                  <w:lang w:val="es-ES" w:eastAsia="es-ES"/>
                </w:rPr>
                <w:t>Clotaire IV</w:t>
              </w:r>
            </w:hyperlink>
            <w:r w:rsidRPr="005E7CB6">
              <w:rPr>
                <w:rFonts w:cs="Calibri"/>
                <w:lang w:val="es-ES" w:eastAsia="es-ES"/>
              </w:rPr>
              <w:br/>
              <w:t>(v. 685 – 719)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09" w:tooltip="717" w:history="1">
              <w:r w:rsidRPr="005E7CB6">
                <w:rPr>
                  <w:rFonts w:cs="Calibri"/>
                  <w:lang w:val="es-ES" w:eastAsia="es-ES"/>
                </w:rPr>
                <w:t>717</w:t>
              </w:r>
            </w:hyperlink>
            <w:r w:rsidRPr="005E7CB6">
              <w:rPr>
                <w:rFonts w:cs="Calibri"/>
                <w:lang w:val="es-ES" w:eastAsia="es-ES"/>
              </w:rPr>
              <w:t xml:space="preserve"> – </w:t>
            </w:r>
            <w:hyperlink r:id="rId210" w:tooltip="719" w:history="1">
              <w:r w:rsidRPr="005E7CB6">
                <w:rPr>
                  <w:rFonts w:cs="Calibri"/>
                  <w:lang w:val="es-ES" w:eastAsia="es-ES"/>
                </w:rPr>
                <w:t>719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d'Austrasie</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Probablement fils de </w:t>
            </w:r>
            <w:hyperlink r:id="rId211" w:tooltip="Thierry III" w:history="1">
              <w:r w:rsidRPr="005E7CB6">
                <w:rPr>
                  <w:rFonts w:cs="Calibri"/>
                  <w:lang w:eastAsia="es-ES"/>
                </w:rPr>
                <w:t>Thierry III</w:t>
              </w:r>
            </w:hyperlink>
            <w:r w:rsidRPr="005E7CB6">
              <w:rPr>
                <w:rFonts w:cs="Calibri"/>
                <w:lang w:eastAsia="es-ES"/>
              </w:rPr>
              <w:t xml:space="preserve">, placé sur le trône d'Austrasie par </w:t>
            </w:r>
            <w:hyperlink r:id="rId212" w:tooltip="Charles Martel" w:history="1">
              <w:r w:rsidRPr="005E7CB6">
                <w:rPr>
                  <w:rFonts w:cs="Calibri"/>
                  <w:lang w:eastAsia="es-ES"/>
                </w:rPr>
                <w:t>Charles Martel</w:t>
              </w:r>
            </w:hyperlink>
            <w:r w:rsidRPr="005E7CB6">
              <w:rPr>
                <w:rFonts w:cs="Calibri"/>
                <w:lang w:eastAsia="es-ES"/>
              </w:rPr>
              <w:t xml:space="preserve">, en lutte contre les Neustriens </w:t>
            </w:r>
            <w:hyperlink r:id="rId213" w:tooltip="Chilpéric II (roi des Francs)" w:history="1">
              <w:r w:rsidRPr="005E7CB6">
                <w:rPr>
                  <w:rFonts w:cs="Calibri"/>
                  <w:lang w:eastAsia="es-ES"/>
                </w:rPr>
                <w:t>Chilpéric II</w:t>
              </w:r>
            </w:hyperlink>
            <w:r w:rsidRPr="005E7CB6">
              <w:rPr>
                <w:rFonts w:cs="Calibri"/>
                <w:lang w:eastAsia="es-ES"/>
              </w:rPr>
              <w:t xml:space="preserve"> et </w:t>
            </w:r>
            <w:hyperlink r:id="rId214" w:tooltip="Rainfroi" w:history="1">
              <w:r w:rsidRPr="005E7CB6">
                <w:rPr>
                  <w:rFonts w:cs="Calibri"/>
                  <w:lang w:eastAsia="es-ES"/>
                </w:rPr>
                <w:t>Rainfroi</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15" w:tooltip="&quot;Thierry IV&quot; " w:history="1">
              <w:r w:rsidRPr="005E7CB6">
                <w:rPr>
                  <w:rFonts w:cs="Calibri"/>
                  <w:noProof/>
                  <w:lang w:val="es-ES" w:eastAsia="es-ES"/>
                </w:rPr>
                <w:pict>
                  <v:shape id="Imagen 73" o:spid="_x0000_i1059" type="#_x0000_t75" alt="Thierry IV" href="http://fr.wikipedia.org/wiki/Fichier:Portrait_Roi_de_france_Thierri_II_(i.e._IV).j" title="&quot;Thierry IV&quot;" style="width:60pt;height:71.25pt;visibility:visible" o:button="t">
                    <v:fill o:detectmouseclick="t"/>
                    <v:imagedata r:id="rId9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16" w:tooltip="Thierry IV" w:history="1">
              <w:r w:rsidRPr="005E7CB6">
                <w:rPr>
                  <w:rFonts w:cs="Calibri"/>
                  <w:lang w:val="es-ES" w:eastAsia="es-ES"/>
                </w:rPr>
                <w:t>Thierry IV</w:t>
              </w:r>
            </w:hyperlink>
            <w:r w:rsidRPr="005E7CB6">
              <w:rPr>
                <w:rFonts w:cs="Calibri"/>
                <w:lang w:val="es-ES" w:eastAsia="es-ES"/>
              </w:rPr>
              <w:br/>
              <w:t>(† 737)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17" w:tooltip="721" w:history="1">
              <w:r w:rsidRPr="005E7CB6">
                <w:rPr>
                  <w:rFonts w:cs="Calibri"/>
                  <w:lang w:val="es-ES" w:eastAsia="es-ES"/>
                </w:rPr>
                <w:t>721</w:t>
              </w:r>
            </w:hyperlink>
            <w:r w:rsidRPr="005E7CB6">
              <w:rPr>
                <w:rFonts w:cs="Calibri"/>
                <w:lang w:val="es-ES" w:eastAsia="es-ES"/>
              </w:rPr>
              <w:t xml:space="preserve"> – </w:t>
            </w:r>
            <w:hyperlink r:id="rId218" w:tooltip="737" w:history="1">
              <w:r w:rsidRPr="005E7CB6">
                <w:rPr>
                  <w:rFonts w:cs="Calibri"/>
                  <w:lang w:val="es-ES" w:eastAsia="es-ES"/>
                </w:rPr>
                <w:t>737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Fils de </w:t>
            </w:r>
            <w:hyperlink r:id="rId219" w:tooltip="Dagobert III" w:history="1">
              <w:r w:rsidRPr="005E7CB6">
                <w:rPr>
                  <w:rFonts w:cs="Calibri"/>
                  <w:lang w:eastAsia="es-ES"/>
                </w:rPr>
                <w:t>Dagobert III</w:t>
              </w:r>
            </w:hyperlink>
            <w:r w:rsidRPr="005E7CB6">
              <w:rPr>
                <w:rFonts w:cs="Calibri"/>
                <w:lang w:eastAsia="es-ES"/>
              </w:rPr>
              <w:t xml:space="preserve">, placé sur le trône par </w:t>
            </w:r>
            <w:hyperlink r:id="rId220" w:tooltip="Charles Martel" w:history="1">
              <w:r w:rsidRPr="005E7CB6">
                <w:rPr>
                  <w:rFonts w:cs="Calibri"/>
                  <w:lang w:eastAsia="es-ES"/>
                </w:rPr>
                <w:t>Charles Martel</w:t>
              </w:r>
            </w:hyperlink>
            <w:r w:rsidRPr="005E7CB6">
              <w:rPr>
                <w:rFonts w:cs="Calibri"/>
                <w:lang w:eastAsia="es-ES"/>
              </w:rPr>
              <w:t xml:space="preserve"> après la mort de </w:t>
            </w:r>
            <w:hyperlink r:id="rId221" w:tooltip="Chilpéric II (roi des Francs)" w:history="1">
              <w:r w:rsidRPr="005E7CB6">
                <w:rPr>
                  <w:rFonts w:cs="Calibri"/>
                  <w:lang w:eastAsia="es-ES"/>
                </w:rPr>
                <w:t>Chilpéric II</w:t>
              </w:r>
            </w:hyperlink>
            <w:r w:rsidRPr="005E7CB6">
              <w:rPr>
                <w:rFonts w:cs="Calibri"/>
                <w:lang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i/>
                <w:iCs/>
                <w:lang w:val="es-ES" w:eastAsia="es-ES"/>
              </w:rPr>
              <w:t>Interrègne (</w:t>
            </w:r>
            <w:hyperlink r:id="rId222" w:tooltip="737" w:history="1">
              <w:r w:rsidRPr="005E7CB6">
                <w:rPr>
                  <w:rFonts w:cs="Calibri"/>
                  <w:i/>
                  <w:iCs/>
                  <w:lang w:val="es-ES" w:eastAsia="es-ES"/>
                </w:rPr>
                <w:t>737</w:t>
              </w:r>
            </w:hyperlink>
            <w:r w:rsidRPr="005E7CB6">
              <w:rPr>
                <w:rFonts w:cs="Calibri"/>
                <w:i/>
                <w:iCs/>
                <w:lang w:val="es-ES" w:eastAsia="es-ES"/>
              </w:rPr>
              <w:t xml:space="preserve"> – </w:t>
            </w:r>
            <w:hyperlink r:id="rId223" w:tooltip="743" w:history="1">
              <w:r w:rsidRPr="005E7CB6">
                <w:rPr>
                  <w:rFonts w:cs="Calibri"/>
                  <w:i/>
                  <w:iCs/>
                  <w:lang w:val="es-ES" w:eastAsia="es-ES"/>
                </w:rPr>
                <w:t>743</w:t>
              </w:r>
            </w:hyperlink>
            <w:r w:rsidRPr="005E7CB6">
              <w:rPr>
                <w:rFonts w:cs="Calibri"/>
                <w:i/>
                <w:iCs/>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24" w:tooltip="&quot;Childéric III&quot; " w:history="1">
              <w:r w:rsidRPr="005E7CB6">
                <w:rPr>
                  <w:rFonts w:cs="Calibri"/>
                  <w:noProof/>
                  <w:lang w:val="es-ES" w:eastAsia="es-ES"/>
                </w:rPr>
                <w:pict>
                  <v:shape id="Imagen 74" o:spid="_x0000_i1060" type="#_x0000_t75" alt="Childéric III" href="http://fr.wikipedia.org/wiki/Fichier:Jean_Dassier_(1676-1763)_-_Child%C3%A9ric_III_roy_de_France_(754).j" title="&quot;Childéric III&quot;" style="width:60pt;height:60.75pt;visibility:visible" o:button="t">
                    <v:fill o:detectmouseclick="t"/>
                    <v:imagedata r:id="rId22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26" w:tooltip="Childéric III" w:history="1">
              <w:r w:rsidRPr="005E7CB6">
                <w:rPr>
                  <w:rFonts w:cs="Calibri"/>
                  <w:lang w:val="es-ES" w:eastAsia="es-ES"/>
                </w:rPr>
                <w:t>Childéric III</w:t>
              </w:r>
            </w:hyperlink>
            <w:r w:rsidRPr="005E7CB6">
              <w:rPr>
                <w:rFonts w:cs="Calibri"/>
                <w:lang w:val="es-ES" w:eastAsia="es-ES"/>
              </w:rPr>
              <w:br/>
              <w:t>(† v. 754/5)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27" w:tooltip="743" w:history="1">
              <w:r w:rsidRPr="005E7CB6">
                <w:rPr>
                  <w:rFonts w:cs="Calibri"/>
                  <w:lang w:val="es-ES" w:eastAsia="es-ES"/>
                </w:rPr>
                <w:t>743</w:t>
              </w:r>
            </w:hyperlink>
            <w:r w:rsidRPr="005E7CB6">
              <w:rPr>
                <w:rFonts w:cs="Calibri"/>
                <w:lang w:val="es-ES" w:eastAsia="es-ES"/>
              </w:rPr>
              <w:t xml:space="preserve"> – </w:t>
            </w:r>
            <w:hyperlink r:id="rId228" w:tooltip="751" w:history="1">
              <w:r w:rsidRPr="005E7CB6">
                <w:rPr>
                  <w:rFonts w:cs="Calibri"/>
                  <w:lang w:val="es-ES" w:eastAsia="es-ES"/>
                </w:rPr>
                <w:t>751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Roi des Francs</w:t>
            </w:r>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Placé sur le trône par </w:t>
            </w:r>
            <w:hyperlink r:id="rId229" w:tooltip="Pépin le Bref" w:history="1">
              <w:r w:rsidRPr="005E7CB6">
                <w:rPr>
                  <w:rFonts w:cs="Calibri"/>
                  <w:lang w:eastAsia="es-ES"/>
                </w:rPr>
                <w:t>Pépin le Bref</w:t>
              </w:r>
            </w:hyperlink>
            <w:r w:rsidRPr="005E7CB6">
              <w:rPr>
                <w:rFonts w:cs="Calibri"/>
                <w:lang w:eastAsia="es-ES"/>
              </w:rPr>
              <w:t>, déposé par ce même Pépin en novembre 751 et cloîtré dans un monastère.</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230" w:tooltip="Carolingiens" w:history="1">
        <w:r w:rsidRPr="000C428F">
          <w:rPr>
            <w:rFonts w:cs="Calibri"/>
            <w:b/>
            <w:bCs/>
            <w:lang w:eastAsia="es-ES"/>
          </w:rPr>
          <w:t>Carolingiens</w:t>
        </w:r>
      </w:hyperlink>
      <w:r w:rsidRPr="000C428F">
        <w:rPr>
          <w:rFonts w:cs="Calibri"/>
          <w:b/>
          <w:bCs/>
          <w:lang w:eastAsia="es-ES"/>
        </w:rPr>
        <w:t xml:space="preserve"> </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27"/>
        <w:gridCol w:w="1026"/>
        <w:gridCol w:w="1242"/>
        <w:gridCol w:w="2829"/>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31" w:tooltip="&quot;Pépin le Bref&quot; " w:history="1">
              <w:r w:rsidRPr="005E7CB6">
                <w:rPr>
                  <w:rFonts w:cs="Calibri"/>
                  <w:noProof/>
                  <w:lang w:val="es-ES" w:eastAsia="es-ES"/>
                </w:rPr>
                <w:pict>
                  <v:shape id="Imagen 75" o:spid="_x0000_i1061" type="#_x0000_t75" alt="Pépin le Bref" href="http://fr.wikipedia.org/wiki/Fichier:Pippin_the_younger.j" title="&quot;Pépin le Bref&quot;" style="width:60pt;height:74.25pt;visibility:visible" o:button="t">
                    <v:fill o:detectmouseclick="t"/>
                    <v:imagedata r:id="rId23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233" w:tooltip="Pépin le Bref" w:history="1">
              <w:r w:rsidRPr="005E7CB6">
                <w:rPr>
                  <w:rFonts w:cs="Calibri"/>
                  <w:lang w:eastAsia="es-ES"/>
                </w:rPr>
                <w:t>Pépin</w:t>
              </w:r>
            </w:hyperlink>
            <w:r w:rsidRPr="005E7CB6">
              <w:rPr>
                <w:rFonts w:cs="Calibri"/>
                <w:lang w:eastAsia="es-ES"/>
              </w:rPr>
              <w:t xml:space="preserve"> </w:t>
            </w:r>
            <w:r w:rsidRPr="005E7CB6">
              <w:rPr>
                <w:rFonts w:cs="Calibri"/>
                <w:i/>
                <w:iCs/>
                <w:lang w:eastAsia="es-ES"/>
              </w:rPr>
              <w:t>le Bref</w:t>
            </w:r>
            <w:r w:rsidRPr="005E7CB6">
              <w:rPr>
                <w:rFonts w:cs="Calibri"/>
                <w:lang w:eastAsia="es-ES"/>
              </w:rPr>
              <w:br/>
              <w:t>(v. 715 – 24 septembre 768)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34" w:tooltip="751" w:history="1">
              <w:r w:rsidRPr="005E7CB6">
                <w:rPr>
                  <w:rFonts w:cs="Calibri"/>
                  <w:lang w:val="es-ES" w:eastAsia="es-ES"/>
                </w:rPr>
                <w:t>751</w:t>
              </w:r>
            </w:hyperlink>
            <w:r w:rsidRPr="005E7CB6">
              <w:rPr>
                <w:rFonts w:cs="Calibri"/>
                <w:lang w:val="es-ES" w:eastAsia="es-ES"/>
              </w:rPr>
              <w:t xml:space="preserve"> – </w:t>
            </w:r>
            <w:hyperlink r:id="rId235" w:tooltip="768" w:history="1">
              <w:r w:rsidRPr="005E7CB6">
                <w:rPr>
                  <w:rFonts w:cs="Calibri"/>
                  <w:lang w:val="es-ES" w:eastAsia="es-ES"/>
                </w:rPr>
                <w:t>768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36"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w:t>
            </w:r>
            <w:hyperlink r:id="rId237" w:tooltip="Maire du palais" w:history="1">
              <w:r w:rsidRPr="005E7CB6">
                <w:rPr>
                  <w:rFonts w:cs="Calibri"/>
                  <w:lang w:eastAsia="es-ES"/>
                </w:rPr>
                <w:t>maire du palais</w:t>
              </w:r>
            </w:hyperlink>
            <w:r w:rsidRPr="005E7CB6">
              <w:rPr>
                <w:rFonts w:cs="Calibri"/>
                <w:lang w:eastAsia="es-ES"/>
              </w:rPr>
              <w:t xml:space="preserve"> de </w:t>
            </w:r>
            <w:hyperlink r:id="rId238" w:tooltip="Neustrie" w:history="1">
              <w:r w:rsidRPr="005E7CB6">
                <w:rPr>
                  <w:rFonts w:cs="Calibri"/>
                  <w:lang w:eastAsia="es-ES"/>
                </w:rPr>
                <w:t>Neustrie</w:t>
              </w:r>
            </w:hyperlink>
            <w:r w:rsidRPr="005E7CB6">
              <w:rPr>
                <w:rFonts w:cs="Calibri"/>
                <w:lang w:eastAsia="es-ES"/>
              </w:rPr>
              <w:t xml:space="preserve"> à la mort de son père </w:t>
            </w:r>
            <w:hyperlink r:id="rId239" w:tooltip="Charles Martel" w:history="1">
              <w:r w:rsidRPr="005E7CB6">
                <w:rPr>
                  <w:rFonts w:cs="Calibri"/>
                  <w:lang w:eastAsia="es-ES"/>
                </w:rPr>
                <w:t>Charles Martel</w:t>
              </w:r>
            </w:hyperlink>
            <w:r w:rsidRPr="005E7CB6">
              <w:rPr>
                <w:rFonts w:cs="Calibri"/>
                <w:lang w:eastAsia="es-ES"/>
              </w:rPr>
              <w:t xml:space="preserve">, en </w:t>
            </w:r>
            <w:hyperlink r:id="rId240" w:tooltip="741" w:history="1">
              <w:r w:rsidRPr="005E7CB6">
                <w:rPr>
                  <w:rFonts w:cs="Calibri"/>
                  <w:lang w:eastAsia="es-ES"/>
                </w:rPr>
                <w:t>741</w:t>
              </w:r>
            </w:hyperlink>
            <w:r w:rsidRPr="005E7CB6">
              <w:rPr>
                <w:rFonts w:cs="Calibri"/>
                <w:lang w:eastAsia="es-ES"/>
              </w:rPr>
              <w:t>, puis d'</w:t>
            </w:r>
            <w:hyperlink r:id="rId241" w:tooltip="Austrasie" w:history="1">
              <w:r w:rsidRPr="005E7CB6">
                <w:rPr>
                  <w:rFonts w:cs="Calibri"/>
                  <w:lang w:eastAsia="es-ES"/>
                </w:rPr>
                <w:t>Austrasie</w:t>
              </w:r>
            </w:hyperlink>
            <w:r w:rsidRPr="005E7CB6">
              <w:rPr>
                <w:rFonts w:cs="Calibri"/>
                <w:lang w:eastAsia="es-ES"/>
              </w:rPr>
              <w:t xml:space="preserve"> après le retrait de son frère </w:t>
            </w:r>
            <w:hyperlink r:id="rId242" w:tooltip="Carloman (fils de Charles Martel)" w:history="1">
              <w:r w:rsidRPr="005E7CB6">
                <w:rPr>
                  <w:rFonts w:cs="Calibri"/>
                  <w:lang w:eastAsia="es-ES"/>
                </w:rPr>
                <w:t>Carloman</w:t>
              </w:r>
            </w:hyperlink>
            <w:r w:rsidRPr="005E7CB6">
              <w:rPr>
                <w:rFonts w:cs="Calibri"/>
                <w:lang w:eastAsia="es-ES"/>
              </w:rPr>
              <w:t xml:space="preserve">. Dépose le Mérovingien </w:t>
            </w:r>
            <w:hyperlink r:id="rId243" w:tooltip="Childéric III" w:history="1">
              <w:r w:rsidRPr="005E7CB6">
                <w:rPr>
                  <w:rFonts w:cs="Calibri"/>
                  <w:lang w:eastAsia="es-ES"/>
                </w:rPr>
                <w:t>Childéric III</w:t>
              </w:r>
            </w:hyperlink>
            <w:r w:rsidRPr="005E7CB6">
              <w:rPr>
                <w:rFonts w:cs="Calibri"/>
                <w:lang w:eastAsia="es-ES"/>
              </w:rPr>
              <w:t xml:space="preserve"> et se fait élire roi des Francs en novembre </w:t>
            </w:r>
            <w:hyperlink r:id="rId244" w:tooltip="751" w:history="1">
              <w:r w:rsidRPr="005E7CB6">
                <w:rPr>
                  <w:rFonts w:cs="Calibri"/>
                  <w:lang w:eastAsia="es-ES"/>
                </w:rPr>
                <w:t>751</w:t>
              </w:r>
            </w:hyperlink>
            <w:r w:rsidRPr="005E7CB6">
              <w:rPr>
                <w:rFonts w:cs="Calibri"/>
                <w:lang w:eastAsia="es-ES"/>
              </w:rPr>
              <w:t xml:space="preserve">. </w:t>
            </w:r>
            <w:r w:rsidRPr="005E7CB6">
              <w:rPr>
                <w:rFonts w:cs="Calibri"/>
                <w:lang w:val="es-ES" w:eastAsia="es-ES"/>
              </w:rPr>
              <w:t xml:space="preserve">Meurt le </w:t>
            </w:r>
            <w:hyperlink r:id="rId245" w:tooltip="24 septembre" w:history="1">
              <w:r w:rsidRPr="005E7CB6">
                <w:rPr>
                  <w:rFonts w:cs="Calibri"/>
                  <w:lang w:val="es-ES" w:eastAsia="es-ES"/>
                </w:rPr>
                <w:t>24</w:t>
              </w:r>
            </w:hyperlink>
            <w:r w:rsidRPr="005E7CB6">
              <w:rPr>
                <w:rFonts w:cs="Calibri"/>
                <w:lang w:val="es-ES" w:eastAsia="es-ES"/>
              </w:rPr>
              <w:t> </w:t>
            </w:r>
            <w:hyperlink r:id="rId246" w:tooltip="Septembre" w:history="1">
              <w:r w:rsidRPr="005E7CB6">
                <w:rPr>
                  <w:rFonts w:cs="Calibri"/>
                  <w:lang w:val="es-ES" w:eastAsia="es-ES"/>
                </w:rPr>
                <w:t>septembre</w:t>
              </w:r>
            </w:hyperlink>
            <w:r w:rsidRPr="005E7CB6">
              <w:rPr>
                <w:rFonts w:cs="Calibri"/>
                <w:lang w:val="es-ES" w:eastAsia="es-ES"/>
              </w:rPr>
              <w:t> </w:t>
            </w:r>
            <w:hyperlink r:id="rId247" w:tooltip="768" w:history="1">
              <w:r w:rsidRPr="005E7CB6">
                <w:rPr>
                  <w:rFonts w:cs="Calibri"/>
                  <w:lang w:val="es-ES" w:eastAsia="es-ES"/>
                </w:rPr>
                <w:t>768</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48" w:tooltip="&quot;Carloman Ier&quot; " w:history="1">
              <w:r w:rsidRPr="005E7CB6">
                <w:rPr>
                  <w:rFonts w:cs="Calibri"/>
                  <w:noProof/>
                  <w:lang w:val="es-ES" w:eastAsia="es-ES"/>
                </w:rPr>
                <w:pict>
                  <v:shape id="Imagen 76" o:spid="_x0000_i1062" type="#_x0000_t75" alt="Carloman Ier" href="http://fr.wikipedia.org/wiki/Fichier:Carloman_I.j" title="&quot;Carloman Ier&quot;" style="width:60pt;height:45pt;visibility:visible" o:button="t">
                    <v:fill o:detectmouseclick="t"/>
                    <v:imagedata r:id="rId24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0" w:tooltip="Carloman Ier" w:history="1">
              <w:r w:rsidRPr="005E7CB6">
                <w:rPr>
                  <w:rFonts w:cs="Calibri"/>
                  <w:lang w:val="es-ES" w:eastAsia="es-ES"/>
                </w:rPr>
                <w:t xml:space="preserve">Carloman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751 - 4 Décembre 771)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1" w:tooltip="768" w:history="1">
              <w:r w:rsidRPr="005E7CB6">
                <w:rPr>
                  <w:rFonts w:cs="Calibri"/>
                  <w:lang w:val="es-ES" w:eastAsia="es-ES"/>
                </w:rPr>
                <w:t>768</w:t>
              </w:r>
            </w:hyperlink>
            <w:r w:rsidRPr="005E7CB6">
              <w:rPr>
                <w:rFonts w:cs="Calibri"/>
                <w:lang w:val="es-ES" w:eastAsia="es-ES"/>
              </w:rPr>
              <w:t xml:space="preserve"> – </w:t>
            </w:r>
            <w:hyperlink r:id="rId252" w:tooltip="771" w:history="1">
              <w:r w:rsidRPr="005E7CB6">
                <w:rPr>
                  <w:rFonts w:cs="Calibri"/>
                  <w:lang w:val="es-ES" w:eastAsia="es-ES"/>
                </w:rPr>
                <w:t>771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3"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Fils cadet de Pépin le Bref.</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4" w:tooltip="&quot;Charles Ier dit Charlemagne&quot; " w:history="1">
              <w:r w:rsidRPr="005E7CB6">
                <w:rPr>
                  <w:rFonts w:cs="Calibri"/>
                  <w:noProof/>
                  <w:lang w:val="es-ES" w:eastAsia="es-ES"/>
                </w:rPr>
                <w:pict>
                  <v:shape id="Imagen 77" o:spid="_x0000_i1063" type="#_x0000_t75" alt="Charles Ier dit Charlemagne" href="http://fr.wikipedia.org/wiki/Fichier:Charlemagne_Allemagne.j" title="&quot;Charles Ier dit Charlemagne&quot;" style="width:60pt;height:136.5pt;visibility:visible" o:button="t">
                    <v:fill o:detectmouseclick="t"/>
                    <v:imagedata r:id="rId25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6" w:tooltip="Charlemagne" w:history="1">
              <w:r w:rsidRPr="005E7CB6">
                <w:rPr>
                  <w:rFonts w:cs="Calibri"/>
                  <w:lang w:val="es-ES" w:eastAsia="es-ES"/>
                </w:rPr>
                <w:t>Charlemagne</w:t>
              </w:r>
            </w:hyperlink>
            <w:r w:rsidRPr="005E7CB6">
              <w:rPr>
                <w:rFonts w:cs="Calibri"/>
                <w:lang w:val="es-ES" w:eastAsia="es-ES"/>
              </w:rPr>
              <w:br/>
              <w:t>(2 avril 742 – 28 janvier 814)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7" w:tooltip="768" w:history="1">
              <w:r w:rsidRPr="005E7CB6">
                <w:rPr>
                  <w:rFonts w:cs="Calibri"/>
                  <w:lang w:val="es-ES" w:eastAsia="es-ES"/>
                </w:rPr>
                <w:t>768</w:t>
              </w:r>
            </w:hyperlink>
            <w:r w:rsidRPr="005E7CB6">
              <w:rPr>
                <w:rFonts w:cs="Calibri"/>
                <w:lang w:val="es-ES" w:eastAsia="es-ES"/>
              </w:rPr>
              <w:t xml:space="preserve"> – </w:t>
            </w:r>
            <w:hyperlink r:id="rId258" w:tooltip="814" w:history="1">
              <w:r w:rsidRPr="005E7CB6">
                <w:rPr>
                  <w:rFonts w:cs="Calibri"/>
                  <w:lang w:val="es-ES" w:eastAsia="es-ES"/>
                </w:rPr>
                <w:t>814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59"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Sacré de manière anticipée avec son père et son frère </w:t>
            </w:r>
            <w:hyperlink r:id="rId260" w:tooltip="Carloman Ier" w:history="1">
              <w:r w:rsidRPr="005E7CB6">
                <w:rPr>
                  <w:rFonts w:cs="Calibri"/>
                  <w:lang w:eastAsia="es-ES"/>
                </w:rPr>
                <w:t>Carloman</w:t>
              </w:r>
            </w:hyperlink>
            <w:r w:rsidRPr="005E7CB6">
              <w:rPr>
                <w:rFonts w:cs="Calibri"/>
                <w:lang w:eastAsia="es-ES"/>
              </w:rPr>
              <w:t xml:space="preserve"> en 754. Devient roi des Francs à la mort de son père en 768, conjointement avec son frère </w:t>
            </w:r>
            <w:hyperlink r:id="rId261" w:tooltip="Carloman Ier" w:history="1">
              <w:r w:rsidRPr="005E7CB6">
                <w:rPr>
                  <w:rFonts w:cs="Calibri"/>
                  <w:lang w:eastAsia="es-ES"/>
                </w:rPr>
                <w:t>Carloman</w:t>
              </w:r>
            </w:hyperlink>
            <w:r w:rsidRPr="005E7CB6">
              <w:rPr>
                <w:rFonts w:cs="Calibri"/>
                <w:lang w:eastAsia="es-ES"/>
              </w:rPr>
              <w:t xml:space="preserve">, qui meurt en </w:t>
            </w:r>
            <w:hyperlink r:id="rId262" w:tooltip="771" w:history="1">
              <w:r w:rsidRPr="005E7CB6">
                <w:rPr>
                  <w:rFonts w:cs="Calibri"/>
                  <w:lang w:eastAsia="es-ES"/>
                </w:rPr>
                <w:t>771</w:t>
              </w:r>
            </w:hyperlink>
            <w:r w:rsidRPr="005E7CB6">
              <w:rPr>
                <w:rFonts w:cs="Calibri"/>
                <w:lang w:eastAsia="es-ES"/>
              </w:rPr>
              <w:t xml:space="preserve">. Est couronné </w:t>
            </w:r>
            <w:hyperlink r:id="rId263" w:tooltip="Empereur d'Occident" w:history="1">
              <w:r w:rsidRPr="005E7CB6">
                <w:rPr>
                  <w:rFonts w:cs="Calibri"/>
                  <w:lang w:eastAsia="es-ES"/>
                </w:rPr>
                <w:t>empereur d'Occident</w:t>
              </w:r>
            </w:hyperlink>
            <w:r w:rsidRPr="005E7CB6">
              <w:rPr>
                <w:rFonts w:cs="Calibri"/>
                <w:lang w:eastAsia="es-ES"/>
              </w:rPr>
              <w:t xml:space="preserve"> par le pape </w:t>
            </w:r>
            <w:hyperlink r:id="rId264" w:tooltip="Léon III (pape)" w:history="1">
              <w:r w:rsidRPr="005E7CB6">
                <w:rPr>
                  <w:rFonts w:cs="Calibri"/>
                  <w:lang w:eastAsia="es-ES"/>
                </w:rPr>
                <w:t>Léon III</w:t>
              </w:r>
            </w:hyperlink>
            <w:r w:rsidRPr="005E7CB6">
              <w:rPr>
                <w:rFonts w:cs="Calibri"/>
                <w:lang w:eastAsia="es-ES"/>
              </w:rPr>
              <w:t xml:space="preserve"> à </w:t>
            </w:r>
            <w:hyperlink r:id="rId265" w:tooltip="Rome" w:history="1">
              <w:r w:rsidRPr="005E7CB6">
                <w:rPr>
                  <w:rFonts w:cs="Calibri"/>
                  <w:lang w:eastAsia="es-ES"/>
                </w:rPr>
                <w:t>Rome</w:t>
              </w:r>
            </w:hyperlink>
            <w:r w:rsidRPr="005E7CB6">
              <w:rPr>
                <w:rFonts w:cs="Calibri"/>
                <w:lang w:eastAsia="es-ES"/>
              </w:rPr>
              <w:t xml:space="preserve"> le </w:t>
            </w:r>
            <w:hyperlink r:id="rId266" w:tooltip="25 décembre" w:history="1">
              <w:r w:rsidRPr="005E7CB6">
                <w:rPr>
                  <w:rFonts w:cs="Calibri"/>
                  <w:lang w:eastAsia="es-ES"/>
                </w:rPr>
                <w:t>25</w:t>
              </w:r>
            </w:hyperlink>
            <w:r w:rsidRPr="005E7CB6">
              <w:rPr>
                <w:rFonts w:cs="Calibri"/>
                <w:lang w:eastAsia="es-ES"/>
              </w:rPr>
              <w:t> </w:t>
            </w:r>
            <w:hyperlink r:id="rId267" w:tooltip="Décembre" w:history="1">
              <w:r w:rsidRPr="005E7CB6">
                <w:rPr>
                  <w:rFonts w:cs="Calibri"/>
                  <w:lang w:eastAsia="es-ES"/>
                </w:rPr>
                <w:t>décembre</w:t>
              </w:r>
            </w:hyperlink>
            <w:r w:rsidRPr="005E7CB6">
              <w:rPr>
                <w:rFonts w:cs="Calibri"/>
                <w:lang w:eastAsia="es-ES"/>
              </w:rPr>
              <w:t> </w:t>
            </w:r>
            <w:hyperlink r:id="rId268" w:tooltip="800" w:history="1">
              <w:r w:rsidRPr="005E7CB6">
                <w:rPr>
                  <w:rFonts w:cs="Calibri"/>
                  <w:lang w:eastAsia="es-ES"/>
                </w:rPr>
                <w:t>800</w:t>
              </w:r>
            </w:hyperlink>
            <w:r w:rsidRPr="005E7CB6">
              <w:rPr>
                <w:rFonts w:cs="Calibri"/>
                <w:lang w:eastAsia="es-ES"/>
              </w:rPr>
              <w:t xml:space="preserve">. </w:t>
            </w:r>
            <w:r w:rsidRPr="005E7CB6">
              <w:rPr>
                <w:rFonts w:cs="Calibri"/>
                <w:lang w:val="es-ES" w:eastAsia="es-ES"/>
              </w:rPr>
              <w:t xml:space="preserve">Meurt à </w:t>
            </w:r>
            <w:hyperlink r:id="rId269" w:tooltip="Aix-la-Chapelle" w:history="1">
              <w:r w:rsidRPr="005E7CB6">
                <w:rPr>
                  <w:rFonts w:cs="Calibri"/>
                  <w:lang w:val="es-ES" w:eastAsia="es-ES"/>
                </w:rPr>
                <w:t>Aix-la-Chapelle</w:t>
              </w:r>
            </w:hyperlink>
            <w:r w:rsidRPr="005E7CB6">
              <w:rPr>
                <w:rFonts w:cs="Calibri"/>
                <w:lang w:val="es-ES" w:eastAsia="es-ES"/>
              </w:rPr>
              <w:t xml:space="preserve"> le </w:t>
            </w:r>
            <w:hyperlink r:id="rId270" w:tooltip="28 janvier" w:history="1">
              <w:r w:rsidRPr="005E7CB6">
                <w:rPr>
                  <w:rFonts w:cs="Calibri"/>
                  <w:lang w:val="es-ES" w:eastAsia="es-ES"/>
                </w:rPr>
                <w:t>28</w:t>
              </w:r>
            </w:hyperlink>
            <w:r w:rsidRPr="005E7CB6">
              <w:rPr>
                <w:rFonts w:cs="Calibri"/>
                <w:lang w:val="es-ES" w:eastAsia="es-ES"/>
              </w:rPr>
              <w:t> </w:t>
            </w:r>
            <w:hyperlink r:id="rId271" w:tooltip="Janvier" w:history="1">
              <w:r w:rsidRPr="005E7CB6">
                <w:rPr>
                  <w:rFonts w:cs="Calibri"/>
                  <w:lang w:val="es-ES" w:eastAsia="es-ES"/>
                </w:rPr>
                <w:t>janvier</w:t>
              </w:r>
            </w:hyperlink>
            <w:r w:rsidRPr="005E7CB6">
              <w:rPr>
                <w:rFonts w:cs="Calibri"/>
                <w:lang w:val="es-ES" w:eastAsia="es-ES"/>
              </w:rPr>
              <w:t> </w:t>
            </w:r>
            <w:hyperlink r:id="rId272" w:tooltip="814" w:history="1">
              <w:r w:rsidRPr="005E7CB6">
                <w:rPr>
                  <w:rFonts w:cs="Calibri"/>
                  <w:lang w:val="es-ES" w:eastAsia="es-ES"/>
                </w:rPr>
                <w:t>814</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73" w:tooltip="&quot;Louis Ier&quot; " w:history="1">
              <w:r w:rsidRPr="005E7CB6">
                <w:rPr>
                  <w:rFonts w:cs="Calibri"/>
                  <w:noProof/>
                  <w:lang w:val="es-ES" w:eastAsia="es-ES"/>
                </w:rPr>
                <w:pict>
                  <v:shape id="Imagen 78" o:spid="_x0000_i1064" type="#_x0000_t75" alt="Louis Ier" href="http://fr.wikipedia.org/wiki/Fichier:Ludwik_I_Pobo%C5%BCny.j" title="&quot;Louis Ier&quot;" style="width:60pt;height:79.5pt;visibility:visible" o:button="t">
                    <v:fill o:detectmouseclick="t"/>
                    <v:imagedata r:id="rId27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275" w:tooltip="Louis le Pieux" w:history="1">
              <w:r w:rsidRPr="005E7CB6">
                <w:rPr>
                  <w:rFonts w:cs="Calibri"/>
                  <w:lang w:eastAsia="es-ES"/>
                </w:rPr>
                <w:t xml:space="preserve">Louis </w:t>
              </w:r>
              <w:r w:rsidRPr="005E7CB6">
                <w:rPr>
                  <w:rFonts w:cs="Calibri"/>
                  <w:caps/>
                  <w:smallCaps/>
                  <w:lang w:eastAsia="es-ES"/>
                </w:rPr>
                <w:t>I</w:t>
              </w:r>
              <w:r w:rsidRPr="005E7CB6">
                <w:rPr>
                  <w:rFonts w:cs="Calibri"/>
                  <w:vertAlign w:val="superscript"/>
                  <w:lang w:eastAsia="es-ES"/>
                </w:rPr>
                <w:t>er</w:t>
              </w:r>
            </w:hyperlink>
            <w:r w:rsidRPr="005E7CB6">
              <w:rPr>
                <w:rFonts w:cs="Calibri"/>
                <w:lang w:eastAsia="es-ES"/>
              </w:rPr>
              <w:t xml:space="preserve"> </w:t>
            </w:r>
            <w:r w:rsidRPr="005E7CB6">
              <w:rPr>
                <w:rFonts w:cs="Calibri"/>
                <w:i/>
                <w:iCs/>
                <w:lang w:eastAsia="es-ES"/>
              </w:rPr>
              <w:t>le Pieux</w:t>
            </w:r>
            <w:r w:rsidRPr="005E7CB6">
              <w:rPr>
                <w:rFonts w:cs="Calibri"/>
                <w:lang w:eastAsia="es-ES"/>
              </w:rPr>
              <w:br/>
              <w:t>(778 – 20 juin 840)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76" w:tooltip="814" w:history="1">
              <w:r w:rsidRPr="005E7CB6">
                <w:rPr>
                  <w:rFonts w:cs="Calibri"/>
                  <w:lang w:val="es-ES" w:eastAsia="es-ES"/>
                </w:rPr>
                <w:t>814</w:t>
              </w:r>
            </w:hyperlink>
            <w:r w:rsidRPr="005E7CB6">
              <w:rPr>
                <w:rFonts w:cs="Calibri"/>
                <w:lang w:val="es-ES" w:eastAsia="es-ES"/>
              </w:rPr>
              <w:t xml:space="preserve"> – </w:t>
            </w:r>
            <w:hyperlink r:id="rId277" w:tooltip="840" w:history="1">
              <w:r w:rsidRPr="005E7CB6">
                <w:rPr>
                  <w:rFonts w:cs="Calibri"/>
                  <w:lang w:val="es-ES" w:eastAsia="es-ES"/>
                </w:rPr>
                <w:t>840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78"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d'Aquitaine en 781, puis </w:t>
            </w:r>
            <w:hyperlink r:id="rId279" w:tooltip="Empereur d'Occident" w:history="1">
              <w:r w:rsidRPr="005E7CB6">
                <w:rPr>
                  <w:rFonts w:cs="Calibri"/>
                  <w:lang w:eastAsia="es-ES"/>
                </w:rPr>
                <w:t>empereur d'Occident</w:t>
              </w:r>
            </w:hyperlink>
            <w:r w:rsidRPr="005E7CB6">
              <w:rPr>
                <w:rFonts w:cs="Calibri"/>
                <w:lang w:eastAsia="es-ES"/>
              </w:rPr>
              <w:t xml:space="preserve"> le </w:t>
            </w:r>
            <w:hyperlink r:id="rId280" w:tooltip="11 septembre" w:history="1">
              <w:r w:rsidRPr="005E7CB6">
                <w:rPr>
                  <w:rFonts w:cs="Calibri"/>
                  <w:lang w:eastAsia="es-ES"/>
                </w:rPr>
                <w:t>11</w:t>
              </w:r>
            </w:hyperlink>
            <w:r w:rsidRPr="005E7CB6">
              <w:rPr>
                <w:rFonts w:cs="Calibri"/>
                <w:lang w:eastAsia="es-ES"/>
              </w:rPr>
              <w:t> </w:t>
            </w:r>
            <w:hyperlink r:id="rId281" w:tooltip="Septembre" w:history="1">
              <w:r w:rsidRPr="005E7CB6">
                <w:rPr>
                  <w:rFonts w:cs="Calibri"/>
                  <w:lang w:eastAsia="es-ES"/>
                </w:rPr>
                <w:t>septembre</w:t>
              </w:r>
            </w:hyperlink>
            <w:r w:rsidRPr="005E7CB6">
              <w:rPr>
                <w:rFonts w:cs="Calibri"/>
                <w:lang w:eastAsia="es-ES"/>
              </w:rPr>
              <w:t> </w:t>
            </w:r>
            <w:hyperlink r:id="rId282" w:tooltip="813" w:history="1">
              <w:r w:rsidRPr="005E7CB6">
                <w:rPr>
                  <w:rFonts w:cs="Calibri"/>
                  <w:lang w:eastAsia="es-ES"/>
                </w:rPr>
                <w:t>813</w:t>
              </w:r>
            </w:hyperlink>
            <w:r w:rsidRPr="005E7CB6">
              <w:rPr>
                <w:rFonts w:cs="Calibri"/>
                <w:lang w:eastAsia="es-ES"/>
              </w:rPr>
              <w:t xml:space="preserve">, associé au titre par son père. Est sacré par le pape </w:t>
            </w:r>
            <w:hyperlink r:id="rId283" w:tooltip="Étienne IV" w:history="1">
              <w:r w:rsidRPr="005E7CB6">
                <w:rPr>
                  <w:rFonts w:cs="Calibri"/>
                  <w:lang w:eastAsia="es-ES"/>
                </w:rPr>
                <w:t>Étienne IV</w:t>
              </w:r>
            </w:hyperlink>
            <w:r w:rsidRPr="005E7CB6">
              <w:rPr>
                <w:rFonts w:cs="Calibri"/>
                <w:lang w:eastAsia="es-ES"/>
              </w:rPr>
              <w:t xml:space="preserve"> à </w:t>
            </w:r>
            <w:hyperlink r:id="rId284" w:tooltip="Reims" w:history="1">
              <w:r w:rsidRPr="005E7CB6">
                <w:rPr>
                  <w:rFonts w:cs="Calibri"/>
                  <w:lang w:eastAsia="es-ES"/>
                </w:rPr>
                <w:t>Reims</w:t>
              </w:r>
            </w:hyperlink>
            <w:r w:rsidRPr="005E7CB6">
              <w:rPr>
                <w:rFonts w:cs="Calibri"/>
                <w:lang w:eastAsia="es-ES"/>
              </w:rPr>
              <w:t xml:space="preserve"> le </w:t>
            </w:r>
            <w:hyperlink r:id="rId285" w:tooltip="5 octobre" w:history="1">
              <w:r w:rsidRPr="005E7CB6">
                <w:rPr>
                  <w:rFonts w:cs="Calibri"/>
                  <w:lang w:eastAsia="es-ES"/>
                </w:rPr>
                <w:t>5</w:t>
              </w:r>
            </w:hyperlink>
            <w:r w:rsidRPr="005E7CB6">
              <w:rPr>
                <w:rFonts w:cs="Calibri"/>
                <w:lang w:eastAsia="es-ES"/>
              </w:rPr>
              <w:t> </w:t>
            </w:r>
            <w:hyperlink r:id="rId286" w:tooltip="Octobre" w:history="1">
              <w:r w:rsidRPr="005E7CB6">
                <w:rPr>
                  <w:rFonts w:cs="Calibri"/>
                  <w:lang w:eastAsia="es-ES"/>
                </w:rPr>
                <w:t>octobre</w:t>
              </w:r>
            </w:hyperlink>
            <w:r w:rsidRPr="005E7CB6">
              <w:rPr>
                <w:rFonts w:cs="Calibri"/>
                <w:lang w:eastAsia="es-ES"/>
              </w:rPr>
              <w:t> </w:t>
            </w:r>
            <w:hyperlink r:id="rId287" w:tooltip="816" w:history="1">
              <w:r w:rsidRPr="005E7CB6">
                <w:rPr>
                  <w:rFonts w:cs="Calibri"/>
                  <w:lang w:eastAsia="es-ES"/>
                </w:rPr>
                <w:t>816</w:t>
              </w:r>
            </w:hyperlink>
            <w:r w:rsidRPr="005E7CB6">
              <w:rPr>
                <w:rFonts w:cs="Calibri"/>
                <w:lang w:eastAsia="es-ES"/>
              </w:rPr>
              <w:t xml:space="preserve">. Déposé le 7 octobre </w:t>
            </w:r>
            <w:hyperlink r:id="rId288" w:tooltip="833" w:history="1">
              <w:r w:rsidRPr="005E7CB6">
                <w:rPr>
                  <w:rFonts w:cs="Calibri"/>
                  <w:lang w:eastAsia="es-ES"/>
                </w:rPr>
                <w:t>833</w:t>
              </w:r>
            </w:hyperlink>
            <w:r w:rsidRPr="005E7CB6">
              <w:rPr>
                <w:rFonts w:cs="Calibri"/>
                <w:lang w:eastAsia="es-ES"/>
              </w:rPr>
              <w:t xml:space="preserve"> par son fils </w:t>
            </w:r>
            <w:hyperlink r:id="rId289" w:tooltip="Lothaire Ier" w:history="1">
              <w:r w:rsidRPr="005E7CB6">
                <w:rPr>
                  <w:rFonts w:cs="Calibri"/>
                  <w:lang w:eastAsia="es-ES"/>
                </w:rPr>
                <w:t>Lothaire</w:t>
              </w:r>
            </w:hyperlink>
            <w:r w:rsidRPr="005E7CB6">
              <w:rPr>
                <w:rFonts w:cs="Calibri"/>
                <w:lang w:eastAsia="es-ES"/>
              </w:rPr>
              <w:t xml:space="preserve">, est restauré le 15 février 835. </w:t>
            </w:r>
            <w:r w:rsidRPr="005E7CB6">
              <w:rPr>
                <w:rFonts w:cs="Calibri"/>
                <w:lang w:val="es-ES" w:eastAsia="es-ES"/>
              </w:rPr>
              <w:t xml:space="preserve">Meurt le </w:t>
            </w:r>
            <w:hyperlink r:id="rId290" w:tooltip="20 juin" w:history="1">
              <w:r w:rsidRPr="005E7CB6">
                <w:rPr>
                  <w:rFonts w:cs="Calibri"/>
                  <w:lang w:val="es-ES" w:eastAsia="es-ES"/>
                </w:rPr>
                <w:t>20</w:t>
              </w:r>
            </w:hyperlink>
            <w:r w:rsidRPr="005E7CB6">
              <w:rPr>
                <w:rFonts w:cs="Calibri"/>
                <w:lang w:val="es-ES" w:eastAsia="es-ES"/>
              </w:rPr>
              <w:t> </w:t>
            </w:r>
            <w:hyperlink r:id="rId291" w:tooltip="Juin" w:history="1">
              <w:r w:rsidRPr="005E7CB6">
                <w:rPr>
                  <w:rFonts w:cs="Calibri"/>
                  <w:lang w:val="es-ES" w:eastAsia="es-ES"/>
                </w:rPr>
                <w:t>juin</w:t>
              </w:r>
            </w:hyperlink>
            <w:r w:rsidRPr="005E7CB6">
              <w:rPr>
                <w:rFonts w:cs="Calibri"/>
                <w:lang w:val="es-ES" w:eastAsia="es-ES"/>
              </w:rPr>
              <w:t> </w:t>
            </w:r>
            <w:hyperlink r:id="rId292" w:tooltip="840" w:history="1">
              <w:r w:rsidRPr="005E7CB6">
                <w:rPr>
                  <w:rFonts w:cs="Calibri"/>
                  <w:lang w:val="es-ES" w:eastAsia="es-ES"/>
                </w:rPr>
                <w:t>840</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93" w:tooltip="&quot;Charles II&quot; " w:history="1">
              <w:r w:rsidRPr="005E7CB6">
                <w:rPr>
                  <w:rFonts w:cs="Calibri"/>
                  <w:noProof/>
                  <w:lang w:val="es-ES" w:eastAsia="es-ES"/>
                </w:rPr>
                <w:pict>
                  <v:shape id="Imagen 79" o:spid="_x0000_i1065" type="#_x0000_t75" alt="Charles II" href="http://fr.wikipedia.org/wiki/Fichier:KarlII_monks.j" title="&quot;Charles II&quot;" style="width:60pt;height:84.75pt;visibility:visible" o:button="t">
                    <v:fill o:detectmouseclick="t"/>
                    <v:imagedata r:id="rId29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295" w:tooltip="Charles II de France" w:history="1">
              <w:r w:rsidRPr="005E7CB6">
                <w:rPr>
                  <w:rFonts w:cs="Calibri"/>
                  <w:lang w:eastAsia="es-ES"/>
                </w:rPr>
                <w:t>Charles II</w:t>
              </w:r>
            </w:hyperlink>
            <w:r w:rsidRPr="005E7CB6">
              <w:rPr>
                <w:rFonts w:cs="Calibri"/>
                <w:lang w:eastAsia="es-ES"/>
              </w:rPr>
              <w:t xml:space="preserve"> </w:t>
            </w:r>
            <w:r w:rsidRPr="005E7CB6">
              <w:rPr>
                <w:rFonts w:cs="Calibri"/>
                <w:i/>
                <w:iCs/>
                <w:lang w:eastAsia="es-ES"/>
              </w:rPr>
              <w:t>le Chauve</w:t>
            </w:r>
            <w:r w:rsidRPr="005E7CB6">
              <w:rPr>
                <w:rFonts w:cs="Calibri"/>
                <w:lang w:eastAsia="es-ES"/>
              </w:rPr>
              <w:br/>
              <w:t>(13 juin 823 – 6 octobre 877)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96" w:tooltip="840" w:history="1">
              <w:r w:rsidRPr="005E7CB6">
                <w:rPr>
                  <w:rFonts w:cs="Calibri"/>
                  <w:lang w:val="es-ES" w:eastAsia="es-ES"/>
                </w:rPr>
                <w:t>840</w:t>
              </w:r>
            </w:hyperlink>
            <w:r w:rsidRPr="005E7CB6">
              <w:rPr>
                <w:rFonts w:cs="Calibri"/>
                <w:lang w:val="es-ES" w:eastAsia="es-ES"/>
              </w:rPr>
              <w:t xml:space="preserve"> – </w:t>
            </w:r>
            <w:hyperlink r:id="rId297" w:tooltip="877" w:history="1">
              <w:r w:rsidRPr="005E7CB6">
                <w:rPr>
                  <w:rFonts w:cs="Calibri"/>
                  <w:lang w:val="es-ES" w:eastAsia="es-ES"/>
                </w:rPr>
                <w:t>877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298"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w:t>
            </w:r>
            <w:hyperlink r:id="rId299" w:tooltip="Francie occidentale" w:history="1">
              <w:r w:rsidRPr="005E7CB6">
                <w:rPr>
                  <w:rFonts w:cs="Calibri"/>
                  <w:lang w:eastAsia="es-ES"/>
                </w:rPr>
                <w:t>Francie occidentale</w:t>
              </w:r>
            </w:hyperlink>
            <w:r w:rsidRPr="005E7CB6">
              <w:rPr>
                <w:rFonts w:cs="Calibri"/>
                <w:lang w:eastAsia="es-ES"/>
              </w:rPr>
              <w:t xml:space="preserve"> après le </w:t>
            </w:r>
            <w:hyperlink r:id="rId300" w:tooltip="Traité de Verdun" w:history="1">
              <w:r w:rsidRPr="005E7CB6">
                <w:rPr>
                  <w:rFonts w:cs="Calibri"/>
                  <w:lang w:eastAsia="es-ES"/>
                </w:rPr>
                <w:t>traité de Verdun</w:t>
              </w:r>
            </w:hyperlink>
            <w:r w:rsidRPr="005E7CB6">
              <w:rPr>
                <w:rFonts w:cs="Calibri"/>
                <w:lang w:eastAsia="es-ES"/>
              </w:rPr>
              <w:t xml:space="preserve"> (</w:t>
            </w:r>
            <w:hyperlink r:id="rId301" w:tooltip="843" w:history="1">
              <w:r w:rsidRPr="005E7CB6">
                <w:rPr>
                  <w:rFonts w:cs="Calibri"/>
                  <w:lang w:eastAsia="es-ES"/>
                </w:rPr>
                <w:t>843</w:t>
              </w:r>
            </w:hyperlink>
            <w:r w:rsidRPr="005E7CB6">
              <w:rPr>
                <w:rFonts w:cs="Calibri"/>
                <w:lang w:eastAsia="es-ES"/>
              </w:rPr>
              <w:t xml:space="preserve">). Est sacré </w:t>
            </w:r>
            <w:hyperlink r:id="rId302" w:tooltip="Empereur d'Occident" w:history="1">
              <w:r w:rsidRPr="005E7CB6">
                <w:rPr>
                  <w:rFonts w:cs="Calibri"/>
                  <w:lang w:eastAsia="es-ES"/>
                </w:rPr>
                <w:t>empereur d'Occident</w:t>
              </w:r>
            </w:hyperlink>
            <w:r w:rsidRPr="005E7CB6">
              <w:rPr>
                <w:rFonts w:cs="Calibri"/>
                <w:lang w:eastAsia="es-ES"/>
              </w:rPr>
              <w:t xml:space="preserve"> à </w:t>
            </w:r>
            <w:hyperlink r:id="rId303" w:tooltip="Rome" w:history="1">
              <w:r w:rsidRPr="005E7CB6">
                <w:rPr>
                  <w:rFonts w:cs="Calibri"/>
                  <w:lang w:eastAsia="es-ES"/>
                </w:rPr>
                <w:t>Rome</w:t>
              </w:r>
            </w:hyperlink>
            <w:r w:rsidRPr="005E7CB6">
              <w:rPr>
                <w:rFonts w:cs="Calibri"/>
                <w:lang w:eastAsia="es-ES"/>
              </w:rPr>
              <w:t xml:space="preserve"> le </w:t>
            </w:r>
            <w:hyperlink r:id="rId304" w:tooltip="25 décembre" w:history="1">
              <w:r w:rsidRPr="005E7CB6">
                <w:rPr>
                  <w:rFonts w:cs="Calibri"/>
                  <w:lang w:eastAsia="es-ES"/>
                </w:rPr>
                <w:t>25</w:t>
              </w:r>
            </w:hyperlink>
            <w:r w:rsidRPr="005E7CB6">
              <w:rPr>
                <w:rFonts w:cs="Calibri"/>
                <w:lang w:eastAsia="es-ES"/>
              </w:rPr>
              <w:t> </w:t>
            </w:r>
            <w:hyperlink r:id="rId305" w:tooltip="Décembre" w:history="1">
              <w:r w:rsidRPr="005E7CB6">
                <w:rPr>
                  <w:rFonts w:cs="Calibri"/>
                  <w:lang w:eastAsia="es-ES"/>
                </w:rPr>
                <w:t>décembre</w:t>
              </w:r>
            </w:hyperlink>
            <w:r w:rsidRPr="005E7CB6">
              <w:rPr>
                <w:rFonts w:cs="Calibri"/>
                <w:lang w:eastAsia="es-ES"/>
              </w:rPr>
              <w:t> </w:t>
            </w:r>
            <w:hyperlink r:id="rId306" w:tooltip="875" w:history="1">
              <w:r w:rsidRPr="005E7CB6">
                <w:rPr>
                  <w:rFonts w:cs="Calibri"/>
                  <w:lang w:eastAsia="es-ES"/>
                </w:rPr>
                <w:t>875</w:t>
              </w:r>
            </w:hyperlink>
            <w:r w:rsidRPr="005E7CB6">
              <w:rPr>
                <w:rFonts w:cs="Calibri"/>
                <w:lang w:eastAsia="es-ES"/>
              </w:rPr>
              <w:t xml:space="preserve">, après la mort de son neveu </w:t>
            </w:r>
            <w:hyperlink r:id="rId307" w:tooltip="Louis II le Jeune" w:history="1">
              <w:r w:rsidRPr="005E7CB6">
                <w:rPr>
                  <w:rFonts w:cs="Calibri"/>
                  <w:lang w:eastAsia="es-ES"/>
                </w:rPr>
                <w:t>Louis II le Jeune</w:t>
              </w:r>
            </w:hyperlink>
            <w:r w:rsidRPr="005E7CB6">
              <w:rPr>
                <w:rFonts w:cs="Calibri"/>
                <w:lang w:eastAsia="es-ES"/>
              </w:rPr>
              <w:t xml:space="preserve">. </w:t>
            </w:r>
            <w:r w:rsidRPr="005E7CB6">
              <w:rPr>
                <w:rFonts w:cs="Calibri"/>
                <w:lang w:val="es-ES" w:eastAsia="es-ES"/>
              </w:rPr>
              <w:t xml:space="preserve">Meurt le </w:t>
            </w:r>
            <w:hyperlink r:id="rId308" w:tooltip="6 octobre" w:history="1">
              <w:r w:rsidRPr="005E7CB6">
                <w:rPr>
                  <w:rFonts w:cs="Calibri"/>
                  <w:lang w:val="es-ES" w:eastAsia="es-ES"/>
                </w:rPr>
                <w:t>6</w:t>
              </w:r>
            </w:hyperlink>
            <w:r w:rsidRPr="005E7CB6">
              <w:rPr>
                <w:rFonts w:cs="Calibri"/>
                <w:lang w:val="es-ES" w:eastAsia="es-ES"/>
              </w:rPr>
              <w:t> </w:t>
            </w:r>
            <w:hyperlink r:id="rId309" w:tooltip="Octobre" w:history="1">
              <w:r w:rsidRPr="005E7CB6">
                <w:rPr>
                  <w:rFonts w:cs="Calibri"/>
                  <w:lang w:val="es-ES" w:eastAsia="es-ES"/>
                </w:rPr>
                <w:t>octobre</w:t>
              </w:r>
            </w:hyperlink>
            <w:r w:rsidRPr="005E7CB6">
              <w:rPr>
                <w:rFonts w:cs="Calibri"/>
                <w:lang w:val="es-ES" w:eastAsia="es-ES"/>
              </w:rPr>
              <w:t> </w:t>
            </w:r>
            <w:hyperlink r:id="rId310" w:tooltip="877" w:history="1">
              <w:r w:rsidRPr="005E7CB6">
                <w:rPr>
                  <w:rFonts w:cs="Calibri"/>
                  <w:lang w:val="es-ES" w:eastAsia="es-ES"/>
                </w:rPr>
                <w:t>877</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11" w:tooltip="&quot;Louis II&quot; " w:history="1">
              <w:r w:rsidRPr="005E7CB6">
                <w:rPr>
                  <w:rFonts w:cs="Calibri"/>
                  <w:noProof/>
                  <w:lang w:val="es-ES" w:eastAsia="es-ES"/>
                </w:rPr>
                <w:pict>
                  <v:shape id="Imagen 80" o:spid="_x0000_i1066" type="#_x0000_t75" alt="Louis II" href="http://fr.wikipedia.org/wiki/Fichier:Jean_Dassier_-_Louis_II._roy_de_France.j" title="&quot;Louis II&quot;" style="width:60pt;height:58.5pt;visibility:visible" o:button="t">
                    <v:fill o:detectmouseclick="t"/>
                    <v:imagedata r:id="rId31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313" w:tooltip="Louis II de France" w:history="1">
              <w:r w:rsidRPr="005E7CB6">
                <w:rPr>
                  <w:rFonts w:cs="Calibri"/>
                  <w:lang w:eastAsia="es-ES"/>
                </w:rPr>
                <w:t>Louis II</w:t>
              </w:r>
            </w:hyperlink>
            <w:r w:rsidRPr="005E7CB6">
              <w:rPr>
                <w:rFonts w:cs="Calibri"/>
                <w:lang w:eastAsia="es-ES"/>
              </w:rPr>
              <w:t xml:space="preserve"> </w:t>
            </w:r>
            <w:r w:rsidRPr="005E7CB6">
              <w:rPr>
                <w:rFonts w:cs="Calibri"/>
                <w:i/>
                <w:iCs/>
                <w:lang w:eastAsia="es-ES"/>
              </w:rPr>
              <w:t>le Bègue</w:t>
            </w:r>
            <w:r w:rsidRPr="005E7CB6">
              <w:rPr>
                <w:rFonts w:cs="Calibri"/>
                <w:lang w:eastAsia="es-ES"/>
              </w:rPr>
              <w:br/>
              <w:t>(1</w:t>
            </w:r>
            <w:r w:rsidRPr="005E7CB6">
              <w:rPr>
                <w:rFonts w:cs="Calibri"/>
                <w:vertAlign w:val="superscript"/>
                <w:lang w:eastAsia="es-ES"/>
              </w:rPr>
              <w:t>er</w:t>
            </w:r>
            <w:r w:rsidRPr="005E7CB6">
              <w:rPr>
                <w:rFonts w:cs="Calibri"/>
                <w:lang w:eastAsia="es-ES"/>
              </w:rPr>
              <w:t xml:space="preserve"> novembre 846 – 10 avril 879)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14" w:tooltip="877" w:history="1">
              <w:r w:rsidRPr="005E7CB6">
                <w:rPr>
                  <w:rFonts w:cs="Calibri"/>
                  <w:lang w:val="es-ES" w:eastAsia="es-ES"/>
                </w:rPr>
                <w:t>877</w:t>
              </w:r>
            </w:hyperlink>
            <w:r w:rsidRPr="005E7CB6">
              <w:rPr>
                <w:rFonts w:cs="Calibri"/>
                <w:lang w:val="es-ES" w:eastAsia="es-ES"/>
              </w:rPr>
              <w:t xml:space="preserve"> – </w:t>
            </w:r>
            <w:hyperlink r:id="rId315" w:tooltip="879" w:history="1">
              <w:r w:rsidRPr="005E7CB6">
                <w:rPr>
                  <w:rFonts w:cs="Calibri"/>
                  <w:lang w:val="es-ES" w:eastAsia="es-ES"/>
                </w:rPr>
                <w:t>879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16"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d'Aquitaine en 867, puis roi des Francs à la mort de son père Charles II. </w:t>
            </w:r>
            <w:r w:rsidRPr="005E7CB6">
              <w:rPr>
                <w:rFonts w:cs="Calibri"/>
                <w:lang w:val="es-ES" w:eastAsia="es-ES"/>
              </w:rPr>
              <w:t xml:space="preserve">Est sacré à </w:t>
            </w:r>
            <w:hyperlink r:id="rId317" w:tooltip="Compiègne" w:history="1">
              <w:r w:rsidRPr="005E7CB6">
                <w:rPr>
                  <w:rFonts w:cs="Calibri"/>
                  <w:lang w:val="es-ES" w:eastAsia="es-ES"/>
                </w:rPr>
                <w:t>Compiègne</w:t>
              </w:r>
            </w:hyperlink>
            <w:r w:rsidRPr="005E7CB6">
              <w:rPr>
                <w:rFonts w:cs="Calibri"/>
                <w:lang w:val="es-ES" w:eastAsia="es-ES"/>
              </w:rPr>
              <w:t xml:space="preserve"> le </w:t>
            </w:r>
            <w:hyperlink r:id="rId318" w:tooltip="8 décembre" w:history="1">
              <w:r w:rsidRPr="005E7CB6">
                <w:rPr>
                  <w:rFonts w:cs="Calibri"/>
                  <w:lang w:val="es-ES" w:eastAsia="es-ES"/>
                </w:rPr>
                <w:t>8</w:t>
              </w:r>
            </w:hyperlink>
            <w:r w:rsidRPr="005E7CB6">
              <w:rPr>
                <w:rFonts w:cs="Calibri"/>
                <w:lang w:val="es-ES" w:eastAsia="es-ES"/>
              </w:rPr>
              <w:t> </w:t>
            </w:r>
            <w:hyperlink r:id="rId319" w:tooltip="Décembre" w:history="1">
              <w:r w:rsidRPr="005E7CB6">
                <w:rPr>
                  <w:rFonts w:cs="Calibri"/>
                  <w:lang w:val="es-ES" w:eastAsia="es-ES"/>
                </w:rPr>
                <w:t>décembre</w:t>
              </w:r>
            </w:hyperlink>
            <w:r w:rsidRPr="005E7CB6">
              <w:rPr>
                <w:rFonts w:cs="Calibri"/>
                <w:lang w:val="es-ES" w:eastAsia="es-ES"/>
              </w:rPr>
              <w:t> </w:t>
            </w:r>
            <w:hyperlink r:id="rId320" w:tooltip="877" w:history="1">
              <w:r w:rsidRPr="005E7CB6">
                <w:rPr>
                  <w:rFonts w:cs="Calibri"/>
                  <w:lang w:val="es-ES" w:eastAsia="es-ES"/>
                </w:rPr>
                <w:t>877</w:t>
              </w:r>
            </w:hyperlink>
            <w:r w:rsidRPr="005E7CB6">
              <w:rPr>
                <w:rFonts w:cs="Calibri"/>
                <w:lang w:val="es-ES" w:eastAsia="es-ES"/>
              </w:rPr>
              <w:t xml:space="preserve">. Meurt le </w:t>
            </w:r>
            <w:hyperlink r:id="rId321" w:tooltip="10 avril" w:history="1">
              <w:r w:rsidRPr="005E7CB6">
                <w:rPr>
                  <w:rFonts w:cs="Calibri"/>
                  <w:lang w:val="es-ES" w:eastAsia="es-ES"/>
                </w:rPr>
                <w:t>10</w:t>
              </w:r>
            </w:hyperlink>
            <w:r w:rsidRPr="005E7CB6">
              <w:rPr>
                <w:rFonts w:cs="Calibri"/>
                <w:lang w:val="es-ES" w:eastAsia="es-ES"/>
              </w:rPr>
              <w:t> </w:t>
            </w:r>
            <w:hyperlink r:id="rId322" w:tooltip="Avril" w:history="1">
              <w:r w:rsidRPr="005E7CB6">
                <w:rPr>
                  <w:rFonts w:cs="Calibri"/>
                  <w:lang w:val="es-ES" w:eastAsia="es-ES"/>
                </w:rPr>
                <w:t>avril</w:t>
              </w:r>
            </w:hyperlink>
            <w:r w:rsidRPr="005E7CB6">
              <w:rPr>
                <w:rFonts w:cs="Calibri"/>
                <w:lang w:val="es-ES" w:eastAsia="es-ES"/>
              </w:rPr>
              <w:t> </w:t>
            </w:r>
            <w:hyperlink r:id="rId323" w:tooltip="879" w:history="1">
              <w:r w:rsidRPr="005E7CB6">
                <w:rPr>
                  <w:rFonts w:cs="Calibri"/>
                  <w:lang w:val="es-ES" w:eastAsia="es-ES"/>
                </w:rPr>
                <w:t>879</w:t>
              </w:r>
            </w:hyperlink>
            <w:r w:rsidRPr="005E7CB6">
              <w:rPr>
                <w:rFonts w:cs="Calibri"/>
                <w:lang w:val="es-ES" w:eastAsia="es-ES"/>
              </w:rPr>
              <w:t>.</w:t>
            </w:r>
          </w:p>
        </w:tc>
      </w:tr>
      <w:tr w:rsidR="00086070" w:rsidRPr="005E7CB6" w:rsidTr="000C428F">
        <w:tc>
          <w:tcPr>
            <w:tcW w:w="0" w:type="auto"/>
            <w:vMerge w:val="restart"/>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27</w:t>
            </w:r>
          </w:p>
        </w:tc>
        <w:tc>
          <w:tcPr>
            <w:tcW w:w="0" w:type="auto"/>
            <w:vMerge w:val="restart"/>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24" w:tooltip="Louis III de France" w:history="1">
              <w:r w:rsidRPr="005E7CB6">
                <w:rPr>
                  <w:rFonts w:cs="Calibri"/>
                  <w:lang w:val="es-ES" w:eastAsia="es-ES"/>
                </w:rPr>
                <w:t>Louis III</w:t>
              </w:r>
            </w:hyperlink>
            <w:r w:rsidRPr="005E7CB6">
              <w:rPr>
                <w:rFonts w:cs="Calibri"/>
                <w:lang w:val="es-ES" w:eastAsia="es-ES"/>
              </w:rPr>
              <w:br/>
              <w:t>(v. 864 – 5 août 882)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25" w:tooltip="879" w:history="1">
              <w:r w:rsidRPr="005E7CB6">
                <w:rPr>
                  <w:rFonts w:cs="Calibri"/>
                  <w:lang w:val="es-ES" w:eastAsia="es-ES"/>
                </w:rPr>
                <w:t>879</w:t>
              </w:r>
            </w:hyperlink>
            <w:r w:rsidRPr="005E7CB6">
              <w:rPr>
                <w:rFonts w:cs="Calibri"/>
                <w:lang w:val="es-ES" w:eastAsia="es-ES"/>
              </w:rPr>
              <w:t xml:space="preserve"> – </w:t>
            </w:r>
            <w:hyperlink r:id="rId326" w:tooltip="882" w:history="1">
              <w:r w:rsidRPr="005E7CB6">
                <w:rPr>
                  <w:rFonts w:cs="Calibri"/>
                  <w:lang w:val="es-ES" w:eastAsia="es-ES"/>
                </w:rPr>
                <w:t>882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27"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Est élu roi des Francs conjointement avec son frère Carloman II après la mort de leur père Louis II. Est sacré à </w:t>
            </w:r>
            <w:hyperlink r:id="rId328" w:tooltip="Ferrières" w:history="1">
              <w:r w:rsidRPr="005E7CB6">
                <w:rPr>
                  <w:rFonts w:cs="Calibri"/>
                  <w:lang w:eastAsia="es-ES"/>
                </w:rPr>
                <w:t>Ferrières</w:t>
              </w:r>
            </w:hyperlink>
            <w:r w:rsidRPr="005E7CB6">
              <w:rPr>
                <w:rFonts w:cs="Calibri"/>
                <w:lang w:eastAsia="es-ES"/>
              </w:rPr>
              <w:t xml:space="preserve"> en </w:t>
            </w:r>
            <w:hyperlink r:id="rId329" w:tooltip="Septembre" w:history="1">
              <w:r w:rsidRPr="005E7CB6">
                <w:rPr>
                  <w:rFonts w:cs="Calibri"/>
                  <w:lang w:eastAsia="es-ES"/>
                </w:rPr>
                <w:t>septembre</w:t>
              </w:r>
            </w:hyperlink>
            <w:r w:rsidRPr="005E7CB6">
              <w:rPr>
                <w:rFonts w:cs="Calibri"/>
                <w:lang w:eastAsia="es-ES"/>
              </w:rPr>
              <w:t xml:space="preserve"> </w:t>
            </w:r>
            <w:hyperlink r:id="rId330" w:tooltip="879" w:history="1">
              <w:r w:rsidRPr="005E7CB6">
                <w:rPr>
                  <w:rFonts w:cs="Calibri"/>
                  <w:lang w:eastAsia="es-ES"/>
                </w:rPr>
                <w:t>879</w:t>
              </w:r>
            </w:hyperlink>
            <w:r w:rsidRPr="005E7CB6">
              <w:rPr>
                <w:rFonts w:cs="Calibri"/>
                <w:lang w:eastAsia="es-ES"/>
              </w:rPr>
              <w:t xml:space="preserve">. Meurt sans descendance le </w:t>
            </w:r>
            <w:hyperlink r:id="rId331" w:tooltip="5 août" w:history="1">
              <w:r w:rsidRPr="005E7CB6">
                <w:rPr>
                  <w:rFonts w:cs="Calibri"/>
                  <w:lang w:eastAsia="es-ES"/>
                </w:rPr>
                <w:t>5</w:t>
              </w:r>
            </w:hyperlink>
            <w:r w:rsidRPr="005E7CB6">
              <w:rPr>
                <w:rFonts w:cs="Calibri"/>
                <w:lang w:eastAsia="es-ES"/>
              </w:rPr>
              <w:t> </w:t>
            </w:r>
            <w:hyperlink r:id="rId332" w:tooltip="Août" w:history="1">
              <w:r w:rsidRPr="005E7CB6">
                <w:rPr>
                  <w:rFonts w:cs="Calibri"/>
                  <w:lang w:eastAsia="es-ES"/>
                </w:rPr>
                <w:t>août</w:t>
              </w:r>
            </w:hyperlink>
            <w:r w:rsidRPr="005E7CB6">
              <w:rPr>
                <w:rFonts w:cs="Calibri"/>
                <w:lang w:eastAsia="es-ES"/>
              </w:rPr>
              <w:t> </w:t>
            </w:r>
            <w:hyperlink r:id="rId333" w:tooltip="882" w:history="1">
              <w:r w:rsidRPr="005E7CB6">
                <w:rPr>
                  <w:rFonts w:cs="Calibri"/>
                  <w:lang w:eastAsia="es-ES"/>
                </w:rPr>
                <w:t>882</w:t>
              </w:r>
            </w:hyperlink>
            <w:r w:rsidRPr="005E7CB6">
              <w:rPr>
                <w:rFonts w:cs="Calibri"/>
                <w:lang w:eastAsia="es-ES"/>
              </w:rPr>
              <w:t>.</w:t>
            </w:r>
          </w:p>
        </w:tc>
      </w:tr>
      <w:tr w:rsidR="00086070" w:rsidRPr="005E7CB6" w:rsidTr="000C428F">
        <w:tc>
          <w:tcPr>
            <w:tcW w:w="0" w:type="auto"/>
            <w:vMerge/>
            <w:tcBorders>
              <w:top w:val="single" w:sz="6" w:space="0" w:color="AAAAAA"/>
              <w:bottom w:val="single" w:sz="6" w:space="0" w:color="AAAAAA"/>
              <w:right w:val="single" w:sz="6" w:space="0" w:color="AAAAAA"/>
            </w:tcBorders>
            <w:shd w:val="clear" w:color="auto" w:fill="F9F9F9"/>
            <w:vAlign w:val="center"/>
          </w:tcPr>
          <w:p w:rsidR="00086070" w:rsidRPr="005E7CB6" w:rsidRDefault="00086070" w:rsidP="000C428F">
            <w:pPr>
              <w:spacing w:before="0" w:beforeAutospacing="0" w:after="0" w:afterAutospacing="0"/>
              <w:ind w:left="0" w:firstLine="0"/>
              <w:rPr>
                <w:rFonts w:cs="Calibri"/>
                <w:lang w:eastAsia="es-ES"/>
              </w:rPr>
            </w:pPr>
          </w:p>
        </w:tc>
        <w:tc>
          <w:tcPr>
            <w:tcW w:w="0" w:type="auto"/>
            <w:vMerge/>
            <w:tcBorders>
              <w:top w:val="single" w:sz="6" w:space="0" w:color="AAAAAA"/>
              <w:left w:val="single" w:sz="6" w:space="0" w:color="AAAAAA"/>
              <w:bottom w:val="single" w:sz="6" w:space="0" w:color="AAAAAA"/>
              <w:right w:val="single" w:sz="6" w:space="0" w:color="AAAAAA"/>
            </w:tcBorders>
            <w:shd w:val="clear" w:color="auto" w:fill="F9F9F9"/>
            <w:vAlign w:val="center"/>
          </w:tcPr>
          <w:p w:rsidR="00086070" w:rsidRPr="005E7CB6" w:rsidRDefault="00086070" w:rsidP="000C428F">
            <w:pPr>
              <w:spacing w:before="0" w:beforeAutospacing="0" w:after="0" w:afterAutospacing="0"/>
              <w:ind w:left="0" w:firstLine="0"/>
              <w:rPr>
                <w:rFonts w:cs="Calibri"/>
                <w:lang w:eastAsia="es-ES"/>
              </w:rPr>
            </w:pP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34" w:tooltip="Carloman II de France" w:history="1">
              <w:r w:rsidRPr="005E7CB6">
                <w:rPr>
                  <w:rFonts w:cs="Calibri"/>
                  <w:lang w:val="es-ES" w:eastAsia="es-ES"/>
                </w:rPr>
                <w:t>Carloman II</w:t>
              </w:r>
            </w:hyperlink>
            <w:r w:rsidRPr="005E7CB6">
              <w:rPr>
                <w:rFonts w:cs="Calibri"/>
                <w:lang w:val="es-ES" w:eastAsia="es-ES"/>
              </w:rPr>
              <w:br/>
              <w:t>(v. 866 – 12 décembre 884)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35" w:tooltip="879" w:history="1">
              <w:r w:rsidRPr="005E7CB6">
                <w:rPr>
                  <w:rFonts w:cs="Calibri"/>
                  <w:lang w:val="es-ES" w:eastAsia="es-ES"/>
                </w:rPr>
                <w:t>879</w:t>
              </w:r>
            </w:hyperlink>
            <w:r w:rsidRPr="005E7CB6">
              <w:rPr>
                <w:rFonts w:cs="Calibri"/>
                <w:lang w:val="es-ES" w:eastAsia="es-ES"/>
              </w:rPr>
              <w:t xml:space="preserve"> – </w:t>
            </w:r>
            <w:hyperlink r:id="rId336" w:tooltip="884" w:history="1">
              <w:r w:rsidRPr="005E7CB6">
                <w:rPr>
                  <w:rFonts w:cs="Calibri"/>
                  <w:lang w:val="es-ES" w:eastAsia="es-ES"/>
                </w:rPr>
                <w:t>884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37"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Est élu roi des Francs conjointement avec son frère Louis III après la mort de leur père Louis II. Est sacré à </w:t>
            </w:r>
            <w:hyperlink r:id="rId338" w:tooltip="Ferrières" w:history="1">
              <w:r w:rsidRPr="005E7CB6">
                <w:rPr>
                  <w:rFonts w:cs="Calibri"/>
                  <w:lang w:eastAsia="es-ES"/>
                </w:rPr>
                <w:t>Ferrières</w:t>
              </w:r>
            </w:hyperlink>
            <w:r w:rsidRPr="005E7CB6">
              <w:rPr>
                <w:rFonts w:cs="Calibri"/>
                <w:lang w:eastAsia="es-ES"/>
              </w:rPr>
              <w:t xml:space="preserve"> en </w:t>
            </w:r>
            <w:hyperlink r:id="rId339" w:tooltip="Septembre" w:history="1">
              <w:r w:rsidRPr="005E7CB6">
                <w:rPr>
                  <w:rFonts w:cs="Calibri"/>
                  <w:lang w:eastAsia="es-ES"/>
                </w:rPr>
                <w:t>septembre</w:t>
              </w:r>
            </w:hyperlink>
            <w:r w:rsidRPr="005E7CB6">
              <w:rPr>
                <w:rFonts w:cs="Calibri"/>
                <w:lang w:eastAsia="es-ES"/>
              </w:rPr>
              <w:t xml:space="preserve"> </w:t>
            </w:r>
            <w:hyperlink r:id="rId340" w:tooltip="879" w:history="1">
              <w:r w:rsidRPr="005E7CB6">
                <w:rPr>
                  <w:rFonts w:cs="Calibri"/>
                  <w:lang w:eastAsia="es-ES"/>
                </w:rPr>
                <w:t>879</w:t>
              </w:r>
            </w:hyperlink>
            <w:r w:rsidRPr="005E7CB6">
              <w:rPr>
                <w:rFonts w:cs="Calibri"/>
                <w:lang w:eastAsia="es-ES"/>
              </w:rPr>
              <w:t xml:space="preserve">. Devient seul roi après la mort de son frère le </w:t>
            </w:r>
            <w:hyperlink r:id="rId341" w:tooltip="5 août" w:history="1">
              <w:r w:rsidRPr="005E7CB6">
                <w:rPr>
                  <w:rFonts w:cs="Calibri"/>
                  <w:lang w:eastAsia="es-ES"/>
                </w:rPr>
                <w:t>5</w:t>
              </w:r>
            </w:hyperlink>
            <w:r w:rsidRPr="005E7CB6">
              <w:rPr>
                <w:rFonts w:cs="Calibri"/>
                <w:lang w:eastAsia="es-ES"/>
              </w:rPr>
              <w:t> </w:t>
            </w:r>
            <w:hyperlink r:id="rId342" w:tooltip="Août" w:history="1">
              <w:r w:rsidRPr="005E7CB6">
                <w:rPr>
                  <w:rFonts w:cs="Calibri"/>
                  <w:lang w:eastAsia="es-ES"/>
                </w:rPr>
                <w:t>août</w:t>
              </w:r>
            </w:hyperlink>
            <w:r w:rsidRPr="005E7CB6">
              <w:rPr>
                <w:rFonts w:cs="Calibri"/>
                <w:lang w:eastAsia="es-ES"/>
              </w:rPr>
              <w:t> </w:t>
            </w:r>
            <w:hyperlink r:id="rId343" w:tooltip="882" w:history="1">
              <w:r w:rsidRPr="005E7CB6">
                <w:rPr>
                  <w:rFonts w:cs="Calibri"/>
                  <w:lang w:eastAsia="es-ES"/>
                </w:rPr>
                <w:t>882</w:t>
              </w:r>
            </w:hyperlink>
            <w:r w:rsidRPr="005E7CB6">
              <w:rPr>
                <w:rFonts w:cs="Calibri"/>
                <w:lang w:eastAsia="es-ES"/>
              </w:rPr>
              <w:t xml:space="preserve">, meurt à son tour sans descendance le </w:t>
            </w:r>
            <w:hyperlink r:id="rId344" w:tooltip="12 décembre" w:history="1">
              <w:r w:rsidRPr="005E7CB6">
                <w:rPr>
                  <w:rFonts w:cs="Calibri"/>
                  <w:lang w:eastAsia="es-ES"/>
                </w:rPr>
                <w:t>12</w:t>
              </w:r>
            </w:hyperlink>
            <w:r w:rsidRPr="005E7CB6">
              <w:rPr>
                <w:rFonts w:cs="Calibri"/>
                <w:lang w:eastAsia="es-ES"/>
              </w:rPr>
              <w:t> </w:t>
            </w:r>
            <w:hyperlink r:id="rId345" w:tooltip="Décembre" w:history="1">
              <w:r w:rsidRPr="005E7CB6">
                <w:rPr>
                  <w:rFonts w:cs="Calibri"/>
                  <w:lang w:eastAsia="es-ES"/>
                </w:rPr>
                <w:t>décembre</w:t>
              </w:r>
            </w:hyperlink>
            <w:r w:rsidRPr="005E7CB6">
              <w:rPr>
                <w:rFonts w:cs="Calibri"/>
                <w:lang w:eastAsia="es-ES"/>
              </w:rPr>
              <w:t> </w:t>
            </w:r>
            <w:hyperlink r:id="rId346" w:tooltip="884" w:history="1">
              <w:r w:rsidRPr="005E7CB6">
                <w:rPr>
                  <w:rFonts w:cs="Calibri"/>
                  <w:lang w:eastAsia="es-ES"/>
                </w:rPr>
                <w:t>884</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47" w:tooltip="&quot;Charles III le Gros&quot; " w:history="1">
              <w:r w:rsidRPr="005E7CB6">
                <w:rPr>
                  <w:rFonts w:cs="Calibri"/>
                  <w:noProof/>
                  <w:lang w:val="es-ES" w:eastAsia="es-ES"/>
                </w:rPr>
                <w:pict>
                  <v:shape id="Imagen 81" o:spid="_x0000_i1067" type="#_x0000_t75" alt="Charles III le Gros" href="http://fr.wikipedia.org/wiki/Fichier:Sceau_de_Charles_le_gros.j" title="&quot;Charles III le Gros&quot;" style="width:60pt;height:57.75pt;visibility:visible" o:button="t">
                    <v:fill o:detectmouseclick="t"/>
                    <v:imagedata r:id="rId34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49" w:tooltip="Charles III le Gros" w:history="1">
              <w:r w:rsidRPr="005E7CB6">
                <w:rPr>
                  <w:rFonts w:cs="Calibri"/>
                  <w:lang w:val="es-ES" w:eastAsia="es-ES"/>
                </w:rPr>
                <w:t>Charles</w:t>
              </w:r>
            </w:hyperlink>
            <w:r w:rsidRPr="005E7CB6">
              <w:rPr>
                <w:rFonts w:cs="Calibri"/>
                <w:lang w:val="es-ES" w:eastAsia="es-ES"/>
              </w:rPr>
              <w:t xml:space="preserve"> </w:t>
            </w:r>
            <w:r w:rsidRPr="005E7CB6">
              <w:rPr>
                <w:rFonts w:cs="Calibri"/>
                <w:i/>
                <w:iCs/>
                <w:lang w:val="es-ES" w:eastAsia="es-ES"/>
              </w:rPr>
              <w:t>le Gros</w:t>
            </w:r>
            <w:r w:rsidRPr="005E7CB6">
              <w:rPr>
                <w:rFonts w:cs="Calibri"/>
                <w:lang w:val="es-ES" w:eastAsia="es-ES"/>
              </w:rPr>
              <w:br/>
              <w:t>(839 – 13 janvier 888)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50" w:tooltip="884" w:history="1">
              <w:r w:rsidRPr="005E7CB6">
                <w:rPr>
                  <w:rFonts w:cs="Calibri"/>
                  <w:lang w:val="es-ES" w:eastAsia="es-ES"/>
                </w:rPr>
                <w:t>884</w:t>
              </w:r>
            </w:hyperlink>
            <w:r w:rsidRPr="005E7CB6">
              <w:rPr>
                <w:rFonts w:cs="Calibri"/>
                <w:lang w:val="es-ES" w:eastAsia="es-ES"/>
              </w:rPr>
              <w:t xml:space="preserve"> – </w:t>
            </w:r>
            <w:hyperlink r:id="rId351" w:tooltip="887" w:history="1">
              <w:r w:rsidRPr="005E7CB6">
                <w:rPr>
                  <w:rFonts w:cs="Calibri"/>
                  <w:lang w:val="es-ES" w:eastAsia="es-ES"/>
                </w:rPr>
                <w:t>887</w:t>
              </w:r>
            </w:hyperlink>
            <w:r w:rsidRPr="005E7CB6">
              <w:rPr>
                <w:rFonts w:cs="Calibri"/>
                <w:lang w:val="es-ES" w:eastAsia="es-ES"/>
              </w:rPr>
              <w:t>/</w:t>
            </w:r>
            <w:hyperlink r:id="rId352" w:tooltip="888" w:history="1">
              <w:r w:rsidRPr="005E7CB6">
                <w:rPr>
                  <w:rFonts w:cs="Calibri"/>
                  <w:lang w:val="es-ES" w:eastAsia="es-ES"/>
                </w:rPr>
                <w:t>888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53"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Fils de </w:t>
            </w:r>
            <w:hyperlink r:id="rId354" w:tooltip="Louis II de Germanie" w:history="1">
              <w:r w:rsidRPr="005E7CB6">
                <w:rPr>
                  <w:rFonts w:cs="Calibri"/>
                  <w:lang w:eastAsia="es-ES"/>
                </w:rPr>
                <w:t>Louis le Germanique</w:t>
              </w:r>
            </w:hyperlink>
            <w:r w:rsidRPr="005E7CB6">
              <w:rPr>
                <w:rFonts w:cs="Calibri"/>
                <w:lang w:eastAsia="es-ES"/>
              </w:rPr>
              <w:t xml:space="preserve">, est appelé pour assurer la régence, les nobles refusant de reconnaître le jeune </w:t>
            </w:r>
            <w:hyperlink r:id="rId355" w:tooltip="Charles III de France" w:history="1">
              <w:r w:rsidRPr="005E7CB6">
                <w:rPr>
                  <w:rFonts w:cs="Calibri"/>
                  <w:lang w:eastAsia="es-ES"/>
                </w:rPr>
                <w:t>Charles le Simple</w:t>
              </w:r>
            </w:hyperlink>
            <w:r w:rsidRPr="005E7CB6">
              <w:rPr>
                <w:rFonts w:cs="Calibri"/>
                <w:lang w:eastAsia="es-ES"/>
              </w:rPr>
              <w:t xml:space="preserve">, dernier fils de </w:t>
            </w:r>
            <w:hyperlink r:id="rId356" w:tooltip="Louis II de France" w:history="1">
              <w:r w:rsidRPr="005E7CB6">
                <w:rPr>
                  <w:rFonts w:cs="Calibri"/>
                  <w:lang w:eastAsia="es-ES"/>
                </w:rPr>
                <w:t>Louis II</w:t>
              </w:r>
            </w:hyperlink>
            <w:r w:rsidRPr="005E7CB6">
              <w:rPr>
                <w:rFonts w:cs="Calibri"/>
                <w:lang w:eastAsia="es-ES"/>
              </w:rPr>
              <w:t xml:space="preserve"> roi des Francs . Est déchu à Mayence de ses titres en novembre </w:t>
            </w:r>
            <w:hyperlink r:id="rId357" w:tooltip="887" w:history="1">
              <w:r w:rsidRPr="005E7CB6">
                <w:rPr>
                  <w:rFonts w:cs="Calibri"/>
                  <w:lang w:eastAsia="es-ES"/>
                </w:rPr>
                <w:t>887</w:t>
              </w:r>
            </w:hyperlink>
            <w:r w:rsidRPr="005E7CB6">
              <w:rPr>
                <w:rFonts w:cs="Calibri"/>
                <w:lang w:eastAsia="es-ES"/>
              </w:rPr>
              <w:t xml:space="preserve">. Meurt le </w:t>
            </w:r>
            <w:hyperlink r:id="rId358" w:tooltip="13 janvier" w:history="1">
              <w:r w:rsidRPr="005E7CB6">
                <w:rPr>
                  <w:rFonts w:cs="Calibri"/>
                  <w:lang w:eastAsia="es-ES"/>
                </w:rPr>
                <w:t>13</w:t>
              </w:r>
            </w:hyperlink>
            <w:r w:rsidRPr="005E7CB6">
              <w:rPr>
                <w:rFonts w:cs="Calibri"/>
                <w:lang w:eastAsia="es-ES"/>
              </w:rPr>
              <w:t> </w:t>
            </w:r>
            <w:hyperlink r:id="rId359" w:tooltip="Janvier" w:history="1">
              <w:r w:rsidRPr="005E7CB6">
                <w:rPr>
                  <w:rFonts w:cs="Calibri"/>
                  <w:lang w:eastAsia="es-ES"/>
                </w:rPr>
                <w:t>janvier</w:t>
              </w:r>
            </w:hyperlink>
            <w:r w:rsidRPr="005E7CB6">
              <w:rPr>
                <w:rFonts w:cs="Calibri"/>
                <w:lang w:eastAsia="es-ES"/>
              </w:rPr>
              <w:t> </w:t>
            </w:r>
            <w:hyperlink r:id="rId360" w:tooltip="888" w:history="1">
              <w:r w:rsidRPr="005E7CB6">
                <w:rPr>
                  <w:rFonts w:cs="Calibri"/>
                  <w:lang w:eastAsia="es-ES"/>
                </w:rPr>
                <w:t>888</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29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61" w:tooltip="&quot;Eudes Ier&quot; " w:history="1">
              <w:r w:rsidRPr="005E7CB6">
                <w:rPr>
                  <w:rFonts w:cs="Calibri"/>
                  <w:noProof/>
                  <w:lang w:val="es-ES" w:eastAsia="es-ES"/>
                </w:rPr>
                <w:pict>
                  <v:shape id="Imagen 82" o:spid="_x0000_i1068" type="#_x0000_t75" alt="Eudes Ier" href="http://fr.wikipedia.org/wiki/Fichier:EudesParis.j" title="&quot;Eudes Ier&quot;" style="width:60pt;height:87pt;visibility:visible" o:button="t">
                    <v:fill o:detectmouseclick="t"/>
                    <v:imagedata r:id="rId36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63" w:tooltip="Eudes de France" w:history="1">
              <w:r w:rsidRPr="005E7CB6">
                <w:rPr>
                  <w:rFonts w:cs="Calibri"/>
                  <w:lang w:val="es-ES" w:eastAsia="es-ES"/>
                </w:rPr>
                <w:t>Eudes</w:t>
              </w:r>
            </w:hyperlink>
            <w:r w:rsidRPr="005E7CB6">
              <w:rPr>
                <w:rFonts w:cs="Calibri"/>
                <w:lang w:val="es-ES" w:eastAsia="es-ES"/>
              </w:rPr>
              <w:br/>
              <w:t>(v. 860 – 1</w:t>
            </w:r>
            <w:r w:rsidRPr="005E7CB6">
              <w:rPr>
                <w:rFonts w:cs="Calibri"/>
                <w:vertAlign w:val="superscript"/>
                <w:lang w:val="es-ES" w:eastAsia="es-ES"/>
              </w:rPr>
              <w:t>er</w:t>
            </w:r>
            <w:r w:rsidRPr="005E7CB6">
              <w:rPr>
                <w:rFonts w:cs="Calibri"/>
                <w:lang w:val="es-ES" w:eastAsia="es-ES"/>
              </w:rPr>
              <w:t xml:space="preserve"> janvier 898)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64" w:tooltip="888" w:history="1">
              <w:r w:rsidRPr="005E7CB6">
                <w:rPr>
                  <w:rFonts w:cs="Calibri"/>
                  <w:lang w:val="es-ES" w:eastAsia="es-ES"/>
                </w:rPr>
                <w:t>888</w:t>
              </w:r>
            </w:hyperlink>
            <w:r w:rsidRPr="005E7CB6">
              <w:rPr>
                <w:rFonts w:cs="Calibri"/>
                <w:lang w:val="es-ES" w:eastAsia="es-ES"/>
              </w:rPr>
              <w:t xml:space="preserve"> – </w:t>
            </w:r>
            <w:hyperlink r:id="rId365" w:tooltip="898" w:history="1">
              <w:r w:rsidRPr="005E7CB6">
                <w:rPr>
                  <w:rFonts w:cs="Calibri"/>
                  <w:lang w:val="es-ES" w:eastAsia="es-ES"/>
                </w:rPr>
                <w:t>898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66" w:tooltip="Robertiens" w:history="1">
              <w:r w:rsidRPr="005E7CB6">
                <w:rPr>
                  <w:rFonts w:cs="Calibri"/>
                  <w:lang w:val="es-ES" w:eastAsia="es-ES"/>
                </w:rPr>
                <w:t>Robertiens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Est élu roi des Francs après la mort de Charles le Gros. Est sacré à </w:t>
            </w:r>
            <w:hyperlink r:id="rId367" w:tooltip="Compiègne" w:history="1">
              <w:r w:rsidRPr="005E7CB6">
                <w:rPr>
                  <w:rFonts w:cs="Calibri"/>
                  <w:lang w:eastAsia="es-ES"/>
                </w:rPr>
                <w:t>Compiègne</w:t>
              </w:r>
            </w:hyperlink>
            <w:r w:rsidRPr="005E7CB6">
              <w:rPr>
                <w:rFonts w:cs="Calibri"/>
                <w:lang w:eastAsia="es-ES"/>
              </w:rPr>
              <w:t xml:space="preserve"> le </w:t>
            </w:r>
            <w:hyperlink r:id="rId368" w:tooltip="29 février" w:history="1">
              <w:r w:rsidRPr="005E7CB6">
                <w:rPr>
                  <w:rFonts w:cs="Calibri"/>
                  <w:lang w:eastAsia="es-ES"/>
                </w:rPr>
                <w:t>29</w:t>
              </w:r>
            </w:hyperlink>
            <w:r w:rsidRPr="005E7CB6">
              <w:rPr>
                <w:rFonts w:cs="Calibri"/>
                <w:lang w:eastAsia="es-ES"/>
              </w:rPr>
              <w:t> </w:t>
            </w:r>
            <w:hyperlink r:id="rId369" w:tooltip="Février" w:history="1">
              <w:r w:rsidRPr="005E7CB6">
                <w:rPr>
                  <w:rFonts w:cs="Calibri"/>
                  <w:lang w:eastAsia="es-ES"/>
                </w:rPr>
                <w:t>février</w:t>
              </w:r>
            </w:hyperlink>
            <w:r w:rsidRPr="005E7CB6">
              <w:rPr>
                <w:rFonts w:cs="Calibri"/>
                <w:lang w:eastAsia="es-ES"/>
              </w:rPr>
              <w:t> </w:t>
            </w:r>
            <w:hyperlink r:id="rId370" w:tooltip="888" w:history="1">
              <w:r w:rsidRPr="005E7CB6">
                <w:rPr>
                  <w:rFonts w:cs="Calibri"/>
                  <w:lang w:eastAsia="es-ES"/>
                </w:rPr>
                <w:t>888</w:t>
              </w:r>
            </w:hyperlink>
            <w:r w:rsidRPr="005E7CB6">
              <w:rPr>
                <w:rFonts w:cs="Calibri"/>
                <w:lang w:eastAsia="es-ES"/>
              </w:rPr>
              <w:t xml:space="preserve">. </w:t>
            </w:r>
            <w:r w:rsidRPr="005E7CB6">
              <w:rPr>
                <w:rFonts w:cs="Calibri"/>
                <w:lang w:val="es-ES" w:eastAsia="es-ES"/>
              </w:rPr>
              <w:t xml:space="preserve">Meurt le </w:t>
            </w:r>
            <w:hyperlink r:id="rId371" w:tooltip="1er janvier" w:history="1">
              <w:r w:rsidRPr="005E7CB6">
                <w:rPr>
                  <w:rFonts w:cs="Calibri"/>
                  <w:lang w:val="es-ES" w:eastAsia="es-ES"/>
                </w:rPr>
                <w:t>1</w:t>
              </w:r>
              <w:r w:rsidRPr="005E7CB6">
                <w:rPr>
                  <w:rFonts w:cs="Calibri"/>
                  <w:vertAlign w:val="superscript"/>
                  <w:lang w:val="es-ES" w:eastAsia="es-ES"/>
                </w:rPr>
                <w:t>er</w:t>
              </w:r>
            </w:hyperlink>
            <w:r w:rsidRPr="005E7CB6">
              <w:rPr>
                <w:rFonts w:cs="Calibri"/>
                <w:lang w:val="es-ES" w:eastAsia="es-ES"/>
              </w:rPr>
              <w:t> </w:t>
            </w:r>
            <w:hyperlink r:id="rId372" w:tooltip="Janvier" w:history="1">
              <w:r w:rsidRPr="005E7CB6">
                <w:rPr>
                  <w:rFonts w:cs="Calibri"/>
                  <w:lang w:val="es-ES" w:eastAsia="es-ES"/>
                </w:rPr>
                <w:t>janvier</w:t>
              </w:r>
            </w:hyperlink>
            <w:r w:rsidRPr="005E7CB6">
              <w:rPr>
                <w:rFonts w:cs="Calibri"/>
                <w:lang w:val="es-ES" w:eastAsia="es-ES"/>
              </w:rPr>
              <w:t> </w:t>
            </w:r>
            <w:hyperlink r:id="rId373" w:tooltip="898" w:history="1">
              <w:r w:rsidRPr="005E7CB6">
                <w:rPr>
                  <w:rFonts w:cs="Calibri"/>
                  <w:lang w:val="es-ES" w:eastAsia="es-ES"/>
                </w:rPr>
                <w:t>898</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74" w:tooltip="&quot;Charles III le Simple&quot; " w:history="1">
              <w:r w:rsidRPr="005E7CB6">
                <w:rPr>
                  <w:rFonts w:cs="Calibri"/>
                  <w:noProof/>
                  <w:lang w:val="es-ES" w:eastAsia="es-ES"/>
                </w:rPr>
                <w:pict>
                  <v:shape id="Imagen 83" o:spid="_x0000_i1069" type="#_x0000_t75" alt="Charles III le Simple" href="http://fr.wikipedia.org/wiki/Fichier:CharlesIII_le_simple_Jean_de_Tillet-Recueil_des_rois_de_France.j" title="&quot;Charles III le Simple&quot;" style="width:60pt;height:82.5pt;visibility:visible" o:button="t">
                    <v:fill o:detectmouseclick="t"/>
                    <v:imagedata r:id="rId37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376" w:tooltip="Charles III de France" w:history="1">
              <w:r w:rsidRPr="005E7CB6">
                <w:rPr>
                  <w:rFonts w:cs="Calibri"/>
                  <w:lang w:eastAsia="es-ES"/>
                </w:rPr>
                <w:t>Charles III</w:t>
              </w:r>
            </w:hyperlink>
            <w:r w:rsidRPr="005E7CB6">
              <w:rPr>
                <w:rFonts w:cs="Calibri"/>
                <w:lang w:eastAsia="es-ES"/>
              </w:rPr>
              <w:t xml:space="preserve"> </w:t>
            </w:r>
            <w:r w:rsidRPr="005E7CB6">
              <w:rPr>
                <w:rFonts w:cs="Calibri"/>
                <w:i/>
                <w:iCs/>
                <w:lang w:eastAsia="es-ES"/>
              </w:rPr>
              <w:t>le Simple</w:t>
            </w:r>
            <w:r w:rsidRPr="005E7CB6">
              <w:rPr>
                <w:rFonts w:cs="Calibri"/>
                <w:lang w:eastAsia="es-ES"/>
              </w:rPr>
              <w:br/>
              <w:t>(17 septembre 879 – 7 octobre 929)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77" w:tooltip="893" w:history="1">
              <w:r w:rsidRPr="005E7CB6">
                <w:rPr>
                  <w:rFonts w:cs="Calibri"/>
                  <w:lang w:val="es-ES" w:eastAsia="es-ES"/>
                </w:rPr>
                <w:t>893</w:t>
              </w:r>
            </w:hyperlink>
            <w:r w:rsidRPr="005E7CB6">
              <w:rPr>
                <w:rFonts w:cs="Calibri"/>
                <w:lang w:val="es-ES" w:eastAsia="es-ES"/>
              </w:rPr>
              <w:t xml:space="preserve"> – </w:t>
            </w:r>
            <w:hyperlink r:id="rId378" w:tooltip="922" w:history="1">
              <w:r w:rsidRPr="005E7CB6">
                <w:rPr>
                  <w:rFonts w:cs="Calibri"/>
                  <w:lang w:val="es-ES" w:eastAsia="es-ES"/>
                </w:rPr>
                <w:t>922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79"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Fils de </w:t>
            </w:r>
            <w:hyperlink r:id="rId380" w:tooltip="Louis II de France" w:history="1">
              <w:r w:rsidRPr="005E7CB6">
                <w:rPr>
                  <w:rFonts w:cs="Calibri"/>
                  <w:lang w:eastAsia="es-ES"/>
                </w:rPr>
                <w:t>Louis II</w:t>
              </w:r>
            </w:hyperlink>
            <w:r w:rsidRPr="005E7CB6">
              <w:rPr>
                <w:rFonts w:cs="Calibri"/>
                <w:lang w:eastAsia="es-ES"/>
              </w:rPr>
              <w:t xml:space="preserve">, est écarté du trône à la mort de son frère </w:t>
            </w:r>
            <w:hyperlink r:id="rId381" w:tooltip="Carloman II de France" w:history="1">
              <w:r w:rsidRPr="005E7CB6">
                <w:rPr>
                  <w:rFonts w:cs="Calibri"/>
                  <w:lang w:eastAsia="es-ES"/>
                </w:rPr>
                <w:t>Carloman II</w:t>
              </w:r>
            </w:hyperlink>
            <w:r w:rsidRPr="005E7CB6">
              <w:rPr>
                <w:rFonts w:cs="Calibri"/>
                <w:lang w:eastAsia="es-ES"/>
              </w:rPr>
              <w:t xml:space="preserve"> en raison de son jeune âge. Lorsque le régent </w:t>
            </w:r>
            <w:hyperlink r:id="rId382" w:tooltip="Charles III le Gros" w:history="1">
              <w:r w:rsidRPr="005E7CB6">
                <w:rPr>
                  <w:rFonts w:cs="Calibri"/>
                  <w:lang w:eastAsia="es-ES"/>
                </w:rPr>
                <w:t>Charles le Gros</w:t>
              </w:r>
            </w:hyperlink>
            <w:r w:rsidRPr="005E7CB6">
              <w:rPr>
                <w:rFonts w:cs="Calibri"/>
                <w:lang w:eastAsia="es-ES"/>
              </w:rPr>
              <w:t xml:space="preserve"> est déposé, est encore trop jeune et se voit préférer Eudes, le </w:t>
            </w:r>
            <w:hyperlink r:id="rId383" w:tooltip="Comte de Paris" w:history="1">
              <w:r w:rsidRPr="005E7CB6">
                <w:rPr>
                  <w:rFonts w:cs="Calibri"/>
                  <w:lang w:eastAsia="es-ES"/>
                </w:rPr>
                <w:t>comte de Paris</w:t>
              </w:r>
            </w:hyperlink>
            <w:r w:rsidRPr="005E7CB6">
              <w:rPr>
                <w:rFonts w:cs="Calibri"/>
                <w:lang w:eastAsia="es-ES"/>
              </w:rPr>
              <w:t xml:space="preserve">. Est cependant sacré à </w:t>
            </w:r>
            <w:hyperlink r:id="rId384" w:tooltip="Reims" w:history="1">
              <w:r w:rsidRPr="005E7CB6">
                <w:rPr>
                  <w:rFonts w:cs="Calibri"/>
                  <w:lang w:eastAsia="es-ES"/>
                </w:rPr>
                <w:t>Reims</w:t>
              </w:r>
            </w:hyperlink>
            <w:r w:rsidRPr="005E7CB6">
              <w:rPr>
                <w:rFonts w:cs="Calibri"/>
                <w:lang w:eastAsia="es-ES"/>
              </w:rPr>
              <w:t xml:space="preserve"> le </w:t>
            </w:r>
            <w:hyperlink r:id="rId385" w:tooltip="28 janvier" w:history="1">
              <w:r w:rsidRPr="005E7CB6">
                <w:rPr>
                  <w:rFonts w:cs="Calibri"/>
                  <w:lang w:eastAsia="es-ES"/>
                </w:rPr>
                <w:t>28</w:t>
              </w:r>
            </w:hyperlink>
            <w:r w:rsidRPr="005E7CB6">
              <w:rPr>
                <w:rFonts w:cs="Calibri"/>
                <w:lang w:eastAsia="es-ES"/>
              </w:rPr>
              <w:t> </w:t>
            </w:r>
            <w:hyperlink r:id="rId386" w:tooltip="Janvier" w:history="1">
              <w:r w:rsidRPr="005E7CB6">
                <w:rPr>
                  <w:rFonts w:cs="Calibri"/>
                  <w:lang w:eastAsia="es-ES"/>
                </w:rPr>
                <w:t>janvier</w:t>
              </w:r>
            </w:hyperlink>
            <w:r w:rsidRPr="005E7CB6">
              <w:rPr>
                <w:rFonts w:cs="Calibri"/>
                <w:lang w:eastAsia="es-ES"/>
              </w:rPr>
              <w:t> </w:t>
            </w:r>
            <w:hyperlink r:id="rId387" w:tooltip="893" w:history="1">
              <w:r w:rsidRPr="005E7CB6">
                <w:rPr>
                  <w:rFonts w:cs="Calibri"/>
                  <w:lang w:eastAsia="es-ES"/>
                </w:rPr>
                <w:t>893</w:t>
              </w:r>
            </w:hyperlink>
            <w:r w:rsidRPr="005E7CB6">
              <w:rPr>
                <w:rFonts w:cs="Calibri"/>
                <w:lang w:eastAsia="es-ES"/>
              </w:rPr>
              <w:t xml:space="preserve">, alors qu'Eudes règne encore. Après avoir accepté de cohabiter, les deux rois s'accordent pour que Charles succède seul à Eudes après sa mort. Charles devient roi des Francs le </w:t>
            </w:r>
            <w:hyperlink r:id="rId388" w:tooltip="1er janvier"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389" w:tooltip="Janvier" w:history="1">
              <w:r w:rsidRPr="005E7CB6">
                <w:rPr>
                  <w:rFonts w:cs="Calibri"/>
                  <w:lang w:eastAsia="es-ES"/>
                </w:rPr>
                <w:t>janvier</w:t>
              </w:r>
            </w:hyperlink>
            <w:r w:rsidRPr="005E7CB6">
              <w:rPr>
                <w:rFonts w:cs="Calibri"/>
                <w:lang w:eastAsia="es-ES"/>
              </w:rPr>
              <w:t> </w:t>
            </w:r>
            <w:hyperlink r:id="rId390" w:tooltip="898" w:history="1">
              <w:r w:rsidRPr="005E7CB6">
                <w:rPr>
                  <w:rFonts w:cs="Calibri"/>
                  <w:lang w:eastAsia="es-ES"/>
                </w:rPr>
                <w:t>898</w:t>
              </w:r>
            </w:hyperlink>
            <w:r w:rsidRPr="005E7CB6">
              <w:rPr>
                <w:rFonts w:cs="Calibri"/>
                <w:lang w:eastAsia="es-ES"/>
              </w:rPr>
              <w:t xml:space="preserve">. Il est déposé par les grands du royaume, qui élisent et font sacrer Robert, comte de Paris, le </w:t>
            </w:r>
            <w:hyperlink r:id="rId391" w:tooltip="30 juin" w:history="1">
              <w:r w:rsidRPr="005E7CB6">
                <w:rPr>
                  <w:rFonts w:cs="Calibri"/>
                  <w:lang w:eastAsia="es-ES"/>
                </w:rPr>
                <w:t>30</w:t>
              </w:r>
            </w:hyperlink>
            <w:r w:rsidRPr="005E7CB6">
              <w:rPr>
                <w:rFonts w:cs="Calibri"/>
                <w:lang w:eastAsia="es-ES"/>
              </w:rPr>
              <w:t> </w:t>
            </w:r>
            <w:hyperlink r:id="rId392" w:tooltip="Juin" w:history="1">
              <w:r w:rsidRPr="005E7CB6">
                <w:rPr>
                  <w:rFonts w:cs="Calibri"/>
                  <w:lang w:eastAsia="es-ES"/>
                </w:rPr>
                <w:t>juin</w:t>
              </w:r>
            </w:hyperlink>
            <w:r w:rsidRPr="005E7CB6">
              <w:rPr>
                <w:rFonts w:cs="Calibri"/>
                <w:lang w:eastAsia="es-ES"/>
              </w:rPr>
              <w:t> </w:t>
            </w:r>
            <w:hyperlink r:id="rId393" w:tooltip="922" w:history="1">
              <w:r w:rsidRPr="005E7CB6">
                <w:rPr>
                  <w:rFonts w:cs="Calibri"/>
                  <w:lang w:eastAsia="es-ES"/>
                </w:rPr>
                <w:t>922</w:t>
              </w:r>
            </w:hyperlink>
            <w:r w:rsidRPr="005E7CB6">
              <w:rPr>
                <w:rFonts w:cs="Calibri"/>
                <w:lang w:eastAsia="es-ES"/>
              </w:rPr>
              <w:t xml:space="preserve">. Est fait prisonnier en </w:t>
            </w:r>
            <w:hyperlink r:id="rId394" w:tooltip="923" w:history="1">
              <w:r w:rsidRPr="005E7CB6">
                <w:rPr>
                  <w:rFonts w:cs="Calibri"/>
                  <w:lang w:eastAsia="es-ES"/>
                </w:rPr>
                <w:t>923</w:t>
              </w:r>
            </w:hyperlink>
            <w:r w:rsidRPr="005E7CB6">
              <w:rPr>
                <w:rFonts w:cs="Calibri"/>
                <w:lang w:eastAsia="es-ES"/>
              </w:rPr>
              <w:t xml:space="preserve"> après la défaite de Soissons. Meurt en détention le </w:t>
            </w:r>
            <w:hyperlink r:id="rId395" w:tooltip="7 octobre" w:history="1">
              <w:r w:rsidRPr="005E7CB6">
                <w:rPr>
                  <w:rFonts w:cs="Calibri"/>
                  <w:lang w:eastAsia="es-ES"/>
                </w:rPr>
                <w:t>7</w:t>
              </w:r>
            </w:hyperlink>
            <w:r w:rsidRPr="005E7CB6">
              <w:rPr>
                <w:rFonts w:cs="Calibri"/>
                <w:lang w:eastAsia="es-ES"/>
              </w:rPr>
              <w:t> </w:t>
            </w:r>
            <w:hyperlink r:id="rId396" w:tooltip="Octobre" w:history="1">
              <w:r w:rsidRPr="005E7CB6">
                <w:rPr>
                  <w:rFonts w:cs="Calibri"/>
                  <w:lang w:eastAsia="es-ES"/>
                </w:rPr>
                <w:t>octobre</w:t>
              </w:r>
            </w:hyperlink>
            <w:r w:rsidRPr="005E7CB6">
              <w:rPr>
                <w:rFonts w:cs="Calibri"/>
                <w:lang w:eastAsia="es-ES"/>
              </w:rPr>
              <w:t> </w:t>
            </w:r>
            <w:hyperlink r:id="rId397" w:tooltip="929" w:history="1">
              <w:r w:rsidRPr="005E7CB6">
                <w:rPr>
                  <w:rFonts w:cs="Calibri"/>
                  <w:lang w:eastAsia="es-ES"/>
                </w:rPr>
                <w:t>929</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398" w:tooltip="&quot;Robert Ier&quot; " w:history="1">
              <w:r w:rsidRPr="005E7CB6">
                <w:rPr>
                  <w:rFonts w:cs="Calibri"/>
                  <w:noProof/>
                  <w:lang w:val="es-ES" w:eastAsia="es-ES"/>
                </w:rPr>
                <w:pict>
                  <v:shape id="Imagen 84" o:spid="_x0000_i1070" type="#_x0000_t75" alt="Robert Ier" href="http://fr.wikipedia.org/wiki/Fichier:Robert_I_de_France.j" title="&quot;Robert Ier&quot;" style="width:60pt;height:79.5pt;visibility:visible" o:button="t">
                    <v:fill o:detectmouseclick="t"/>
                    <v:imagedata r:id="rId39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00" w:tooltip="Robert Ier de France" w:history="1">
              <w:r w:rsidRPr="005E7CB6">
                <w:rPr>
                  <w:rFonts w:cs="Calibri"/>
                  <w:lang w:val="es-ES" w:eastAsia="es-ES"/>
                </w:rPr>
                <w:t xml:space="preserve">Robert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(v. 866 – 15 juin 923)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01" w:tooltip="922" w:history="1">
              <w:r w:rsidRPr="005E7CB6">
                <w:rPr>
                  <w:rFonts w:cs="Calibri"/>
                  <w:lang w:val="es-ES" w:eastAsia="es-ES"/>
                </w:rPr>
                <w:t>922</w:t>
              </w:r>
            </w:hyperlink>
            <w:r w:rsidRPr="005E7CB6">
              <w:rPr>
                <w:rFonts w:cs="Calibri"/>
                <w:lang w:val="es-ES" w:eastAsia="es-ES"/>
              </w:rPr>
              <w:t xml:space="preserve"> – </w:t>
            </w:r>
            <w:hyperlink r:id="rId402" w:tooltip="923" w:history="1">
              <w:r w:rsidRPr="005E7CB6">
                <w:rPr>
                  <w:rFonts w:cs="Calibri"/>
                  <w:lang w:val="es-ES" w:eastAsia="es-ES"/>
                </w:rPr>
                <w:t>923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03" w:tooltip="Robertiens" w:history="1">
              <w:r w:rsidRPr="005E7CB6">
                <w:rPr>
                  <w:rFonts w:cs="Calibri"/>
                  <w:lang w:val="es-ES" w:eastAsia="es-ES"/>
                </w:rPr>
                <w:t>Robertiens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Frère d'</w:t>
            </w:r>
            <w:hyperlink r:id="rId404" w:tooltip="Eudes Ier de France" w:history="1">
              <w:r w:rsidRPr="005E7CB6">
                <w:rPr>
                  <w:rFonts w:cs="Calibri"/>
                  <w:lang w:eastAsia="es-ES"/>
                </w:rPr>
                <w:t>Eudes</w:t>
              </w:r>
            </w:hyperlink>
            <w:r w:rsidRPr="005E7CB6">
              <w:rPr>
                <w:rFonts w:cs="Calibri"/>
                <w:lang w:eastAsia="es-ES"/>
              </w:rPr>
              <w:t xml:space="preserve">, ne revendique pas la couronne à la mort de ce dernier. Avec plusieurs nobles, se révolte contre </w:t>
            </w:r>
            <w:hyperlink r:id="rId405" w:tooltip="Charles III de France" w:history="1">
              <w:r w:rsidRPr="005E7CB6">
                <w:rPr>
                  <w:rFonts w:cs="Calibri"/>
                  <w:lang w:eastAsia="es-ES"/>
                </w:rPr>
                <w:t>Charles le Simple</w:t>
              </w:r>
            </w:hyperlink>
            <w:r w:rsidRPr="005E7CB6">
              <w:rPr>
                <w:rFonts w:cs="Calibri"/>
                <w:lang w:eastAsia="es-ES"/>
              </w:rPr>
              <w:t xml:space="preserve"> en </w:t>
            </w:r>
            <w:hyperlink r:id="rId406" w:tooltip="921" w:history="1">
              <w:r w:rsidRPr="005E7CB6">
                <w:rPr>
                  <w:rFonts w:cs="Calibri"/>
                  <w:lang w:eastAsia="es-ES"/>
                </w:rPr>
                <w:t>921</w:t>
              </w:r>
            </w:hyperlink>
            <w:r w:rsidRPr="005E7CB6">
              <w:rPr>
                <w:rFonts w:cs="Calibri"/>
                <w:lang w:eastAsia="es-ES"/>
              </w:rPr>
              <w:t xml:space="preserve">. Est sacré à </w:t>
            </w:r>
            <w:hyperlink r:id="rId407" w:tooltip="Reims" w:history="1">
              <w:r w:rsidRPr="005E7CB6">
                <w:rPr>
                  <w:rFonts w:cs="Calibri"/>
                  <w:lang w:eastAsia="es-ES"/>
                </w:rPr>
                <w:t>Reims</w:t>
              </w:r>
            </w:hyperlink>
            <w:r w:rsidRPr="005E7CB6">
              <w:rPr>
                <w:rFonts w:cs="Calibri"/>
                <w:lang w:eastAsia="es-ES"/>
              </w:rPr>
              <w:t xml:space="preserve"> le </w:t>
            </w:r>
            <w:hyperlink r:id="rId408" w:tooltip="30 juin" w:history="1">
              <w:r w:rsidRPr="005E7CB6">
                <w:rPr>
                  <w:rFonts w:cs="Calibri"/>
                  <w:lang w:eastAsia="es-ES"/>
                </w:rPr>
                <w:t>30</w:t>
              </w:r>
            </w:hyperlink>
            <w:r w:rsidRPr="005E7CB6">
              <w:rPr>
                <w:rFonts w:cs="Calibri"/>
                <w:lang w:eastAsia="es-ES"/>
              </w:rPr>
              <w:t> </w:t>
            </w:r>
            <w:hyperlink r:id="rId409" w:tooltip="Juin" w:history="1">
              <w:r w:rsidRPr="005E7CB6">
                <w:rPr>
                  <w:rFonts w:cs="Calibri"/>
                  <w:lang w:eastAsia="es-ES"/>
                </w:rPr>
                <w:t>juin</w:t>
              </w:r>
            </w:hyperlink>
            <w:r w:rsidRPr="005E7CB6">
              <w:rPr>
                <w:rFonts w:cs="Calibri"/>
                <w:lang w:eastAsia="es-ES"/>
              </w:rPr>
              <w:t> </w:t>
            </w:r>
            <w:hyperlink r:id="rId410" w:tooltip="922" w:history="1">
              <w:r w:rsidRPr="005E7CB6">
                <w:rPr>
                  <w:rFonts w:cs="Calibri"/>
                  <w:lang w:eastAsia="es-ES"/>
                </w:rPr>
                <w:t>922</w:t>
              </w:r>
            </w:hyperlink>
            <w:r w:rsidRPr="005E7CB6">
              <w:rPr>
                <w:rFonts w:cs="Calibri"/>
                <w:lang w:eastAsia="es-ES"/>
              </w:rPr>
              <w:t xml:space="preserve">. Meurt durant la </w:t>
            </w:r>
            <w:hyperlink r:id="rId411" w:tooltip="Bataille de Soissons (923) (page inexistante)" w:history="1">
              <w:r w:rsidRPr="005E7CB6">
                <w:rPr>
                  <w:rFonts w:cs="Calibri"/>
                  <w:lang w:eastAsia="es-ES"/>
                </w:rPr>
                <w:t>bataille de Soissons</w:t>
              </w:r>
            </w:hyperlink>
            <w:r w:rsidRPr="005E7CB6">
              <w:rPr>
                <w:rFonts w:cs="Calibri"/>
                <w:lang w:eastAsia="es-ES"/>
              </w:rPr>
              <w:t xml:space="preserve">, le </w:t>
            </w:r>
            <w:hyperlink r:id="rId412" w:tooltip="15 juin" w:history="1">
              <w:r w:rsidRPr="005E7CB6">
                <w:rPr>
                  <w:rFonts w:cs="Calibri"/>
                  <w:lang w:eastAsia="es-ES"/>
                </w:rPr>
                <w:t>15</w:t>
              </w:r>
            </w:hyperlink>
            <w:r w:rsidRPr="005E7CB6">
              <w:rPr>
                <w:rFonts w:cs="Calibri"/>
                <w:lang w:eastAsia="es-ES"/>
              </w:rPr>
              <w:t> </w:t>
            </w:r>
            <w:hyperlink r:id="rId413" w:tooltip="Juin" w:history="1">
              <w:r w:rsidRPr="005E7CB6">
                <w:rPr>
                  <w:rFonts w:cs="Calibri"/>
                  <w:lang w:eastAsia="es-ES"/>
                </w:rPr>
                <w:t>juin</w:t>
              </w:r>
            </w:hyperlink>
            <w:r w:rsidRPr="005E7CB6">
              <w:rPr>
                <w:rFonts w:cs="Calibri"/>
                <w:lang w:eastAsia="es-ES"/>
              </w:rPr>
              <w:t> </w:t>
            </w:r>
            <w:hyperlink r:id="rId414" w:tooltip="923" w:history="1">
              <w:r w:rsidRPr="005E7CB6">
                <w:rPr>
                  <w:rFonts w:cs="Calibri"/>
                  <w:lang w:eastAsia="es-ES"/>
                </w:rPr>
                <w:t>923</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15" w:tooltip="Raoul" w:history="1">
              <w:r w:rsidRPr="005E7CB6">
                <w:rPr>
                  <w:rFonts w:cs="Calibri"/>
                  <w:noProof/>
                  <w:lang w:val="es-ES" w:eastAsia="es-ES"/>
                </w:rPr>
                <w:pict>
                  <v:shape id="Imagen 85" o:spid="_x0000_i1071" type="#_x0000_t75" alt="Raoul" href="http://fr.wikipedia.org/wiki/Fichier:Raoul_Ier.j" title="Raoul" style="width:59.25pt;height:81pt;visibility:visible" o:button="t">
                    <v:fill o:detectmouseclick="t"/>
                    <v:imagedata r:id="rId41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17" w:tooltip="Raoul de France" w:history="1">
              <w:r w:rsidRPr="005E7CB6">
                <w:rPr>
                  <w:rFonts w:cs="Calibri"/>
                  <w:lang w:val="es-ES" w:eastAsia="es-ES"/>
                </w:rPr>
                <w:t>Raoul</w:t>
              </w:r>
            </w:hyperlink>
            <w:r w:rsidRPr="005E7CB6">
              <w:rPr>
                <w:rFonts w:cs="Calibri"/>
                <w:lang w:val="es-ES" w:eastAsia="es-ES"/>
              </w:rPr>
              <w:br/>
              <w:t>(v. 890 – 15 janvier 936)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18" w:tooltip="923" w:history="1">
              <w:r w:rsidRPr="005E7CB6">
                <w:rPr>
                  <w:rFonts w:cs="Calibri"/>
                  <w:lang w:val="es-ES" w:eastAsia="es-ES"/>
                </w:rPr>
                <w:t>923</w:t>
              </w:r>
            </w:hyperlink>
            <w:r w:rsidRPr="005E7CB6">
              <w:rPr>
                <w:rFonts w:cs="Calibri"/>
                <w:lang w:val="es-ES" w:eastAsia="es-ES"/>
              </w:rPr>
              <w:t xml:space="preserve"> – </w:t>
            </w:r>
            <w:hyperlink r:id="rId419" w:tooltip="936" w:history="1">
              <w:r w:rsidRPr="005E7CB6">
                <w:rPr>
                  <w:rFonts w:cs="Calibri"/>
                  <w:lang w:val="es-ES" w:eastAsia="es-ES"/>
                </w:rPr>
                <w:t>936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20" w:tooltip="Bosonides" w:history="1">
              <w:r w:rsidRPr="005E7CB6">
                <w:rPr>
                  <w:rFonts w:cs="Calibri"/>
                  <w:lang w:val="es-ES" w:eastAsia="es-ES"/>
                </w:rPr>
                <w:t>Bosonides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des Francs à la mort de Robert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les grands du royaume refusant de rendre la couronne à </w:t>
            </w:r>
            <w:hyperlink r:id="rId421" w:tooltip="Charles III de France" w:history="1">
              <w:r w:rsidRPr="005E7CB6">
                <w:rPr>
                  <w:rFonts w:cs="Calibri"/>
                  <w:lang w:eastAsia="es-ES"/>
                </w:rPr>
                <w:t>Charles le Simple</w:t>
              </w:r>
            </w:hyperlink>
            <w:r w:rsidRPr="005E7CB6">
              <w:rPr>
                <w:rFonts w:cs="Calibri"/>
                <w:lang w:eastAsia="es-ES"/>
              </w:rPr>
              <w:t xml:space="preserve">. Est sacré le </w:t>
            </w:r>
            <w:hyperlink r:id="rId422" w:tooltip="13 juillet" w:history="1">
              <w:r w:rsidRPr="005E7CB6">
                <w:rPr>
                  <w:rFonts w:cs="Calibri"/>
                  <w:lang w:eastAsia="es-ES"/>
                </w:rPr>
                <w:t>13</w:t>
              </w:r>
            </w:hyperlink>
            <w:r w:rsidRPr="005E7CB6">
              <w:rPr>
                <w:rFonts w:cs="Calibri"/>
                <w:lang w:eastAsia="es-ES"/>
              </w:rPr>
              <w:t> </w:t>
            </w:r>
            <w:hyperlink r:id="rId423" w:tooltip="Juillet" w:history="1">
              <w:r w:rsidRPr="005E7CB6">
                <w:rPr>
                  <w:rFonts w:cs="Calibri"/>
                  <w:lang w:eastAsia="es-ES"/>
                </w:rPr>
                <w:t>juillet</w:t>
              </w:r>
            </w:hyperlink>
            <w:r w:rsidRPr="005E7CB6">
              <w:rPr>
                <w:rFonts w:cs="Calibri"/>
                <w:lang w:eastAsia="es-ES"/>
              </w:rPr>
              <w:t> </w:t>
            </w:r>
            <w:hyperlink r:id="rId424" w:tooltip="923" w:history="1">
              <w:r w:rsidRPr="005E7CB6">
                <w:rPr>
                  <w:rFonts w:cs="Calibri"/>
                  <w:lang w:eastAsia="es-ES"/>
                </w:rPr>
                <w:t>923</w:t>
              </w:r>
            </w:hyperlink>
            <w:r w:rsidRPr="005E7CB6">
              <w:rPr>
                <w:rFonts w:cs="Calibri"/>
                <w:lang w:eastAsia="es-ES"/>
              </w:rPr>
              <w:t xml:space="preserve"> à </w:t>
            </w:r>
            <w:hyperlink r:id="rId425" w:tooltip="Soissons" w:history="1">
              <w:r w:rsidRPr="005E7CB6">
                <w:rPr>
                  <w:rFonts w:cs="Calibri"/>
                  <w:lang w:eastAsia="es-ES"/>
                </w:rPr>
                <w:t>Soissons</w:t>
              </w:r>
            </w:hyperlink>
            <w:r w:rsidRPr="005E7CB6">
              <w:rPr>
                <w:rFonts w:cs="Calibri"/>
                <w:lang w:eastAsia="es-ES"/>
              </w:rPr>
              <w:t xml:space="preserve">. Meurt de </w:t>
            </w:r>
            <w:hyperlink r:id="rId426" w:tooltip="Pédiculose corporelle" w:history="1">
              <w:r w:rsidRPr="005E7CB6">
                <w:rPr>
                  <w:rFonts w:cs="Calibri"/>
                  <w:lang w:eastAsia="es-ES"/>
                </w:rPr>
                <w:t>pédiculose corporelle</w:t>
              </w:r>
            </w:hyperlink>
            <w:r w:rsidRPr="005E7CB6">
              <w:rPr>
                <w:rFonts w:cs="Calibri"/>
                <w:lang w:eastAsia="es-ES"/>
              </w:rPr>
              <w:t xml:space="preserve"> le </w:t>
            </w:r>
            <w:hyperlink r:id="rId427" w:tooltip="15 janvier" w:history="1">
              <w:r w:rsidRPr="005E7CB6">
                <w:rPr>
                  <w:rFonts w:cs="Calibri"/>
                  <w:lang w:eastAsia="es-ES"/>
                </w:rPr>
                <w:t>15</w:t>
              </w:r>
            </w:hyperlink>
            <w:r w:rsidRPr="005E7CB6">
              <w:rPr>
                <w:rFonts w:cs="Calibri"/>
                <w:lang w:eastAsia="es-ES"/>
              </w:rPr>
              <w:t> </w:t>
            </w:r>
            <w:hyperlink r:id="rId428" w:tooltip="Janvier" w:history="1">
              <w:r w:rsidRPr="005E7CB6">
                <w:rPr>
                  <w:rFonts w:cs="Calibri"/>
                  <w:lang w:eastAsia="es-ES"/>
                </w:rPr>
                <w:t>janvier</w:t>
              </w:r>
            </w:hyperlink>
            <w:r w:rsidRPr="005E7CB6">
              <w:rPr>
                <w:rFonts w:cs="Calibri"/>
                <w:lang w:eastAsia="es-ES"/>
              </w:rPr>
              <w:t> </w:t>
            </w:r>
            <w:hyperlink r:id="rId429" w:tooltip="936" w:history="1">
              <w:r w:rsidRPr="005E7CB6">
                <w:rPr>
                  <w:rFonts w:cs="Calibri"/>
                  <w:lang w:eastAsia="es-ES"/>
                </w:rPr>
                <w:t>936</w:t>
              </w:r>
            </w:hyperlink>
            <w:r w:rsidRPr="005E7CB6">
              <w:rPr>
                <w:rFonts w:cs="Calibri"/>
                <w:lang w:eastAsia="es-ES"/>
              </w:rPr>
              <w:t xml:space="preserve"> sans laisser d'enfant mâle.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30" w:tooltip="&quot;Louis IV&quot; " w:history="1">
              <w:r w:rsidRPr="005E7CB6">
                <w:rPr>
                  <w:rFonts w:cs="Calibri"/>
                  <w:noProof/>
                  <w:lang w:val="es-ES" w:eastAsia="es-ES"/>
                </w:rPr>
                <w:pict>
                  <v:shape id="Imagen 86" o:spid="_x0000_i1072" type="#_x0000_t75" alt="Louis IV" href="http://fr.wikipedia.org/wiki/Fichier:Louis_IV_d'Outremer.j" title="&quot;Louis IV&quot;" style="width:59.25pt;height:82.5pt;visibility:visible" o:button="t">
                    <v:fill o:detectmouseclick="t"/>
                    <v:imagedata r:id="rId43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432" w:tooltip="Louis IV de France" w:history="1">
              <w:r w:rsidRPr="005E7CB6">
                <w:rPr>
                  <w:rFonts w:cs="Calibri"/>
                  <w:lang w:eastAsia="es-ES"/>
                </w:rPr>
                <w:t>Louis IV</w:t>
              </w:r>
            </w:hyperlink>
            <w:r w:rsidRPr="005E7CB6">
              <w:rPr>
                <w:rFonts w:cs="Calibri"/>
                <w:lang w:eastAsia="es-ES"/>
              </w:rPr>
              <w:t xml:space="preserve"> </w:t>
            </w:r>
            <w:r w:rsidRPr="005E7CB6">
              <w:rPr>
                <w:rFonts w:cs="Calibri"/>
                <w:i/>
                <w:iCs/>
                <w:lang w:eastAsia="es-ES"/>
              </w:rPr>
              <w:t>d'Outre-mer</w:t>
            </w:r>
            <w:r w:rsidRPr="005E7CB6">
              <w:rPr>
                <w:rFonts w:cs="Calibri"/>
                <w:lang w:eastAsia="es-ES"/>
              </w:rPr>
              <w:br/>
              <w:t>(10 septembre 921 – 10 septembre 954)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33" w:tooltip="936" w:history="1">
              <w:r w:rsidRPr="005E7CB6">
                <w:rPr>
                  <w:rFonts w:cs="Calibri"/>
                  <w:lang w:val="es-ES" w:eastAsia="es-ES"/>
                </w:rPr>
                <w:t>936</w:t>
              </w:r>
            </w:hyperlink>
            <w:r w:rsidRPr="005E7CB6">
              <w:rPr>
                <w:rFonts w:cs="Calibri"/>
                <w:lang w:val="es-ES" w:eastAsia="es-ES"/>
              </w:rPr>
              <w:t xml:space="preserve"> – </w:t>
            </w:r>
            <w:hyperlink r:id="rId434" w:tooltip="954" w:history="1">
              <w:r w:rsidRPr="005E7CB6">
                <w:rPr>
                  <w:rFonts w:cs="Calibri"/>
                  <w:lang w:val="es-ES" w:eastAsia="es-ES"/>
                </w:rPr>
                <w:t>954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35"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Fils de </w:t>
            </w:r>
            <w:hyperlink r:id="rId436" w:tooltip="Charles III de France" w:history="1">
              <w:r w:rsidRPr="005E7CB6">
                <w:rPr>
                  <w:rFonts w:cs="Calibri"/>
                  <w:lang w:eastAsia="es-ES"/>
                </w:rPr>
                <w:t>Charles le Simple</w:t>
              </w:r>
            </w:hyperlink>
            <w:r w:rsidRPr="005E7CB6">
              <w:rPr>
                <w:rFonts w:cs="Calibri"/>
                <w:lang w:eastAsia="es-ES"/>
              </w:rPr>
              <w:t xml:space="preserve">, ne devient roi des Francs qu'après la mort de Raoul, lorsque </w:t>
            </w:r>
            <w:hyperlink r:id="rId437" w:tooltip="Hugues le Grand (Robertien)" w:history="1">
              <w:r w:rsidRPr="005E7CB6">
                <w:rPr>
                  <w:rFonts w:cs="Calibri"/>
                  <w:lang w:eastAsia="es-ES"/>
                </w:rPr>
                <w:t>Hugues le Grand</w:t>
              </w:r>
            </w:hyperlink>
            <w:r w:rsidRPr="005E7CB6">
              <w:rPr>
                <w:rFonts w:cs="Calibri"/>
                <w:lang w:eastAsia="es-ES"/>
              </w:rPr>
              <w:t xml:space="preserve"> refuse la couronne pour lui-même. Est sacré à </w:t>
            </w:r>
            <w:hyperlink r:id="rId438" w:tooltip="Laon" w:history="1">
              <w:r w:rsidRPr="005E7CB6">
                <w:rPr>
                  <w:rFonts w:cs="Calibri"/>
                  <w:lang w:eastAsia="es-ES"/>
                </w:rPr>
                <w:t>Laon</w:t>
              </w:r>
            </w:hyperlink>
            <w:r w:rsidRPr="005E7CB6">
              <w:rPr>
                <w:rFonts w:cs="Calibri"/>
                <w:lang w:eastAsia="es-ES"/>
              </w:rPr>
              <w:t xml:space="preserve"> le </w:t>
            </w:r>
            <w:hyperlink r:id="rId439" w:tooltip="19 juin" w:history="1">
              <w:r w:rsidRPr="005E7CB6">
                <w:rPr>
                  <w:rFonts w:cs="Calibri"/>
                  <w:lang w:eastAsia="es-ES"/>
                </w:rPr>
                <w:t>19 juin</w:t>
              </w:r>
            </w:hyperlink>
            <w:r w:rsidRPr="005E7CB6">
              <w:rPr>
                <w:rFonts w:cs="Calibri"/>
                <w:lang w:eastAsia="es-ES"/>
              </w:rPr>
              <w:t xml:space="preserve">. Meurt le </w:t>
            </w:r>
            <w:hyperlink r:id="rId440" w:tooltip="10 septembre" w:history="1">
              <w:r w:rsidRPr="005E7CB6">
                <w:rPr>
                  <w:rFonts w:cs="Calibri"/>
                  <w:lang w:eastAsia="es-ES"/>
                </w:rPr>
                <w:t>10</w:t>
              </w:r>
            </w:hyperlink>
            <w:r w:rsidRPr="005E7CB6">
              <w:rPr>
                <w:rFonts w:cs="Calibri"/>
                <w:lang w:eastAsia="es-ES"/>
              </w:rPr>
              <w:t> </w:t>
            </w:r>
            <w:hyperlink r:id="rId441" w:tooltip="Septembre" w:history="1">
              <w:r w:rsidRPr="005E7CB6">
                <w:rPr>
                  <w:rFonts w:cs="Calibri"/>
                  <w:lang w:eastAsia="es-ES"/>
                </w:rPr>
                <w:t>septembre</w:t>
              </w:r>
            </w:hyperlink>
            <w:r w:rsidRPr="005E7CB6">
              <w:rPr>
                <w:rFonts w:cs="Calibri"/>
                <w:lang w:eastAsia="es-ES"/>
              </w:rPr>
              <w:t> </w:t>
            </w:r>
            <w:hyperlink r:id="rId442" w:tooltip="954" w:history="1">
              <w:r w:rsidRPr="005E7CB6">
                <w:rPr>
                  <w:rFonts w:cs="Calibri"/>
                  <w:lang w:eastAsia="es-ES"/>
                </w:rPr>
                <w:t>954</w:t>
              </w:r>
            </w:hyperlink>
            <w:r w:rsidRPr="005E7CB6">
              <w:rPr>
                <w:rFonts w:cs="Calibri"/>
                <w:lang w:eastAsia="es-ES"/>
              </w:rPr>
              <w:t xml:space="preserve"> des suites d'une chute de cheval.</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43" w:tooltip="Lothaire" w:history="1">
              <w:r w:rsidRPr="005E7CB6">
                <w:rPr>
                  <w:rFonts w:cs="Calibri"/>
                  <w:noProof/>
                  <w:lang w:val="es-ES" w:eastAsia="es-ES"/>
                </w:rPr>
                <w:pict>
                  <v:shape id="Imagen 87" o:spid="_x0000_i1073" type="#_x0000_t75" alt="Lothaire" href="http://fr.wikipedia.org/wiki/Fichier:Lothaire.j" title="Lothaire" style="width:59.25pt;height:81.75pt;visibility:visible" o:button="t">
                    <v:fill o:detectmouseclick="t"/>
                    <v:imagedata r:id="rId44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45" w:tooltip="Lothaire de France" w:history="1">
              <w:r w:rsidRPr="005E7CB6">
                <w:rPr>
                  <w:rFonts w:cs="Calibri"/>
                  <w:lang w:val="es-ES" w:eastAsia="es-ES"/>
                </w:rPr>
                <w:t>Lothaire</w:t>
              </w:r>
            </w:hyperlink>
            <w:r w:rsidRPr="005E7CB6">
              <w:rPr>
                <w:rFonts w:cs="Calibri"/>
                <w:lang w:val="es-ES" w:eastAsia="es-ES"/>
              </w:rPr>
              <w:br/>
              <w:t>(v. 941 – 2 mars 986)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46" w:tooltip="954" w:history="1">
              <w:r w:rsidRPr="005E7CB6">
                <w:rPr>
                  <w:rFonts w:cs="Calibri"/>
                  <w:lang w:val="es-ES" w:eastAsia="es-ES"/>
                </w:rPr>
                <w:t>954</w:t>
              </w:r>
            </w:hyperlink>
            <w:r w:rsidRPr="005E7CB6">
              <w:rPr>
                <w:rFonts w:cs="Calibri"/>
                <w:lang w:val="es-ES" w:eastAsia="es-ES"/>
              </w:rPr>
              <w:t xml:space="preserve"> – </w:t>
            </w:r>
            <w:hyperlink r:id="rId447" w:tooltip="986" w:history="1">
              <w:r w:rsidRPr="005E7CB6">
                <w:rPr>
                  <w:rFonts w:cs="Calibri"/>
                  <w:lang w:val="es-ES" w:eastAsia="es-ES"/>
                </w:rPr>
                <w:t>986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48"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des Francs à la mort de son père Louis IV, le </w:t>
            </w:r>
            <w:hyperlink r:id="rId449" w:tooltip="10 septembre" w:history="1">
              <w:r w:rsidRPr="005E7CB6">
                <w:rPr>
                  <w:rFonts w:cs="Calibri"/>
                  <w:lang w:eastAsia="es-ES"/>
                </w:rPr>
                <w:t>10</w:t>
              </w:r>
            </w:hyperlink>
            <w:r w:rsidRPr="005E7CB6">
              <w:rPr>
                <w:rFonts w:cs="Calibri"/>
                <w:lang w:eastAsia="es-ES"/>
              </w:rPr>
              <w:t> </w:t>
            </w:r>
            <w:hyperlink r:id="rId450" w:tooltip="Septembre" w:history="1">
              <w:r w:rsidRPr="005E7CB6">
                <w:rPr>
                  <w:rFonts w:cs="Calibri"/>
                  <w:lang w:eastAsia="es-ES"/>
                </w:rPr>
                <w:t>septembre</w:t>
              </w:r>
            </w:hyperlink>
            <w:r w:rsidRPr="005E7CB6">
              <w:rPr>
                <w:rFonts w:cs="Calibri"/>
                <w:lang w:eastAsia="es-ES"/>
              </w:rPr>
              <w:t> </w:t>
            </w:r>
            <w:hyperlink r:id="rId451" w:tooltip="954" w:history="1">
              <w:r w:rsidRPr="005E7CB6">
                <w:rPr>
                  <w:rFonts w:cs="Calibri"/>
                  <w:lang w:eastAsia="es-ES"/>
                </w:rPr>
                <w:t>954</w:t>
              </w:r>
            </w:hyperlink>
            <w:r w:rsidRPr="005E7CB6">
              <w:rPr>
                <w:rFonts w:cs="Calibri"/>
                <w:lang w:eastAsia="es-ES"/>
              </w:rPr>
              <w:t xml:space="preserve">. </w:t>
            </w:r>
            <w:r w:rsidRPr="005E7CB6">
              <w:rPr>
                <w:rFonts w:cs="Calibri"/>
                <w:lang w:val="es-ES" w:eastAsia="es-ES"/>
              </w:rPr>
              <w:t xml:space="preserve">Est sacré à Reims le </w:t>
            </w:r>
            <w:hyperlink r:id="rId452" w:tooltip="12 novembre" w:history="1">
              <w:r w:rsidRPr="005E7CB6">
                <w:rPr>
                  <w:rFonts w:cs="Calibri"/>
                  <w:lang w:val="es-ES" w:eastAsia="es-ES"/>
                </w:rPr>
                <w:t>12 novembre</w:t>
              </w:r>
            </w:hyperlink>
            <w:r w:rsidRPr="005E7CB6">
              <w:rPr>
                <w:rFonts w:cs="Calibri"/>
                <w:lang w:val="es-ES" w:eastAsia="es-ES"/>
              </w:rPr>
              <w:t xml:space="preserve">. Meurt le </w:t>
            </w:r>
            <w:hyperlink r:id="rId453" w:tooltip="2 mars" w:history="1">
              <w:r w:rsidRPr="005E7CB6">
                <w:rPr>
                  <w:rFonts w:cs="Calibri"/>
                  <w:lang w:val="es-ES" w:eastAsia="es-ES"/>
                </w:rPr>
                <w:t>2</w:t>
              </w:r>
            </w:hyperlink>
            <w:r w:rsidRPr="005E7CB6">
              <w:rPr>
                <w:rFonts w:cs="Calibri"/>
                <w:lang w:val="es-ES" w:eastAsia="es-ES"/>
              </w:rPr>
              <w:t> </w:t>
            </w:r>
            <w:hyperlink r:id="rId454" w:tooltip="Mars (mois)" w:history="1">
              <w:r w:rsidRPr="005E7CB6">
                <w:rPr>
                  <w:rFonts w:cs="Calibri"/>
                  <w:lang w:val="es-ES" w:eastAsia="es-ES"/>
                </w:rPr>
                <w:t>mars</w:t>
              </w:r>
            </w:hyperlink>
            <w:r w:rsidRPr="005E7CB6">
              <w:rPr>
                <w:rFonts w:cs="Calibri"/>
                <w:lang w:val="es-ES" w:eastAsia="es-ES"/>
              </w:rPr>
              <w:t> </w:t>
            </w:r>
            <w:hyperlink r:id="rId455" w:tooltip="986" w:history="1">
              <w:r w:rsidRPr="005E7CB6">
                <w:rPr>
                  <w:rFonts w:cs="Calibri"/>
                  <w:lang w:val="es-ES" w:eastAsia="es-ES"/>
                </w:rPr>
                <w:t>986</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56" w:tooltip="&quot;Louis V&quot; " w:history="1">
              <w:r w:rsidRPr="005E7CB6">
                <w:rPr>
                  <w:rFonts w:cs="Calibri"/>
                  <w:noProof/>
                  <w:lang w:val="es-ES" w:eastAsia="es-ES"/>
                </w:rPr>
                <w:pict>
                  <v:shape id="Imagen 88" o:spid="_x0000_i1074" type="#_x0000_t75" alt="Louis V" href="http://fr.wikipedia.org/wiki/Fichier:Louis_V.j" title="&quot;Louis V&quot;" style="width:60pt;height:70.5pt;visibility:visible" o:button="t">
                    <v:fill o:detectmouseclick="t"/>
                    <v:imagedata r:id="rId45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458" w:tooltip="Louis V de France" w:history="1">
              <w:r w:rsidRPr="005E7CB6">
                <w:rPr>
                  <w:rFonts w:cs="Calibri"/>
                  <w:lang w:eastAsia="es-ES"/>
                </w:rPr>
                <w:t>Louis V</w:t>
              </w:r>
            </w:hyperlink>
            <w:r w:rsidRPr="005E7CB6">
              <w:rPr>
                <w:rFonts w:cs="Calibri"/>
                <w:lang w:eastAsia="es-ES"/>
              </w:rPr>
              <w:t xml:space="preserve"> </w:t>
            </w:r>
            <w:r w:rsidRPr="005E7CB6">
              <w:rPr>
                <w:rFonts w:cs="Calibri"/>
                <w:i/>
                <w:iCs/>
                <w:lang w:eastAsia="es-ES"/>
              </w:rPr>
              <w:t>le Fainéant</w:t>
            </w:r>
            <w:r w:rsidRPr="005E7CB6">
              <w:rPr>
                <w:rFonts w:cs="Calibri"/>
                <w:lang w:eastAsia="es-ES"/>
              </w:rPr>
              <w:br/>
              <w:t>(v. 967 – 22 mai 987)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59" w:tooltip="986" w:history="1">
              <w:r w:rsidRPr="005E7CB6">
                <w:rPr>
                  <w:rFonts w:cs="Calibri"/>
                  <w:lang w:val="es-ES" w:eastAsia="es-ES"/>
                </w:rPr>
                <w:t>986</w:t>
              </w:r>
            </w:hyperlink>
            <w:r w:rsidRPr="005E7CB6">
              <w:rPr>
                <w:rFonts w:cs="Calibri"/>
                <w:lang w:val="es-ES" w:eastAsia="es-ES"/>
              </w:rPr>
              <w:t xml:space="preserve"> – </w:t>
            </w:r>
            <w:hyperlink r:id="rId460" w:tooltip="987" w:history="1">
              <w:r w:rsidRPr="005E7CB6">
                <w:rPr>
                  <w:rFonts w:cs="Calibri"/>
                  <w:lang w:val="es-ES" w:eastAsia="es-ES"/>
                </w:rPr>
                <w:t>987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61" w:tooltip="Carolingiens" w:history="1">
              <w:r w:rsidRPr="005E7CB6">
                <w:rPr>
                  <w:rFonts w:cs="Calibri"/>
                  <w:lang w:val="es-ES" w:eastAsia="es-ES"/>
                </w:rPr>
                <w:t>Carolingiens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Est sacré à Compiègne le </w:t>
            </w:r>
            <w:hyperlink r:id="rId462" w:tooltip="8 juin" w:history="1">
              <w:r w:rsidRPr="005E7CB6">
                <w:rPr>
                  <w:rFonts w:cs="Calibri"/>
                  <w:lang w:eastAsia="es-ES"/>
                </w:rPr>
                <w:t>8</w:t>
              </w:r>
            </w:hyperlink>
            <w:r w:rsidRPr="005E7CB6">
              <w:rPr>
                <w:rFonts w:cs="Calibri"/>
                <w:lang w:eastAsia="es-ES"/>
              </w:rPr>
              <w:t> </w:t>
            </w:r>
            <w:hyperlink r:id="rId463" w:tooltip="Juin" w:history="1">
              <w:r w:rsidRPr="005E7CB6">
                <w:rPr>
                  <w:rFonts w:cs="Calibri"/>
                  <w:lang w:eastAsia="es-ES"/>
                </w:rPr>
                <w:t>juin</w:t>
              </w:r>
            </w:hyperlink>
            <w:r w:rsidRPr="005E7CB6">
              <w:rPr>
                <w:rFonts w:cs="Calibri"/>
                <w:lang w:eastAsia="es-ES"/>
              </w:rPr>
              <w:t> </w:t>
            </w:r>
            <w:hyperlink r:id="rId464" w:tooltip="979" w:history="1">
              <w:r w:rsidRPr="005E7CB6">
                <w:rPr>
                  <w:rFonts w:cs="Calibri"/>
                  <w:lang w:eastAsia="es-ES"/>
                </w:rPr>
                <w:t>979</w:t>
              </w:r>
            </w:hyperlink>
            <w:r w:rsidRPr="005E7CB6">
              <w:rPr>
                <w:rFonts w:cs="Calibri"/>
                <w:lang w:eastAsia="es-ES"/>
              </w:rPr>
              <w:t xml:space="preserve">. Devient roi des Francs à la mort de son père Lothaire, le </w:t>
            </w:r>
            <w:hyperlink r:id="rId465" w:tooltip="2 mars" w:history="1">
              <w:r w:rsidRPr="005E7CB6">
                <w:rPr>
                  <w:rFonts w:cs="Calibri"/>
                  <w:lang w:eastAsia="es-ES"/>
                </w:rPr>
                <w:t>2</w:t>
              </w:r>
            </w:hyperlink>
            <w:r w:rsidRPr="005E7CB6">
              <w:rPr>
                <w:rFonts w:cs="Calibri"/>
                <w:lang w:eastAsia="es-ES"/>
              </w:rPr>
              <w:t> </w:t>
            </w:r>
            <w:hyperlink r:id="rId466" w:tooltip="Mars (mois)" w:history="1">
              <w:r w:rsidRPr="005E7CB6">
                <w:rPr>
                  <w:rFonts w:cs="Calibri"/>
                  <w:lang w:eastAsia="es-ES"/>
                </w:rPr>
                <w:t>mars</w:t>
              </w:r>
            </w:hyperlink>
            <w:r w:rsidRPr="005E7CB6">
              <w:rPr>
                <w:rFonts w:cs="Calibri"/>
                <w:lang w:eastAsia="es-ES"/>
              </w:rPr>
              <w:t> </w:t>
            </w:r>
            <w:hyperlink r:id="rId467" w:tooltip="986" w:history="1">
              <w:r w:rsidRPr="005E7CB6">
                <w:rPr>
                  <w:rFonts w:cs="Calibri"/>
                  <w:lang w:eastAsia="es-ES"/>
                </w:rPr>
                <w:t>986</w:t>
              </w:r>
            </w:hyperlink>
            <w:r w:rsidRPr="005E7CB6">
              <w:rPr>
                <w:rFonts w:cs="Calibri"/>
                <w:lang w:eastAsia="es-ES"/>
              </w:rPr>
              <w:t xml:space="preserve">. </w:t>
            </w:r>
            <w:r w:rsidRPr="005E7CB6">
              <w:rPr>
                <w:rFonts w:cs="Calibri"/>
                <w:lang w:val="es-ES" w:eastAsia="es-ES"/>
              </w:rPr>
              <w:t xml:space="preserve">Meurt d'une chute de cheval le </w:t>
            </w:r>
            <w:hyperlink r:id="rId468" w:tooltip="22 mai" w:history="1">
              <w:r w:rsidRPr="005E7CB6">
                <w:rPr>
                  <w:rFonts w:cs="Calibri"/>
                  <w:lang w:val="es-ES" w:eastAsia="es-ES"/>
                </w:rPr>
                <w:t>22</w:t>
              </w:r>
            </w:hyperlink>
            <w:r w:rsidRPr="005E7CB6">
              <w:rPr>
                <w:rFonts w:cs="Calibri"/>
                <w:lang w:val="es-ES" w:eastAsia="es-ES"/>
              </w:rPr>
              <w:t> </w:t>
            </w:r>
            <w:hyperlink r:id="rId469" w:tooltip="Mai" w:history="1">
              <w:r w:rsidRPr="005E7CB6">
                <w:rPr>
                  <w:rFonts w:cs="Calibri"/>
                  <w:lang w:val="es-ES" w:eastAsia="es-ES"/>
                </w:rPr>
                <w:t>mai</w:t>
              </w:r>
            </w:hyperlink>
            <w:r w:rsidRPr="005E7CB6">
              <w:rPr>
                <w:rFonts w:cs="Calibri"/>
                <w:lang w:val="es-ES" w:eastAsia="es-ES"/>
              </w:rPr>
              <w:t> </w:t>
            </w:r>
            <w:hyperlink r:id="rId470" w:tooltip="987" w:history="1">
              <w:r w:rsidRPr="005E7CB6">
                <w:rPr>
                  <w:rFonts w:cs="Calibri"/>
                  <w:lang w:val="es-ES" w:eastAsia="es-ES"/>
                </w:rPr>
                <w:t>987</w:t>
              </w:r>
            </w:hyperlink>
            <w:r w:rsidRPr="005E7CB6">
              <w:rPr>
                <w:rFonts w:cs="Calibri"/>
                <w:lang w:val="es-ES" w:eastAsia="es-ES"/>
              </w:rPr>
              <w:t xml:space="preserve"> sans descendance.</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471" w:tooltip="Capétiens directs" w:history="1">
        <w:r w:rsidRPr="000C428F">
          <w:rPr>
            <w:rFonts w:cs="Calibri"/>
            <w:b/>
            <w:bCs/>
            <w:lang w:eastAsia="es-ES"/>
          </w:rPr>
          <w:t>Capétiens directs</w:t>
        </w:r>
      </w:hyperlink>
      <w:r w:rsidRPr="000C428F">
        <w:rPr>
          <w:rFonts w:cs="Calibri"/>
          <w:b/>
          <w:bCs/>
          <w:lang w:eastAsia="es-ES"/>
        </w:rPr>
        <w:t xml:space="preserve"> </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81"/>
        <w:gridCol w:w="1080"/>
        <w:gridCol w:w="1080"/>
        <w:gridCol w:w="2883"/>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72" w:tooltip="&quot;Hugues Capet&quot; " w:history="1">
              <w:r w:rsidRPr="005E7CB6">
                <w:rPr>
                  <w:rFonts w:cs="Calibri"/>
                  <w:noProof/>
                  <w:lang w:val="es-ES" w:eastAsia="es-ES"/>
                </w:rPr>
                <w:pict>
                  <v:shape id="Imagen 89" o:spid="_x0000_i1075" type="#_x0000_t75" alt="Hugues Capet" href="http://fr.wikipedia.org/wiki/Fichier:Hugues_capet.j" title="&quot;Hugues Capet&quot;" style="width:60pt;height:75.75pt;visibility:visible" o:button="t">
                    <v:fill o:detectmouseclick="t"/>
                    <v:imagedata r:id="rId473"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74" w:tooltip="Hugues Capet" w:history="1">
              <w:r w:rsidRPr="005E7CB6">
                <w:rPr>
                  <w:rFonts w:cs="Calibri"/>
                  <w:lang w:val="es-ES" w:eastAsia="es-ES"/>
                </w:rPr>
                <w:t>Hugues Capet</w:t>
              </w:r>
            </w:hyperlink>
            <w:r w:rsidRPr="005E7CB6">
              <w:rPr>
                <w:rFonts w:cs="Calibri"/>
                <w:lang w:val="es-ES" w:eastAsia="es-ES"/>
              </w:rPr>
              <w:br/>
              <w:t>(v. 940 – 24 octobre 996)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75" w:tooltip="987" w:history="1">
              <w:r w:rsidRPr="005E7CB6">
                <w:rPr>
                  <w:rFonts w:cs="Calibri"/>
                  <w:lang w:val="es-ES" w:eastAsia="es-ES"/>
                </w:rPr>
                <w:t>987</w:t>
              </w:r>
            </w:hyperlink>
            <w:r w:rsidRPr="005E7CB6">
              <w:rPr>
                <w:rFonts w:cs="Calibri"/>
                <w:lang w:val="es-ES" w:eastAsia="es-ES"/>
              </w:rPr>
              <w:t xml:space="preserve"> – </w:t>
            </w:r>
            <w:hyperlink r:id="rId476" w:tooltip="996" w:history="1">
              <w:r w:rsidRPr="005E7CB6">
                <w:rPr>
                  <w:rFonts w:cs="Calibri"/>
                  <w:lang w:val="es-ES" w:eastAsia="es-ES"/>
                </w:rPr>
                <w:t>996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77"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478" w:tooltip="Duc des Francs" w:history="1">
              <w:r w:rsidRPr="005E7CB6">
                <w:rPr>
                  <w:rFonts w:cs="Calibri"/>
                  <w:lang w:eastAsia="es-ES"/>
                </w:rPr>
                <w:t>Duc des Francs</w:t>
              </w:r>
            </w:hyperlink>
            <w:r w:rsidRPr="005E7CB6">
              <w:rPr>
                <w:rFonts w:cs="Calibri"/>
                <w:lang w:eastAsia="es-ES"/>
              </w:rPr>
              <w:t xml:space="preserve"> depuis 960, est élu roi des Francs après la mort de Louis V et sacré à Noyon (?) le </w:t>
            </w:r>
            <w:hyperlink r:id="rId479" w:tooltip="3 juillet" w:history="1">
              <w:r w:rsidRPr="005E7CB6">
                <w:rPr>
                  <w:rFonts w:cs="Calibri"/>
                  <w:lang w:eastAsia="es-ES"/>
                </w:rPr>
                <w:t>3 juillet</w:t>
              </w:r>
            </w:hyperlink>
            <w:r w:rsidRPr="005E7CB6">
              <w:rPr>
                <w:rFonts w:cs="Calibri"/>
                <w:lang w:eastAsia="es-ES"/>
              </w:rPr>
              <w:t xml:space="preserve"> (?) </w:t>
            </w:r>
            <w:hyperlink r:id="rId480" w:tooltip="987" w:history="1">
              <w:r w:rsidRPr="005E7CB6">
                <w:rPr>
                  <w:rFonts w:cs="Calibri"/>
                  <w:lang w:val="es-ES" w:eastAsia="es-ES"/>
                </w:rPr>
                <w:t>987</w:t>
              </w:r>
            </w:hyperlink>
            <w:r w:rsidRPr="005E7CB6">
              <w:rPr>
                <w:rFonts w:cs="Calibri"/>
                <w:lang w:val="es-ES" w:eastAsia="es-ES"/>
              </w:rPr>
              <w:t xml:space="preserve">. Meurt le </w:t>
            </w:r>
            <w:hyperlink r:id="rId481" w:tooltip="24 octobre" w:history="1">
              <w:r w:rsidRPr="005E7CB6">
                <w:rPr>
                  <w:rFonts w:cs="Calibri"/>
                  <w:lang w:val="es-ES" w:eastAsia="es-ES"/>
                </w:rPr>
                <w:t>24</w:t>
              </w:r>
            </w:hyperlink>
            <w:r w:rsidRPr="005E7CB6">
              <w:rPr>
                <w:rFonts w:cs="Calibri"/>
                <w:lang w:val="es-ES" w:eastAsia="es-ES"/>
              </w:rPr>
              <w:t> </w:t>
            </w:r>
            <w:hyperlink r:id="rId482" w:tooltip="Octobre" w:history="1">
              <w:r w:rsidRPr="005E7CB6">
                <w:rPr>
                  <w:rFonts w:cs="Calibri"/>
                  <w:lang w:val="es-ES" w:eastAsia="es-ES"/>
                </w:rPr>
                <w:t>octobre</w:t>
              </w:r>
            </w:hyperlink>
            <w:r w:rsidRPr="005E7CB6">
              <w:rPr>
                <w:rFonts w:cs="Calibri"/>
                <w:lang w:val="es-ES" w:eastAsia="es-ES"/>
              </w:rPr>
              <w:t> </w:t>
            </w:r>
            <w:hyperlink r:id="rId483" w:tooltip="996" w:history="1">
              <w:r w:rsidRPr="005E7CB6">
                <w:rPr>
                  <w:rFonts w:cs="Calibri"/>
                  <w:lang w:val="es-ES" w:eastAsia="es-ES"/>
                </w:rPr>
                <w:t>996</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84" w:tooltip="&quot;Robert II&quot; " w:history="1">
              <w:r w:rsidRPr="005E7CB6">
                <w:rPr>
                  <w:rFonts w:cs="Calibri"/>
                  <w:noProof/>
                  <w:lang w:val="es-ES" w:eastAsia="es-ES"/>
                </w:rPr>
                <w:pict>
                  <v:shape id="Imagen 90" o:spid="_x0000_i1076" type="#_x0000_t75" alt="Robert II" href="http://fr.wikipedia.org/wiki/Fichier:Sceau_de_Robert_II.j" title="&quot;Robert II&quot;" style="width:60pt;height:74.25pt;visibility:visible" o:button="t">
                    <v:fill o:detectmouseclick="t"/>
                    <v:imagedata r:id="rId48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486" w:tooltip="Robert II de France" w:history="1">
              <w:r w:rsidRPr="005E7CB6">
                <w:rPr>
                  <w:rFonts w:cs="Calibri"/>
                  <w:lang w:eastAsia="es-ES"/>
                </w:rPr>
                <w:t>Robert II</w:t>
              </w:r>
            </w:hyperlink>
            <w:r w:rsidRPr="005E7CB6">
              <w:rPr>
                <w:rFonts w:cs="Calibri"/>
                <w:lang w:eastAsia="es-ES"/>
              </w:rPr>
              <w:t xml:space="preserve"> </w:t>
            </w:r>
            <w:r w:rsidRPr="005E7CB6">
              <w:rPr>
                <w:rFonts w:cs="Calibri"/>
                <w:i/>
                <w:iCs/>
                <w:lang w:eastAsia="es-ES"/>
              </w:rPr>
              <w:t>le Pieux</w:t>
            </w:r>
            <w:r w:rsidRPr="005E7CB6">
              <w:rPr>
                <w:rFonts w:cs="Calibri"/>
                <w:lang w:eastAsia="es-ES"/>
              </w:rPr>
              <w:br/>
              <w:t>(972 – 20 juillet 1031)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87" w:tooltip="996" w:history="1">
              <w:r w:rsidRPr="005E7CB6">
                <w:rPr>
                  <w:rFonts w:cs="Calibri"/>
                  <w:lang w:val="es-ES" w:eastAsia="es-ES"/>
                </w:rPr>
                <w:t>996</w:t>
              </w:r>
            </w:hyperlink>
            <w:r w:rsidRPr="005E7CB6">
              <w:rPr>
                <w:rFonts w:cs="Calibri"/>
                <w:lang w:val="es-ES" w:eastAsia="es-ES"/>
              </w:rPr>
              <w:t xml:space="preserve"> – </w:t>
            </w:r>
            <w:hyperlink r:id="rId488" w:tooltip="1031" w:history="1">
              <w:r w:rsidRPr="005E7CB6">
                <w:rPr>
                  <w:rFonts w:cs="Calibri"/>
                  <w:lang w:val="es-ES" w:eastAsia="es-ES"/>
                </w:rPr>
                <w:t>1031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89"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Est sacré le </w:t>
            </w:r>
            <w:hyperlink r:id="rId490" w:tooltip="25 décembre" w:history="1">
              <w:r w:rsidRPr="005E7CB6">
                <w:rPr>
                  <w:rFonts w:cs="Calibri"/>
                  <w:lang w:eastAsia="es-ES"/>
                </w:rPr>
                <w:t>25</w:t>
              </w:r>
            </w:hyperlink>
            <w:r w:rsidRPr="005E7CB6">
              <w:rPr>
                <w:rFonts w:cs="Calibri"/>
                <w:lang w:eastAsia="es-ES"/>
              </w:rPr>
              <w:t> </w:t>
            </w:r>
            <w:hyperlink r:id="rId491" w:tooltip="Décembre" w:history="1">
              <w:r w:rsidRPr="005E7CB6">
                <w:rPr>
                  <w:rFonts w:cs="Calibri"/>
                  <w:lang w:eastAsia="es-ES"/>
                </w:rPr>
                <w:t>décembre</w:t>
              </w:r>
            </w:hyperlink>
            <w:r w:rsidRPr="005E7CB6">
              <w:rPr>
                <w:rFonts w:cs="Calibri"/>
                <w:lang w:eastAsia="es-ES"/>
              </w:rPr>
              <w:t> </w:t>
            </w:r>
            <w:hyperlink r:id="rId492" w:tooltip="987" w:history="1">
              <w:r w:rsidRPr="005E7CB6">
                <w:rPr>
                  <w:rFonts w:cs="Calibri"/>
                  <w:lang w:eastAsia="es-ES"/>
                </w:rPr>
                <w:t>987</w:t>
              </w:r>
            </w:hyperlink>
            <w:r w:rsidRPr="005E7CB6">
              <w:rPr>
                <w:rFonts w:cs="Calibri"/>
                <w:lang w:eastAsia="es-ES"/>
              </w:rPr>
              <w:t xml:space="preserve"> à Orléans comme roi associé. Devient roi des Francs à la mort de son père Hugues Capet, le </w:t>
            </w:r>
            <w:hyperlink r:id="rId493" w:tooltip="24 octobre" w:history="1">
              <w:r w:rsidRPr="005E7CB6">
                <w:rPr>
                  <w:rFonts w:cs="Calibri"/>
                  <w:lang w:eastAsia="es-ES"/>
                </w:rPr>
                <w:t>24</w:t>
              </w:r>
            </w:hyperlink>
            <w:r w:rsidRPr="005E7CB6">
              <w:rPr>
                <w:rFonts w:cs="Calibri"/>
                <w:lang w:eastAsia="es-ES"/>
              </w:rPr>
              <w:t> </w:t>
            </w:r>
            <w:hyperlink r:id="rId494" w:tooltip="Octobre" w:history="1">
              <w:r w:rsidRPr="005E7CB6">
                <w:rPr>
                  <w:rFonts w:cs="Calibri"/>
                  <w:lang w:eastAsia="es-ES"/>
                </w:rPr>
                <w:t>octobre</w:t>
              </w:r>
            </w:hyperlink>
            <w:r w:rsidRPr="005E7CB6">
              <w:rPr>
                <w:rFonts w:cs="Calibri"/>
                <w:lang w:eastAsia="es-ES"/>
              </w:rPr>
              <w:t> </w:t>
            </w:r>
            <w:hyperlink r:id="rId495" w:tooltip="996" w:history="1">
              <w:r w:rsidRPr="005E7CB6">
                <w:rPr>
                  <w:rFonts w:cs="Calibri"/>
                  <w:lang w:eastAsia="es-ES"/>
                </w:rPr>
                <w:t>996</w:t>
              </w:r>
            </w:hyperlink>
            <w:r w:rsidRPr="005E7CB6">
              <w:rPr>
                <w:rFonts w:cs="Calibri"/>
                <w:lang w:eastAsia="es-ES"/>
              </w:rPr>
              <w:t xml:space="preserve">. </w:t>
            </w:r>
            <w:r w:rsidRPr="005E7CB6">
              <w:rPr>
                <w:rFonts w:cs="Calibri"/>
                <w:lang w:val="es-ES" w:eastAsia="es-ES"/>
              </w:rPr>
              <w:t xml:space="preserve">Meurt le </w:t>
            </w:r>
            <w:hyperlink r:id="rId496" w:tooltip="20 juillet" w:history="1">
              <w:r w:rsidRPr="005E7CB6">
                <w:rPr>
                  <w:rFonts w:cs="Calibri"/>
                  <w:lang w:val="es-ES" w:eastAsia="es-ES"/>
                </w:rPr>
                <w:t>20</w:t>
              </w:r>
            </w:hyperlink>
            <w:r w:rsidRPr="005E7CB6">
              <w:rPr>
                <w:rFonts w:cs="Calibri"/>
                <w:lang w:val="es-ES" w:eastAsia="es-ES"/>
              </w:rPr>
              <w:t> </w:t>
            </w:r>
            <w:hyperlink r:id="rId497" w:tooltip="Juillet" w:history="1">
              <w:r w:rsidRPr="005E7CB6">
                <w:rPr>
                  <w:rFonts w:cs="Calibri"/>
                  <w:lang w:val="es-ES" w:eastAsia="es-ES"/>
                </w:rPr>
                <w:t>juillet</w:t>
              </w:r>
            </w:hyperlink>
            <w:r w:rsidRPr="005E7CB6">
              <w:rPr>
                <w:rFonts w:cs="Calibri"/>
                <w:lang w:val="es-ES" w:eastAsia="es-ES"/>
              </w:rPr>
              <w:t> </w:t>
            </w:r>
            <w:hyperlink r:id="rId498" w:tooltip="1031" w:history="1">
              <w:r w:rsidRPr="005E7CB6">
                <w:rPr>
                  <w:rFonts w:cs="Calibri"/>
                  <w:lang w:val="es-ES" w:eastAsia="es-ES"/>
                </w:rPr>
                <w:t>1031</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499" w:tooltip="&quot;Henri Ier&quot; " w:history="1">
              <w:r w:rsidRPr="005E7CB6">
                <w:rPr>
                  <w:rFonts w:cs="Calibri"/>
                  <w:noProof/>
                  <w:lang w:val="es-ES" w:eastAsia="es-ES"/>
                </w:rPr>
                <w:pict>
                  <v:shape id="Imagen 91" o:spid="_x0000_i1077" type="#_x0000_t75" alt="Henri Ier" href="http://fr.wikipedia.org/wiki/Fichier:Henri_I.j" title="&quot;Henri Ier&quot;" style="width:60pt;height:75pt;visibility:visible" o:button="t">
                    <v:fill o:detectmouseclick="t"/>
                    <v:imagedata r:id="rId500"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01" w:tooltip="Henri Ier de France" w:history="1">
              <w:r w:rsidRPr="005E7CB6">
                <w:rPr>
                  <w:rFonts w:cs="Calibri"/>
                  <w:lang w:val="es-ES" w:eastAsia="es-ES"/>
                </w:rPr>
                <w:t xml:space="preserve">Henri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(1008 – 4 août 1060)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02" w:tooltip="1031" w:history="1">
              <w:r w:rsidRPr="005E7CB6">
                <w:rPr>
                  <w:rFonts w:cs="Calibri"/>
                  <w:lang w:val="es-ES" w:eastAsia="es-ES"/>
                </w:rPr>
                <w:t>1031</w:t>
              </w:r>
            </w:hyperlink>
            <w:r w:rsidRPr="005E7CB6">
              <w:rPr>
                <w:rFonts w:cs="Calibri"/>
                <w:lang w:val="es-ES" w:eastAsia="es-ES"/>
              </w:rPr>
              <w:t xml:space="preserve"> – </w:t>
            </w:r>
            <w:hyperlink r:id="rId503" w:tooltip="1060" w:history="1">
              <w:r w:rsidRPr="005E7CB6">
                <w:rPr>
                  <w:rFonts w:cs="Calibri"/>
                  <w:lang w:val="es-ES" w:eastAsia="es-ES"/>
                </w:rPr>
                <w:t>1060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04"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Est sacré le </w:t>
            </w:r>
            <w:hyperlink r:id="rId505" w:tooltip="14 mai" w:history="1">
              <w:r w:rsidRPr="005E7CB6">
                <w:rPr>
                  <w:rFonts w:cs="Calibri"/>
                  <w:lang w:eastAsia="es-ES"/>
                </w:rPr>
                <w:t>14</w:t>
              </w:r>
            </w:hyperlink>
            <w:r w:rsidRPr="005E7CB6">
              <w:rPr>
                <w:rFonts w:cs="Calibri"/>
                <w:lang w:eastAsia="es-ES"/>
              </w:rPr>
              <w:t> </w:t>
            </w:r>
            <w:hyperlink r:id="rId506" w:tooltip="Mai" w:history="1">
              <w:r w:rsidRPr="005E7CB6">
                <w:rPr>
                  <w:rFonts w:cs="Calibri"/>
                  <w:lang w:eastAsia="es-ES"/>
                </w:rPr>
                <w:t>mai</w:t>
              </w:r>
            </w:hyperlink>
            <w:r w:rsidRPr="005E7CB6">
              <w:rPr>
                <w:rFonts w:cs="Calibri"/>
                <w:lang w:eastAsia="es-ES"/>
              </w:rPr>
              <w:t> </w:t>
            </w:r>
            <w:hyperlink r:id="rId507" w:tooltip="1027" w:history="1">
              <w:r w:rsidRPr="005E7CB6">
                <w:rPr>
                  <w:rFonts w:cs="Calibri"/>
                  <w:lang w:eastAsia="es-ES"/>
                </w:rPr>
                <w:t>1027</w:t>
              </w:r>
            </w:hyperlink>
            <w:r w:rsidRPr="005E7CB6">
              <w:rPr>
                <w:rFonts w:cs="Calibri"/>
                <w:lang w:eastAsia="es-ES"/>
              </w:rPr>
              <w:t xml:space="preserve"> à Reims comme roi associé. Devient roi des Francs à la mort de son père Robert II, le </w:t>
            </w:r>
            <w:hyperlink r:id="rId508" w:tooltip="20 juillet" w:history="1">
              <w:r w:rsidRPr="005E7CB6">
                <w:rPr>
                  <w:rFonts w:cs="Calibri"/>
                  <w:lang w:eastAsia="es-ES"/>
                </w:rPr>
                <w:t>20</w:t>
              </w:r>
            </w:hyperlink>
            <w:r w:rsidRPr="005E7CB6">
              <w:rPr>
                <w:rFonts w:cs="Calibri"/>
                <w:lang w:eastAsia="es-ES"/>
              </w:rPr>
              <w:t> </w:t>
            </w:r>
            <w:hyperlink r:id="rId509" w:tooltip="Juillet" w:history="1">
              <w:r w:rsidRPr="005E7CB6">
                <w:rPr>
                  <w:rFonts w:cs="Calibri"/>
                  <w:lang w:eastAsia="es-ES"/>
                </w:rPr>
                <w:t>juillet</w:t>
              </w:r>
            </w:hyperlink>
            <w:r w:rsidRPr="005E7CB6">
              <w:rPr>
                <w:rFonts w:cs="Calibri"/>
                <w:lang w:eastAsia="es-ES"/>
              </w:rPr>
              <w:t> </w:t>
            </w:r>
            <w:hyperlink r:id="rId510" w:tooltip="1031" w:history="1">
              <w:r w:rsidRPr="005E7CB6">
                <w:rPr>
                  <w:rFonts w:cs="Calibri"/>
                  <w:lang w:eastAsia="es-ES"/>
                </w:rPr>
                <w:t>1031</w:t>
              </w:r>
            </w:hyperlink>
            <w:r w:rsidRPr="005E7CB6">
              <w:rPr>
                <w:rFonts w:cs="Calibri"/>
                <w:lang w:eastAsia="es-ES"/>
              </w:rPr>
              <w:t xml:space="preserve">. </w:t>
            </w:r>
            <w:r w:rsidRPr="005E7CB6">
              <w:rPr>
                <w:rFonts w:cs="Calibri"/>
                <w:lang w:val="es-ES" w:eastAsia="es-ES"/>
              </w:rPr>
              <w:t xml:space="preserve">Meurt le </w:t>
            </w:r>
            <w:hyperlink r:id="rId511" w:tooltip="4 août" w:history="1">
              <w:r w:rsidRPr="005E7CB6">
                <w:rPr>
                  <w:rFonts w:cs="Calibri"/>
                  <w:lang w:val="es-ES" w:eastAsia="es-ES"/>
                </w:rPr>
                <w:t>4</w:t>
              </w:r>
            </w:hyperlink>
            <w:r w:rsidRPr="005E7CB6">
              <w:rPr>
                <w:rFonts w:cs="Calibri"/>
                <w:lang w:val="es-ES" w:eastAsia="es-ES"/>
              </w:rPr>
              <w:t> </w:t>
            </w:r>
            <w:hyperlink r:id="rId512" w:tooltip="Août" w:history="1">
              <w:r w:rsidRPr="005E7CB6">
                <w:rPr>
                  <w:rFonts w:cs="Calibri"/>
                  <w:lang w:val="es-ES" w:eastAsia="es-ES"/>
                </w:rPr>
                <w:t>août</w:t>
              </w:r>
            </w:hyperlink>
            <w:r w:rsidRPr="005E7CB6">
              <w:rPr>
                <w:rFonts w:cs="Calibri"/>
                <w:lang w:val="es-ES" w:eastAsia="es-ES"/>
              </w:rPr>
              <w:t> </w:t>
            </w:r>
            <w:hyperlink r:id="rId513" w:tooltip="1060" w:history="1">
              <w:r w:rsidRPr="005E7CB6">
                <w:rPr>
                  <w:rFonts w:cs="Calibri"/>
                  <w:lang w:val="es-ES" w:eastAsia="es-ES"/>
                </w:rPr>
                <w:t>1060</w:t>
              </w:r>
            </w:hyperlink>
            <w:r w:rsidRPr="005E7CB6">
              <w:rPr>
                <w:rFonts w:cs="Calibri"/>
                <w:lang w:val="es-ES"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(1060 – 1066) : </w:t>
            </w:r>
            <w:hyperlink r:id="rId514" w:tooltip="Anne de Kiev" w:history="1">
              <w:r w:rsidRPr="005E7CB6">
                <w:rPr>
                  <w:rFonts w:cs="Calibri"/>
                  <w:i/>
                  <w:iCs/>
                  <w:lang w:eastAsia="es-ES"/>
                </w:rPr>
                <w:t>Anne de Kiev</w:t>
              </w:r>
            </w:hyperlink>
            <w:r w:rsidRPr="005E7CB6">
              <w:rPr>
                <w:rFonts w:cs="Calibri"/>
                <w:i/>
                <w:iCs/>
                <w:lang w:eastAsia="es-ES"/>
              </w:rPr>
              <w:t xml:space="preserve">, épouse d'Henri </w:t>
            </w:r>
            <w:r w:rsidRPr="005E7CB6">
              <w:rPr>
                <w:rFonts w:cs="Calibri"/>
                <w:i/>
                <w:iCs/>
                <w:caps/>
                <w:smallCaps/>
                <w:lang w:eastAsia="es-ES"/>
              </w:rPr>
              <w:t>I</w:t>
            </w:r>
            <w:r w:rsidRPr="005E7CB6">
              <w:rPr>
                <w:rFonts w:cs="Calibri"/>
                <w:i/>
                <w:iCs/>
                <w:vertAlign w:val="superscript"/>
                <w:lang w:eastAsia="es-ES"/>
              </w:rPr>
              <w:t>er</w:t>
            </w:r>
            <w:r w:rsidRPr="005E7CB6">
              <w:rPr>
                <w:rFonts w:cs="Calibri"/>
                <w:i/>
                <w:iCs/>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15" w:tooltip="&quot;Philippe Ier&quot; " w:history="1">
              <w:r w:rsidRPr="005E7CB6">
                <w:rPr>
                  <w:rFonts w:cs="Calibri"/>
                  <w:noProof/>
                  <w:lang w:val="es-ES" w:eastAsia="es-ES"/>
                </w:rPr>
                <w:pict>
                  <v:shape id="Imagen 92" o:spid="_x0000_i1078" type="#_x0000_t75" alt="Philippe Ier" href="http://fr.wikipedia.org/wiki/Fichier:Philippe_Ier.j" title="&quot;Philippe Ier&quot;" style="width:59.25pt;height:82.5pt;visibility:visible" o:button="t">
                    <v:fill o:detectmouseclick="t"/>
                    <v:imagedata r:id="rId51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17" w:tooltip="Philippe Ier de France" w:history="1">
              <w:r w:rsidRPr="005E7CB6">
                <w:rPr>
                  <w:rFonts w:cs="Calibri"/>
                  <w:lang w:val="es-ES" w:eastAsia="es-ES"/>
                </w:rPr>
                <w:t xml:space="preserve">Philippe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(23 mai 1052 – 29 juillet 1108)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18" w:tooltip="1060" w:history="1">
              <w:r w:rsidRPr="005E7CB6">
                <w:rPr>
                  <w:rFonts w:cs="Calibri"/>
                  <w:lang w:val="es-ES" w:eastAsia="es-ES"/>
                </w:rPr>
                <w:t>1060</w:t>
              </w:r>
            </w:hyperlink>
            <w:r w:rsidRPr="005E7CB6">
              <w:rPr>
                <w:rFonts w:cs="Calibri"/>
                <w:lang w:val="es-ES" w:eastAsia="es-ES"/>
              </w:rPr>
              <w:t xml:space="preserve"> – </w:t>
            </w:r>
            <w:hyperlink r:id="rId519" w:tooltip="1108" w:history="1">
              <w:r w:rsidRPr="005E7CB6">
                <w:rPr>
                  <w:rFonts w:cs="Calibri"/>
                  <w:lang w:val="es-ES" w:eastAsia="es-ES"/>
                </w:rPr>
                <w:t>1108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20"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Est sacré le </w:t>
            </w:r>
            <w:hyperlink r:id="rId521" w:tooltip="23 mai" w:history="1">
              <w:r w:rsidRPr="005E7CB6">
                <w:rPr>
                  <w:rFonts w:cs="Calibri"/>
                  <w:lang w:eastAsia="es-ES"/>
                </w:rPr>
                <w:t>23</w:t>
              </w:r>
            </w:hyperlink>
            <w:r w:rsidRPr="005E7CB6">
              <w:rPr>
                <w:rFonts w:cs="Calibri"/>
                <w:lang w:eastAsia="es-ES"/>
              </w:rPr>
              <w:t> </w:t>
            </w:r>
            <w:hyperlink r:id="rId522" w:tooltip="Mai" w:history="1">
              <w:r w:rsidRPr="005E7CB6">
                <w:rPr>
                  <w:rFonts w:cs="Calibri"/>
                  <w:lang w:eastAsia="es-ES"/>
                </w:rPr>
                <w:t>mai</w:t>
              </w:r>
            </w:hyperlink>
            <w:r w:rsidRPr="005E7CB6">
              <w:rPr>
                <w:rFonts w:cs="Calibri"/>
                <w:lang w:eastAsia="es-ES"/>
              </w:rPr>
              <w:t> </w:t>
            </w:r>
            <w:hyperlink r:id="rId523" w:tooltip="1059" w:history="1">
              <w:r w:rsidRPr="005E7CB6">
                <w:rPr>
                  <w:rFonts w:cs="Calibri"/>
                  <w:lang w:eastAsia="es-ES"/>
                </w:rPr>
                <w:t>1059</w:t>
              </w:r>
            </w:hyperlink>
            <w:r w:rsidRPr="005E7CB6">
              <w:rPr>
                <w:rFonts w:cs="Calibri"/>
                <w:lang w:eastAsia="es-ES"/>
              </w:rPr>
              <w:t xml:space="preserve"> à Reims comme roi associé. Devient roi des Francs à la mort de son père Henri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le </w:t>
            </w:r>
            <w:hyperlink r:id="rId524" w:tooltip="4 août" w:history="1">
              <w:r w:rsidRPr="005E7CB6">
                <w:rPr>
                  <w:rFonts w:cs="Calibri"/>
                  <w:lang w:eastAsia="es-ES"/>
                </w:rPr>
                <w:t>4</w:t>
              </w:r>
            </w:hyperlink>
            <w:r w:rsidRPr="005E7CB6">
              <w:rPr>
                <w:rFonts w:cs="Calibri"/>
                <w:lang w:eastAsia="es-ES"/>
              </w:rPr>
              <w:t> </w:t>
            </w:r>
            <w:hyperlink r:id="rId525" w:tooltip="Août" w:history="1">
              <w:r w:rsidRPr="005E7CB6">
                <w:rPr>
                  <w:rFonts w:cs="Calibri"/>
                  <w:lang w:eastAsia="es-ES"/>
                </w:rPr>
                <w:t>août</w:t>
              </w:r>
            </w:hyperlink>
            <w:r w:rsidRPr="005E7CB6">
              <w:rPr>
                <w:rFonts w:cs="Calibri"/>
                <w:lang w:eastAsia="es-ES"/>
              </w:rPr>
              <w:t> </w:t>
            </w:r>
            <w:hyperlink r:id="rId526" w:tooltip="1060" w:history="1">
              <w:r w:rsidRPr="005E7CB6">
                <w:rPr>
                  <w:rFonts w:cs="Calibri"/>
                  <w:lang w:eastAsia="es-ES"/>
                </w:rPr>
                <w:t>1060</w:t>
              </w:r>
            </w:hyperlink>
            <w:r w:rsidRPr="005E7CB6">
              <w:rPr>
                <w:rFonts w:cs="Calibri"/>
                <w:lang w:eastAsia="es-ES"/>
              </w:rPr>
              <w:t xml:space="preserve">. </w:t>
            </w:r>
            <w:r w:rsidRPr="005E7CB6">
              <w:rPr>
                <w:rFonts w:cs="Calibri"/>
                <w:lang w:val="es-ES" w:eastAsia="es-ES"/>
              </w:rPr>
              <w:t xml:space="preserve">Meurt le </w:t>
            </w:r>
            <w:hyperlink r:id="rId527" w:tooltip="29 juillet" w:history="1">
              <w:r w:rsidRPr="005E7CB6">
                <w:rPr>
                  <w:rFonts w:cs="Calibri"/>
                  <w:lang w:val="es-ES" w:eastAsia="es-ES"/>
                </w:rPr>
                <w:t>29</w:t>
              </w:r>
            </w:hyperlink>
            <w:r w:rsidRPr="005E7CB6">
              <w:rPr>
                <w:rFonts w:cs="Calibri"/>
                <w:lang w:val="es-ES" w:eastAsia="es-ES"/>
              </w:rPr>
              <w:t> </w:t>
            </w:r>
            <w:hyperlink r:id="rId528" w:tooltip="Juillet" w:history="1">
              <w:r w:rsidRPr="005E7CB6">
                <w:rPr>
                  <w:rFonts w:cs="Calibri"/>
                  <w:lang w:val="es-ES" w:eastAsia="es-ES"/>
                </w:rPr>
                <w:t>juillet</w:t>
              </w:r>
            </w:hyperlink>
            <w:r w:rsidRPr="005E7CB6">
              <w:rPr>
                <w:rFonts w:cs="Calibri"/>
                <w:lang w:val="es-ES" w:eastAsia="es-ES"/>
              </w:rPr>
              <w:t> </w:t>
            </w:r>
            <w:hyperlink r:id="rId529" w:tooltip="1108" w:history="1">
              <w:r w:rsidRPr="005E7CB6">
                <w:rPr>
                  <w:rFonts w:cs="Calibri"/>
                  <w:lang w:val="es-ES" w:eastAsia="es-ES"/>
                </w:rPr>
                <w:t>1108</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39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30" w:tooltip="&quot;Louis VI&quot; " w:history="1">
              <w:r w:rsidRPr="005E7CB6">
                <w:rPr>
                  <w:rFonts w:cs="Calibri"/>
                  <w:noProof/>
                  <w:lang w:val="es-ES" w:eastAsia="es-ES"/>
                </w:rPr>
                <w:pict>
                  <v:shape id="Imagen 93" o:spid="_x0000_i1079" type="#_x0000_t75" alt="Louis VI" href="http://fr.wikipedia.org/wiki/Fichier:Louis_VI_le_Gros.j" title="&quot;Louis VI&quot;" style="width:59.25pt;height:82.5pt;visibility:visible" o:button="t">
                    <v:fill o:detectmouseclick="t"/>
                    <v:imagedata r:id="rId53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532" w:tooltip="Louis VI de France" w:history="1">
              <w:r w:rsidRPr="005E7CB6">
                <w:rPr>
                  <w:rFonts w:cs="Calibri"/>
                  <w:lang w:eastAsia="es-ES"/>
                </w:rPr>
                <w:t>Louis VI</w:t>
              </w:r>
            </w:hyperlink>
            <w:r w:rsidRPr="005E7CB6">
              <w:rPr>
                <w:rFonts w:cs="Calibri"/>
                <w:lang w:eastAsia="es-ES"/>
              </w:rPr>
              <w:t xml:space="preserve"> </w:t>
            </w:r>
            <w:r w:rsidRPr="005E7CB6">
              <w:rPr>
                <w:rFonts w:cs="Calibri"/>
                <w:i/>
                <w:iCs/>
                <w:lang w:eastAsia="es-ES"/>
              </w:rPr>
              <w:t>le Gros</w:t>
            </w:r>
            <w:r w:rsidRPr="005E7CB6">
              <w:rPr>
                <w:rFonts w:cs="Calibri"/>
                <w:lang w:eastAsia="es-ES"/>
              </w:rPr>
              <w:br/>
              <w:t>(1</w:t>
            </w:r>
            <w:r w:rsidRPr="005E7CB6">
              <w:rPr>
                <w:rFonts w:cs="Calibri"/>
                <w:vertAlign w:val="superscript"/>
                <w:lang w:eastAsia="es-ES"/>
              </w:rPr>
              <w:t>er</w:t>
            </w:r>
            <w:r w:rsidRPr="005E7CB6">
              <w:rPr>
                <w:rFonts w:cs="Calibri"/>
                <w:lang w:eastAsia="es-ES"/>
              </w:rPr>
              <w:t xml:space="preserve"> décembre 1081 – 1</w:t>
            </w:r>
            <w:r w:rsidRPr="005E7CB6">
              <w:rPr>
                <w:rFonts w:cs="Calibri"/>
                <w:vertAlign w:val="superscript"/>
                <w:lang w:eastAsia="es-ES"/>
              </w:rPr>
              <w:t>er</w:t>
            </w:r>
            <w:r w:rsidRPr="005E7CB6">
              <w:rPr>
                <w:rFonts w:cs="Calibri"/>
                <w:lang w:eastAsia="es-ES"/>
              </w:rPr>
              <w:t xml:space="preserve"> août 1137)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33" w:tooltip="1108" w:history="1">
              <w:r w:rsidRPr="005E7CB6">
                <w:rPr>
                  <w:rFonts w:cs="Calibri"/>
                  <w:lang w:val="es-ES" w:eastAsia="es-ES"/>
                </w:rPr>
                <w:t>1108</w:t>
              </w:r>
            </w:hyperlink>
            <w:r w:rsidRPr="005E7CB6">
              <w:rPr>
                <w:rFonts w:cs="Calibri"/>
                <w:lang w:val="es-ES" w:eastAsia="es-ES"/>
              </w:rPr>
              <w:t xml:space="preserve"> – </w:t>
            </w:r>
            <w:hyperlink r:id="rId534" w:tooltip="1137" w:history="1">
              <w:r w:rsidRPr="005E7CB6">
                <w:rPr>
                  <w:rFonts w:cs="Calibri"/>
                  <w:lang w:val="es-ES" w:eastAsia="es-ES"/>
                </w:rPr>
                <w:t>1137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35"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des Francs le </w:t>
            </w:r>
            <w:hyperlink r:id="rId536" w:tooltip="29 juillet" w:history="1">
              <w:r w:rsidRPr="005E7CB6">
                <w:rPr>
                  <w:rFonts w:cs="Calibri"/>
                  <w:lang w:eastAsia="es-ES"/>
                </w:rPr>
                <w:t>29</w:t>
              </w:r>
            </w:hyperlink>
            <w:r w:rsidRPr="005E7CB6">
              <w:rPr>
                <w:rFonts w:cs="Calibri"/>
                <w:lang w:eastAsia="es-ES"/>
              </w:rPr>
              <w:t> </w:t>
            </w:r>
            <w:hyperlink r:id="rId537" w:tooltip="Juillet" w:history="1">
              <w:r w:rsidRPr="005E7CB6">
                <w:rPr>
                  <w:rFonts w:cs="Calibri"/>
                  <w:lang w:eastAsia="es-ES"/>
                </w:rPr>
                <w:t>juillet</w:t>
              </w:r>
            </w:hyperlink>
            <w:r w:rsidRPr="005E7CB6">
              <w:rPr>
                <w:rFonts w:cs="Calibri"/>
                <w:lang w:eastAsia="es-ES"/>
              </w:rPr>
              <w:t> </w:t>
            </w:r>
            <w:hyperlink r:id="rId538" w:tooltip="1108" w:history="1">
              <w:r w:rsidRPr="005E7CB6">
                <w:rPr>
                  <w:rFonts w:cs="Calibri"/>
                  <w:lang w:eastAsia="es-ES"/>
                </w:rPr>
                <w:t>1108</w:t>
              </w:r>
            </w:hyperlink>
            <w:r w:rsidRPr="005E7CB6">
              <w:rPr>
                <w:rFonts w:cs="Calibri"/>
                <w:lang w:eastAsia="es-ES"/>
              </w:rPr>
              <w:t xml:space="preserve">, à la mort de son père Philippe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Est sacré à Orléans le </w:t>
            </w:r>
            <w:hyperlink r:id="rId539" w:tooltip="3 août" w:history="1">
              <w:r w:rsidRPr="005E7CB6">
                <w:rPr>
                  <w:rFonts w:cs="Calibri"/>
                  <w:lang w:eastAsia="es-ES"/>
                </w:rPr>
                <w:t>3 août</w:t>
              </w:r>
            </w:hyperlink>
            <w:r w:rsidRPr="005E7CB6">
              <w:rPr>
                <w:rFonts w:cs="Calibri"/>
                <w:lang w:eastAsia="es-ES"/>
              </w:rPr>
              <w:t xml:space="preserve">. Meurt le </w:t>
            </w:r>
            <w:hyperlink r:id="rId540" w:tooltip="1er août"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541" w:tooltip="Août" w:history="1">
              <w:r w:rsidRPr="005E7CB6">
                <w:rPr>
                  <w:rFonts w:cs="Calibri"/>
                  <w:lang w:eastAsia="es-ES"/>
                </w:rPr>
                <w:t>août</w:t>
              </w:r>
            </w:hyperlink>
            <w:r w:rsidRPr="005E7CB6">
              <w:rPr>
                <w:rFonts w:cs="Calibri"/>
                <w:lang w:eastAsia="es-ES"/>
              </w:rPr>
              <w:t> </w:t>
            </w:r>
            <w:hyperlink r:id="rId542" w:tooltip="1137" w:history="1">
              <w:r w:rsidRPr="005E7CB6">
                <w:rPr>
                  <w:rFonts w:cs="Calibri"/>
                  <w:lang w:eastAsia="es-ES"/>
                </w:rPr>
                <w:t>1137</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43" w:tooltip="&quot;Louis VII&quot; " w:history="1">
              <w:r w:rsidRPr="005E7CB6">
                <w:rPr>
                  <w:rFonts w:cs="Calibri"/>
                  <w:noProof/>
                  <w:lang w:val="es-ES" w:eastAsia="es-ES"/>
                </w:rPr>
                <w:pict>
                  <v:shape id="Imagen 94" o:spid="_x0000_i1080" type="#_x0000_t75" alt="Louis VII" href="http://fr.wikipedia.org/wiki/Fichier:Louis_VII_le_Jeune.j" title="&quot;Louis VII&quot;" style="width:59.25pt;height:84.75pt;visibility:visible" o:button="t">
                    <v:fill o:detectmouseclick="t"/>
                    <v:imagedata r:id="rId54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545" w:tooltip="Louis VII de France" w:history="1">
              <w:r w:rsidRPr="005E7CB6">
                <w:rPr>
                  <w:rFonts w:cs="Calibri"/>
                  <w:lang w:eastAsia="es-ES"/>
                </w:rPr>
                <w:t>Louis VII</w:t>
              </w:r>
            </w:hyperlink>
            <w:r w:rsidRPr="005E7CB6">
              <w:rPr>
                <w:rFonts w:cs="Calibri"/>
                <w:lang w:eastAsia="es-ES"/>
              </w:rPr>
              <w:t xml:space="preserve"> </w:t>
            </w:r>
            <w:r w:rsidRPr="005E7CB6">
              <w:rPr>
                <w:rFonts w:cs="Calibri"/>
                <w:i/>
                <w:iCs/>
                <w:lang w:eastAsia="es-ES"/>
              </w:rPr>
              <w:t>le Jeune</w:t>
            </w:r>
            <w:r w:rsidRPr="005E7CB6">
              <w:rPr>
                <w:rFonts w:cs="Calibri"/>
                <w:lang w:eastAsia="es-ES"/>
              </w:rPr>
              <w:br/>
              <w:t>(1120 – 18 septembre 1180)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46" w:tooltip="1137" w:history="1">
              <w:r w:rsidRPr="005E7CB6">
                <w:rPr>
                  <w:rFonts w:cs="Calibri"/>
                  <w:lang w:val="es-ES" w:eastAsia="es-ES"/>
                </w:rPr>
                <w:t>1137</w:t>
              </w:r>
            </w:hyperlink>
            <w:r w:rsidRPr="005E7CB6">
              <w:rPr>
                <w:rFonts w:cs="Calibri"/>
                <w:lang w:val="es-ES" w:eastAsia="es-ES"/>
              </w:rPr>
              <w:t xml:space="preserve"> – </w:t>
            </w:r>
            <w:hyperlink r:id="rId547" w:tooltip="1180" w:history="1">
              <w:r w:rsidRPr="005E7CB6">
                <w:rPr>
                  <w:rFonts w:cs="Calibri"/>
                  <w:lang w:val="es-ES" w:eastAsia="es-ES"/>
                </w:rPr>
                <w:t>1180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48"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Second fils de Louis VI. Est sacré le </w:t>
            </w:r>
            <w:hyperlink r:id="rId549" w:tooltip="25 octobre" w:history="1">
              <w:r w:rsidRPr="005E7CB6">
                <w:rPr>
                  <w:rFonts w:cs="Calibri"/>
                  <w:lang w:eastAsia="es-ES"/>
                </w:rPr>
                <w:t>25</w:t>
              </w:r>
            </w:hyperlink>
            <w:r w:rsidRPr="005E7CB6">
              <w:rPr>
                <w:rFonts w:cs="Calibri"/>
                <w:lang w:eastAsia="es-ES"/>
              </w:rPr>
              <w:t> </w:t>
            </w:r>
            <w:hyperlink r:id="rId550" w:tooltip="Octobre" w:history="1">
              <w:r w:rsidRPr="005E7CB6">
                <w:rPr>
                  <w:rFonts w:cs="Calibri"/>
                  <w:lang w:eastAsia="es-ES"/>
                </w:rPr>
                <w:t>octobre</w:t>
              </w:r>
            </w:hyperlink>
            <w:r w:rsidRPr="005E7CB6">
              <w:rPr>
                <w:rFonts w:cs="Calibri"/>
                <w:lang w:eastAsia="es-ES"/>
              </w:rPr>
              <w:t> </w:t>
            </w:r>
            <w:hyperlink r:id="rId551" w:tooltip="1131" w:history="1">
              <w:r w:rsidRPr="005E7CB6">
                <w:rPr>
                  <w:rFonts w:cs="Calibri"/>
                  <w:lang w:eastAsia="es-ES"/>
                </w:rPr>
                <w:t>1131</w:t>
              </w:r>
            </w:hyperlink>
            <w:r w:rsidRPr="005E7CB6">
              <w:rPr>
                <w:rFonts w:cs="Calibri"/>
                <w:lang w:eastAsia="es-ES"/>
              </w:rPr>
              <w:t xml:space="preserve"> à Reims comme roi associé. Devient roi des Francs à la mort de son père, le </w:t>
            </w:r>
            <w:hyperlink r:id="rId552" w:tooltip="1er août"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553" w:tooltip="Août" w:history="1">
              <w:r w:rsidRPr="005E7CB6">
                <w:rPr>
                  <w:rFonts w:cs="Calibri"/>
                  <w:lang w:eastAsia="es-ES"/>
                </w:rPr>
                <w:t>août</w:t>
              </w:r>
            </w:hyperlink>
            <w:r w:rsidRPr="005E7CB6">
              <w:rPr>
                <w:rFonts w:cs="Calibri"/>
                <w:lang w:eastAsia="es-ES"/>
              </w:rPr>
              <w:t> </w:t>
            </w:r>
            <w:hyperlink r:id="rId554" w:tooltip="1137" w:history="1">
              <w:r w:rsidRPr="005E7CB6">
                <w:rPr>
                  <w:rFonts w:cs="Calibri"/>
                  <w:lang w:eastAsia="es-ES"/>
                </w:rPr>
                <w:t>1137</w:t>
              </w:r>
            </w:hyperlink>
            <w:r w:rsidRPr="005E7CB6">
              <w:rPr>
                <w:rFonts w:cs="Calibri"/>
                <w:lang w:eastAsia="es-ES"/>
              </w:rPr>
              <w:t xml:space="preserve">. </w:t>
            </w:r>
            <w:r w:rsidRPr="005E7CB6">
              <w:rPr>
                <w:rFonts w:cs="Calibri"/>
                <w:lang w:val="es-ES" w:eastAsia="es-ES"/>
              </w:rPr>
              <w:t xml:space="preserve">Meurt le </w:t>
            </w:r>
            <w:hyperlink r:id="rId555" w:tooltip="18 septembre" w:history="1">
              <w:r w:rsidRPr="005E7CB6">
                <w:rPr>
                  <w:rFonts w:cs="Calibri"/>
                  <w:lang w:val="es-ES" w:eastAsia="es-ES"/>
                </w:rPr>
                <w:t>18</w:t>
              </w:r>
            </w:hyperlink>
            <w:r w:rsidRPr="005E7CB6">
              <w:rPr>
                <w:rFonts w:cs="Calibri"/>
                <w:lang w:val="es-ES" w:eastAsia="es-ES"/>
              </w:rPr>
              <w:t> </w:t>
            </w:r>
            <w:hyperlink r:id="rId556" w:tooltip="Septembre" w:history="1">
              <w:r w:rsidRPr="005E7CB6">
                <w:rPr>
                  <w:rFonts w:cs="Calibri"/>
                  <w:lang w:val="es-ES" w:eastAsia="es-ES"/>
                </w:rPr>
                <w:t>septembre</w:t>
              </w:r>
            </w:hyperlink>
            <w:r w:rsidRPr="005E7CB6">
              <w:rPr>
                <w:rFonts w:cs="Calibri"/>
                <w:lang w:val="es-ES" w:eastAsia="es-ES"/>
              </w:rPr>
              <w:t> </w:t>
            </w:r>
            <w:hyperlink r:id="rId557" w:tooltip="1180" w:history="1">
              <w:r w:rsidRPr="005E7CB6">
                <w:rPr>
                  <w:rFonts w:cs="Calibri"/>
                  <w:lang w:val="es-ES" w:eastAsia="es-ES"/>
                </w:rPr>
                <w:t>1180</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58" w:tooltip="&quot;Philippe II&quot; " w:history="1">
              <w:r w:rsidRPr="005E7CB6">
                <w:rPr>
                  <w:rFonts w:cs="Calibri"/>
                  <w:noProof/>
                  <w:lang w:val="es-ES" w:eastAsia="es-ES"/>
                </w:rPr>
                <w:pict>
                  <v:shape id="Imagen 95" o:spid="_x0000_i1081" type="#_x0000_t75" alt="Philippe II" href="http://fr.wikipedia.org/wiki/Fichier:Philippe_II_Auguste.j" title="&quot;Philippe II&quot;" style="width:59.25pt;height:85.5pt;visibility:visible" o:button="t">
                    <v:fill o:detectmouseclick="t"/>
                    <v:imagedata r:id="rId559"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560" w:tooltip="Philippe II de France" w:history="1">
              <w:r w:rsidRPr="005E7CB6">
                <w:rPr>
                  <w:rFonts w:cs="Calibri"/>
                  <w:lang w:eastAsia="es-ES"/>
                </w:rPr>
                <w:t>Philippe II</w:t>
              </w:r>
            </w:hyperlink>
            <w:r w:rsidRPr="005E7CB6">
              <w:rPr>
                <w:rFonts w:cs="Calibri"/>
                <w:lang w:eastAsia="es-ES"/>
              </w:rPr>
              <w:t xml:space="preserve"> </w:t>
            </w:r>
            <w:r w:rsidRPr="005E7CB6">
              <w:rPr>
                <w:rFonts w:cs="Calibri"/>
                <w:i/>
                <w:iCs/>
                <w:lang w:eastAsia="es-ES"/>
              </w:rPr>
              <w:t>Auguste</w:t>
            </w:r>
            <w:r w:rsidRPr="005E7CB6">
              <w:rPr>
                <w:rFonts w:cs="Calibri"/>
                <w:lang w:eastAsia="es-ES"/>
              </w:rPr>
              <w:br/>
              <w:t>(21 août 1165 – 14 juillet 1223)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61" w:tooltip="1180" w:history="1">
              <w:r w:rsidRPr="005E7CB6">
                <w:rPr>
                  <w:rFonts w:cs="Calibri"/>
                  <w:lang w:val="es-ES" w:eastAsia="es-ES"/>
                </w:rPr>
                <w:t>1180</w:t>
              </w:r>
            </w:hyperlink>
            <w:r w:rsidRPr="005E7CB6">
              <w:rPr>
                <w:rFonts w:cs="Calibri"/>
                <w:lang w:val="es-ES" w:eastAsia="es-ES"/>
              </w:rPr>
              <w:t xml:space="preserve"> – </w:t>
            </w:r>
            <w:hyperlink r:id="rId562" w:tooltip="1223" w:history="1">
              <w:r w:rsidRPr="005E7CB6">
                <w:rPr>
                  <w:rFonts w:cs="Calibri"/>
                  <w:lang w:val="es-ES" w:eastAsia="es-ES"/>
                </w:rPr>
                <w:t>1223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63"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Est sacré à Reims le </w:t>
            </w:r>
            <w:hyperlink r:id="rId564" w:tooltip="1er novembre"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565" w:tooltip="Novembre" w:history="1">
              <w:r w:rsidRPr="005E7CB6">
                <w:rPr>
                  <w:rFonts w:cs="Calibri"/>
                  <w:lang w:eastAsia="es-ES"/>
                </w:rPr>
                <w:t>novembre</w:t>
              </w:r>
            </w:hyperlink>
            <w:r w:rsidRPr="005E7CB6">
              <w:rPr>
                <w:rFonts w:cs="Calibri"/>
                <w:lang w:eastAsia="es-ES"/>
              </w:rPr>
              <w:t> </w:t>
            </w:r>
            <w:hyperlink r:id="rId566" w:tooltip="1179" w:history="1">
              <w:r w:rsidRPr="005E7CB6">
                <w:rPr>
                  <w:rFonts w:cs="Calibri"/>
                  <w:lang w:eastAsia="es-ES"/>
                </w:rPr>
                <w:t>1179</w:t>
              </w:r>
            </w:hyperlink>
            <w:r w:rsidRPr="005E7CB6">
              <w:rPr>
                <w:rFonts w:cs="Calibri"/>
                <w:lang w:eastAsia="es-ES"/>
              </w:rPr>
              <w:t xml:space="preserve"> comme roi associé. Devient roi des Francs à la mort de son père Louis VII, le 18 septembre 1180. Premier à utiliser le titre de </w:t>
            </w:r>
            <w:r w:rsidRPr="005E7CB6">
              <w:rPr>
                <w:rFonts w:cs="Calibri"/>
                <w:b/>
                <w:bCs/>
                <w:lang w:eastAsia="es-ES"/>
              </w:rPr>
              <w:t>roi de France</w:t>
            </w:r>
            <w:r w:rsidRPr="005E7CB6">
              <w:rPr>
                <w:rFonts w:cs="Calibri"/>
                <w:lang w:eastAsia="es-ES"/>
              </w:rPr>
              <w:t xml:space="preserve">. Meurt le </w:t>
            </w:r>
            <w:hyperlink r:id="rId567" w:tooltip="14 juillet" w:history="1">
              <w:r w:rsidRPr="005E7CB6">
                <w:rPr>
                  <w:rFonts w:cs="Calibri"/>
                  <w:lang w:eastAsia="es-ES"/>
                </w:rPr>
                <w:t>14</w:t>
              </w:r>
            </w:hyperlink>
            <w:r w:rsidRPr="005E7CB6">
              <w:rPr>
                <w:rFonts w:cs="Calibri"/>
                <w:lang w:eastAsia="es-ES"/>
              </w:rPr>
              <w:t> </w:t>
            </w:r>
            <w:hyperlink r:id="rId568" w:tooltip="Juillet" w:history="1">
              <w:r w:rsidRPr="005E7CB6">
                <w:rPr>
                  <w:rFonts w:cs="Calibri"/>
                  <w:lang w:eastAsia="es-ES"/>
                </w:rPr>
                <w:t>juillet</w:t>
              </w:r>
            </w:hyperlink>
            <w:r w:rsidRPr="005E7CB6">
              <w:rPr>
                <w:rFonts w:cs="Calibri"/>
                <w:lang w:eastAsia="es-ES"/>
              </w:rPr>
              <w:t> </w:t>
            </w:r>
            <w:hyperlink r:id="rId569" w:tooltip="1223" w:history="1">
              <w:r w:rsidRPr="005E7CB6">
                <w:rPr>
                  <w:rFonts w:cs="Calibri"/>
                  <w:lang w:eastAsia="es-ES"/>
                </w:rPr>
                <w:t>1223</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70" w:tooltip="&quot;Louis VIII&quot; " w:history="1">
              <w:r w:rsidRPr="005E7CB6">
                <w:rPr>
                  <w:rFonts w:cs="Calibri"/>
                  <w:noProof/>
                  <w:lang w:val="es-ES" w:eastAsia="es-ES"/>
                </w:rPr>
                <w:pict>
                  <v:shape id="Imagen 96" o:spid="_x0000_i1082" type="#_x0000_t75" alt="Louis VIII" href="http://fr.wikipedia.org/wiki/Fichier:Louis_VIII_le_Lion.j" title="&quot;Louis VIII&quot;" style="width:59.25pt;height:89.25pt;visibility:visible" o:button="t">
                    <v:fill o:detectmouseclick="t"/>
                    <v:imagedata r:id="rId57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572" w:tooltip="Louis VIII de France" w:history="1">
              <w:r w:rsidRPr="005E7CB6">
                <w:rPr>
                  <w:rFonts w:cs="Calibri"/>
                  <w:lang w:eastAsia="es-ES"/>
                </w:rPr>
                <w:t>Louis VIII</w:t>
              </w:r>
            </w:hyperlink>
            <w:r w:rsidRPr="005E7CB6">
              <w:rPr>
                <w:rFonts w:cs="Calibri"/>
                <w:lang w:eastAsia="es-ES"/>
              </w:rPr>
              <w:t xml:space="preserve"> </w:t>
            </w:r>
            <w:r w:rsidRPr="005E7CB6">
              <w:rPr>
                <w:rFonts w:cs="Calibri"/>
                <w:i/>
                <w:iCs/>
                <w:lang w:eastAsia="es-ES"/>
              </w:rPr>
              <w:t>le Lion</w:t>
            </w:r>
            <w:r w:rsidRPr="005E7CB6">
              <w:rPr>
                <w:rFonts w:cs="Calibri"/>
                <w:lang w:eastAsia="es-ES"/>
              </w:rPr>
              <w:br/>
              <w:t>(5 septembre 1187 – 8 novembre 1226)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73" w:tooltip="1223" w:history="1">
              <w:r w:rsidRPr="005E7CB6">
                <w:rPr>
                  <w:rFonts w:cs="Calibri"/>
                  <w:lang w:val="es-ES" w:eastAsia="es-ES"/>
                </w:rPr>
                <w:t>1223</w:t>
              </w:r>
            </w:hyperlink>
            <w:r w:rsidRPr="005E7CB6">
              <w:rPr>
                <w:rFonts w:cs="Calibri"/>
                <w:lang w:val="es-ES" w:eastAsia="es-ES"/>
              </w:rPr>
              <w:t xml:space="preserve"> – </w:t>
            </w:r>
            <w:hyperlink r:id="rId574" w:tooltip="1226" w:history="1">
              <w:r w:rsidRPr="005E7CB6">
                <w:rPr>
                  <w:rFonts w:cs="Calibri"/>
                  <w:lang w:val="es-ES" w:eastAsia="es-ES"/>
                </w:rPr>
                <w:t>1226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75"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Philippe II, le </w:t>
            </w:r>
            <w:hyperlink r:id="rId576" w:tooltip="14 juillet" w:history="1">
              <w:r w:rsidRPr="005E7CB6">
                <w:rPr>
                  <w:rFonts w:cs="Calibri"/>
                  <w:lang w:eastAsia="es-ES"/>
                </w:rPr>
                <w:t>14</w:t>
              </w:r>
            </w:hyperlink>
            <w:r w:rsidRPr="005E7CB6">
              <w:rPr>
                <w:rFonts w:cs="Calibri"/>
                <w:lang w:eastAsia="es-ES"/>
              </w:rPr>
              <w:t> </w:t>
            </w:r>
            <w:hyperlink r:id="rId577" w:tooltip="Juillet" w:history="1">
              <w:r w:rsidRPr="005E7CB6">
                <w:rPr>
                  <w:rFonts w:cs="Calibri"/>
                  <w:lang w:eastAsia="es-ES"/>
                </w:rPr>
                <w:t>juillet</w:t>
              </w:r>
            </w:hyperlink>
            <w:r w:rsidRPr="005E7CB6">
              <w:rPr>
                <w:rFonts w:cs="Calibri"/>
                <w:lang w:eastAsia="es-ES"/>
              </w:rPr>
              <w:t> </w:t>
            </w:r>
            <w:hyperlink r:id="rId578" w:tooltip="1223" w:history="1">
              <w:r w:rsidRPr="005E7CB6">
                <w:rPr>
                  <w:rFonts w:cs="Calibri"/>
                  <w:lang w:eastAsia="es-ES"/>
                </w:rPr>
                <w:t>1223</w:t>
              </w:r>
            </w:hyperlink>
            <w:r w:rsidRPr="005E7CB6">
              <w:rPr>
                <w:rFonts w:cs="Calibri"/>
                <w:lang w:eastAsia="es-ES"/>
              </w:rPr>
              <w:t xml:space="preserve">. Est sacré à Reims le </w:t>
            </w:r>
            <w:hyperlink r:id="rId579" w:tooltip="6 août" w:history="1">
              <w:r w:rsidRPr="005E7CB6">
                <w:rPr>
                  <w:rFonts w:cs="Calibri"/>
                  <w:lang w:eastAsia="es-ES"/>
                </w:rPr>
                <w:t>6 août</w:t>
              </w:r>
            </w:hyperlink>
            <w:r w:rsidRPr="005E7CB6">
              <w:rPr>
                <w:rFonts w:cs="Calibri"/>
                <w:lang w:eastAsia="es-ES"/>
              </w:rPr>
              <w:t xml:space="preserve">. Meurt de la </w:t>
            </w:r>
            <w:hyperlink r:id="rId580" w:tooltip="Dysenterie" w:history="1">
              <w:r w:rsidRPr="005E7CB6">
                <w:rPr>
                  <w:rFonts w:cs="Calibri"/>
                  <w:lang w:eastAsia="es-ES"/>
                </w:rPr>
                <w:t>dysenterie</w:t>
              </w:r>
            </w:hyperlink>
            <w:r w:rsidRPr="005E7CB6">
              <w:rPr>
                <w:rFonts w:cs="Calibri"/>
                <w:lang w:eastAsia="es-ES"/>
              </w:rPr>
              <w:t xml:space="preserve"> le </w:t>
            </w:r>
            <w:hyperlink r:id="rId581" w:tooltip="8 novembre" w:history="1">
              <w:r w:rsidRPr="005E7CB6">
                <w:rPr>
                  <w:rFonts w:cs="Calibri"/>
                  <w:lang w:eastAsia="es-ES"/>
                </w:rPr>
                <w:t>8</w:t>
              </w:r>
            </w:hyperlink>
            <w:r w:rsidRPr="005E7CB6">
              <w:rPr>
                <w:rFonts w:cs="Calibri"/>
                <w:lang w:eastAsia="es-ES"/>
              </w:rPr>
              <w:t> </w:t>
            </w:r>
            <w:hyperlink r:id="rId582" w:tooltip="Novembre" w:history="1">
              <w:r w:rsidRPr="005E7CB6">
                <w:rPr>
                  <w:rFonts w:cs="Calibri"/>
                  <w:lang w:eastAsia="es-ES"/>
                </w:rPr>
                <w:t>novembre</w:t>
              </w:r>
            </w:hyperlink>
            <w:r w:rsidRPr="005E7CB6">
              <w:rPr>
                <w:rFonts w:cs="Calibri"/>
                <w:lang w:eastAsia="es-ES"/>
              </w:rPr>
              <w:t> </w:t>
            </w:r>
            <w:hyperlink r:id="rId583" w:tooltip="1226" w:history="1">
              <w:r w:rsidRPr="005E7CB6">
                <w:rPr>
                  <w:rFonts w:cs="Calibri"/>
                  <w:lang w:eastAsia="es-ES"/>
                </w:rPr>
                <w:t>1226</w:t>
              </w:r>
            </w:hyperlink>
            <w:r w:rsidRPr="005E7CB6">
              <w:rPr>
                <w:rFonts w:cs="Calibri"/>
                <w:lang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(1226 – 1235) : </w:t>
            </w:r>
            <w:hyperlink r:id="rId584" w:tooltip="Blanche de Castille" w:history="1">
              <w:r w:rsidRPr="005E7CB6">
                <w:rPr>
                  <w:rFonts w:cs="Calibri"/>
                  <w:i/>
                  <w:iCs/>
                  <w:lang w:eastAsia="es-ES"/>
                </w:rPr>
                <w:t>Blanche de Castille</w:t>
              </w:r>
            </w:hyperlink>
            <w:r w:rsidRPr="005E7CB6">
              <w:rPr>
                <w:rFonts w:cs="Calibri"/>
                <w:i/>
                <w:iCs/>
                <w:lang w:eastAsia="es-ES"/>
              </w:rPr>
              <w:t>, épouse de Louis VIII.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85" w:tooltip="&quot;Louis IX&quot; " w:history="1">
              <w:r w:rsidRPr="005E7CB6">
                <w:rPr>
                  <w:rFonts w:cs="Calibri"/>
                  <w:noProof/>
                  <w:lang w:val="es-ES" w:eastAsia="es-ES"/>
                </w:rPr>
                <w:pict>
                  <v:shape id="Imagen 97" o:spid="_x0000_i1083" type="#_x0000_t75" alt="Louis IX" href="http://fr.wikipedia.org/wiki/Fichier:Louis_IX_ou_Saint-Louis.j" title="&quot;Louis IX&quot;" style="width:59.25pt;height:84pt;visibility:visible" o:button="t">
                    <v:fill o:detectmouseclick="t"/>
                    <v:imagedata r:id="rId58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587" w:tooltip="Louis IX de France" w:history="1">
              <w:r w:rsidRPr="005E7CB6">
                <w:rPr>
                  <w:rFonts w:cs="Calibri"/>
                  <w:lang w:eastAsia="es-ES"/>
                </w:rPr>
                <w:t>Louis IX</w:t>
              </w:r>
            </w:hyperlink>
            <w:r w:rsidRPr="005E7CB6">
              <w:rPr>
                <w:rFonts w:cs="Calibri"/>
                <w:lang w:eastAsia="es-ES"/>
              </w:rPr>
              <w:t xml:space="preserve"> ou </w:t>
            </w:r>
            <w:r w:rsidRPr="005E7CB6">
              <w:rPr>
                <w:rFonts w:cs="Calibri"/>
                <w:i/>
                <w:iCs/>
                <w:lang w:eastAsia="es-ES"/>
              </w:rPr>
              <w:t>Saint Louis</w:t>
            </w:r>
            <w:r w:rsidRPr="005E7CB6">
              <w:rPr>
                <w:rFonts w:cs="Calibri"/>
                <w:lang w:eastAsia="es-ES"/>
              </w:rPr>
              <w:br/>
              <w:t>(25 avril 1214 – 25 août 1270)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88" w:tooltip="1226" w:history="1">
              <w:r w:rsidRPr="005E7CB6">
                <w:rPr>
                  <w:rFonts w:cs="Calibri"/>
                  <w:lang w:val="es-ES" w:eastAsia="es-ES"/>
                </w:rPr>
                <w:t>1226</w:t>
              </w:r>
            </w:hyperlink>
            <w:r w:rsidRPr="005E7CB6">
              <w:rPr>
                <w:rFonts w:cs="Calibri"/>
                <w:lang w:val="es-ES" w:eastAsia="es-ES"/>
              </w:rPr>
              <w:t xml:space="preserve"> – </w:t>
            </w:r>
            <w:hyperlink r:id="rId589" w:tooltip="1270" w:history="1">
              <w:r w:rsidRPr="005E7CB6">
                <w:rPr>
                  <w:rFonts w:cs="Calibri"/>
                  <w:lang w:val="es-ES" w:eastAsia="es-ES"/>
                </w:rPr>
                <w:t>1270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590"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Louis VIII, le </w:t>
            </w:r>
            <w:hyperlink r:id="rId591" w:tooltip="8 novembre" w:history="1">
              <w:r w:rsidRPr="005E7CB6">
                <w:rPr>
                  <w:rFonts w:cs="Calibri"/>
                  <w:lang w:eastAsia="es-ES"/>
                </w:rPr>
                <w:t>8</w:t>
              </w:r>
            </w:hyperlink>
            <w:r w:rsidRPr="005E7CB6">
              <w:rPr>
                <w:rFonts w:cs="Calibri"/>
                <w:lang w:eastAsia="es-ES"/>
              </w:rPr>
              <w:t> </w:t>
            </w:r>
            <w:hyperlink r:id="rId592" w:tooltip="Novembre" w:history="1">
              <w:r w:rsidRPr="005E7CB6">
                <w:rPr>
                  <w:rFonts w:cs="Calibri"/>
                  <w:lang w:eastAsia="es-ES"/>
                </w:rPr>
                <w:t>novembre</w:t>
              </w:r>
            </w:hyperlink>
            <w:r w:rsidRPr="005E7CB6">
              <w:rPr>
                <w:rFonts w:cs="Calibri"/>
                <w:lang w:eastAsia="es-ES"/>
              </w:rPr>
              <w:t> </w:t>
            </w:r>
            <w:hyperlink r:id="rId593" w:tooltip="1226" w:history="1">
              <w:r w:rsidRPr="005E7CB6">
                <w:rPr>
                  <w:rFonts w:cs="Calibri"/>
                  <w:lang w:eastAsia="es-ES"/>
                </w:rPr>
                <w:t>1226</w:t>
              </w:r>
            </w:hyperlink>
            <w:r w:rsidRPr="005E7CB6">
              <w:rPr>
                <w:rFonts w:cs="Calibri"/>
                <w:lang w:eastAsia="es-ES"/>
              </w:rPr>
              <w:t xml:space="preserve">. Est sacré à Reims le </w:t>
            </w:r>
            <w:hyperlink r:id="rId594" w:tooltip="29 novembre" w:history="1">
              <w:r w:rsidRPr="005E7CB6">
                <w:rPr>
                  <w:rFonts w:cs="Calibri"/>
                  <w:lang w:eastAsia="es-ES"/>
                </w:rPr>
                <w:t>29</w:t>
              </w:r>
            </w:hyperlink>
            <w:r w:rsidRPr="005E7CB6">
              <w:rPr>
                <w:rFonts w:cs="Calibri"/>
                <w:lang w:eastAsia="es-ES"/>
              </w:rPr>
              <w:t> </w:t>
            </w:r>
            <w:hyperlink r:id="rId595" w:tooltip="Novembre" w:history="1">
              <w:r w:rsidRPr="005E7CB6">
                <w:rPr>
                  <w:rFonts w:cs="Calibri"/>
                  <w:lang w:eastAsia="es-ES"/>
                </w:rPr>
                <w:t>novembre</w:t>
              </w:r>
            </w:hyperlink>
            <w:r w:rsidRPr="005E7CB6">
              <w:rPr>
                <w:rFonts w:cs="Calibri"/>
                <w:lang w:eastAsia="es-ES"/>
              </w:rPr>
              <w:t> </w:t>
            </w:r>
            <w:hyperlink r:id="rId596" w:tooltip="1226" w:history="1">
              <w:r w:rsidRPr="005E7CB6">
                <w:rPr>
                  <w:rFonts w:cs="Calibri"/>
                  <w:lang w:eastAsia="es-ES"/>
                </w:rPr>
                <w:t>1226</w:t>
              </w:r>
            </w:hyperlink>
            <w:r w:rsidRPr="005E7CB6">
              <w:rPr>
                <w:rFonts w:cs="Calibri"/>
                <w:lang w:eastAsia="es-ES"/>
              </w:rPr>
              <w:t xml:space="preserve">. Meurt de la </w:t>
            </w:r>
            <w:hyperlink r:id="rId597" w:tooltip="Dysenterie" w:history="1">
              <w:r w:rsidRPr="005E7CB6">
                <w:rPr>
                  <w:rFonts w:cs="Calibri"/>
                  <w:lang w:eastAsia="es-ES"/>
                </w:rPr>
                <w:t>dysenterie</w:t>
              </w:r>
            </w:hyperlink>
            <w:r w:rsidRPr="005E7CB6">
              <w:rPr>
                <w:rFonts w:cs="Calibri"/>
                <w:lang w:eastAsia="es-ES"/>
              </w:rPr>
              <w:t xml:space="preserve"> le </w:t>
            </w:r>
            <w:hyperlink r:id="rId598" w:tooltip="25 août" w:history="1">
              <w:r w:rsidRPr="005E7CB6">
                <w:rPr>
                  <w:rFonts w:cs="Calibri"/>
                  <w:lang w:eastAsia="es-ES"/>
                </w:rPr>
                <w:t>25</w:t>
              </w:r>
            </w:hyperlink>
            <w:r w:rsidRPr="005E7CB6">
              <w:rPr>
                <w:rFonts w:cs="Calibri"/>
                <w:lang w:eastAsia="es-ES"/>
              </w:rPr>
              <w:t> </w:t>
            </w:r>
            <w:hyperlink r:id="rId599" w:tooltip="Août" w:history="1">
              <w:r w:rsidRPr="005E7CB6">
                <w:rPr>
                  <w:rFonts w:cs="Calibri"/>
                  <w:lang w:eastAsia="es-ES"/>
                </w:rPr>
                <w:t>août</w:t>
              </w:r>
            </w:hyperlink>
            <w:r w:rsidRPr="005E7CB6">
              <w:rPr>
                <w:rFonts w:cs="Calibri"/>
                <w:lang w:eastAsia="es-ES"/>
              </w:rPr>
              <w:t> </w:t>
            </w:r>
            <w:hyperlink r:id="rId600" w:tooltip="1270" w:history="1">
              <w:r w:rsidRPr="005E7CB6">
                <w:rPr>
                  <w:rFonts w:cs="Calibri"/>
                  <w:lang w:eastAsia="es-ES"/>
                </w:rPr>
                <w:t>1270</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01" w:tooltip="&quot;Philippe III&quot; " w:history="1">
              <w:r w:rsidRPr="005E7CB6">
                <w:rPr>
                  <w:rFonts w:cs="Calibri"/>
                  <w:noProof/>
                  <w:lang w:val="es-ES" w:eastAsia="es-ES"/>
                </w:rPr>
                <w:pict>
                  <v:shape id="Imagen 98" o:spid="_x0000_i1084" type="#_x0000_t75" alt="Philippe III" href="http://fr.wikipedia.org/wiki/Fichier:Miniature_Philippe_III_Courronement.j" title="&quot;Philippe III&quot;" style="width:60pt;height:62.25pt;visibility:visible" o:button="t">
                    <v:fill o:detectmouseclick="t"/>
                    <v:imagedata r:id="rId60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603" w:tooltip="Philippe III de France" w:history="1">
              <w:r w:rsidRPr="005E7CB6">
                <w:rPr>
                  <w:rFonts w:cs="Calibri"/>
                  <w:lang w:eastAsia="es-ES"/>
                </w:rPr>
                <w:t>Philippe III</w:t>
              </w:r>
            </w:hyperlink>
            <w:r w:rsidRPr="005E7CB6">
              <w:rPr>
                <w:rFonts w:cs="Calibri"/>
                <w:lang w:eastAsia="es-ES"/>
              </w:rPr>
              <w:t xml:space="preserve"> </w:t>
            </w:r>
            <w:r w:rsidRPr="005E7CB6">
              <w:rPr>
                <w:rFonts w:cs="Calibri"/>
                <w:i/>
                <w:iCs/>
                <w:lang w:eastAsia="es-ES"/>
              </w:rPr>
              <w:t>le Hardi</w:t>
            </w:r>
            <w:r w:rsidRPr="005E7CB6">
              <w:rPr>
                <w:rFonts w:cs="Calibri"/>
                <w:lang w:eastAsia="es-ES"/>
              </w:rPr>
              <w:br/>
              <w:t>(30 avril 1245 – 5 octobre 1285)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04" w:tooltip="1270" w:history="1">
              <w:r w:rsidRPr="005E7CB6">
                <w:rPr>
                  <w:rFonts w:cs="Calibri"/>
                  <w:lang w:val="es-ES" w:eastAsia="es-ES"/>
                </w:rPr>
                <w:t>1270</w:t>
              </w:r>
            </w:hyperlink>
            <w:r w:rsidRPr="005E7CB6">
              <w:rPr>
                <w:rFonts w:cs="Calibri"/>
                <w:lang w:val="es-ES" w:eastAsia="es-ES"/>
              </w:rPr>
              <w:t xml:space="preserve"> – </w:t>
            </w:r>
            <w:hyperlink r:id="rId605" w:tooltip="1285" w:history="1">
              <w:r w:rsidRPr="005E7CB6">
                <w:rPr>
                  <w:rFonts w:cs="Calibri"/>
                  <w:lang w:val="es-ES" w:eastAsia="es-ES"/>
                </w:rPr>
                <w:t>1285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06"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France à la mort de son père Louis IX, le </w:t>
            </w:r>
            <w:hyperlink r:id="rId607" w:tooltip="25 août" w:history="1">
              <w:r w:rsidRPr="005E7CB6">
                <w:rPr>
                  <w:rFonts w:cs="Calibri"/>
                  <w:lang w:eastAsia="es-ES"/>
                </w:rPr>
                <w:t>25</w:t>
              </w:r>
            </w:hyperlink>
            <w:r w:rsidRPr="005E7CB6">
              <w:rPr>
                <w:rFonts w:cs="Calibri"/>
                <w:lang w:eastAsia="es-ES"/>
              </w:rPr>
              <w:t> </w:t>
            </w:r>
            <w:hyperlink r:id="rId608" w:tooltip="Août" w:history="1">
              <w:r w:rsidRPr="005E7CB6">
                <w:rPr>
                  <w:rFonts w:cs="Calibri"/>
                  <w:lang w:eastAsia="es-ES"/>
                </w:rPr>
                <w:t>août</w:t>
              </w:r>
            </w:hyperlink>
            <w:r w:rsidRPr="005E7CB6">
              <w:rPr>
                <w:rFonts w:cs="Calibri"/>
                <w:lang w:eastAsia="es-ES"/>
              </w:rPr>
              <w:t> </w:t>
            </w:r>
            <w:hyperlink r:id="rId609" w:tooltip="1270" w:history="1">
              <w:r w:rsidRPr="005E7CB6">
                <w:rPr>
                  <w:rFonts w:cs="Calibri"/>
                  <w:lang w:eastAsia="es-ES"/>
                </w:rPr>
                <w:t>1270</w:t>
              </w:r>
            </w:hyperlink>
            <w:r w:rsidRPr="005E7CB6">
              <w:rPr>
                <w:rFonts w:cs="Calibri"/>
                <w:lang w:eastAsia="es-ES"/>
              </w:rPr>
              <w:t xml:space="preserve">. </w:t>
            </w:r>
            <w:r w:rsidRPr="005E7CB6">
              <w:rPr>
                <w:rFonts w:cs="Calibri"/>
                <w:lang w:val="es-ES" w:eastAsia="es-ES"/>
              </w:rPr>
              <w:t xml:space="preserve">Est sacré à Reims le </w:t>
            </w:r>
            <w:hyperlink r:id="rId610" w:tooltip="30 août" w:history="1">
              <w:r w:rsidRPr="005E7CB6">
                <w:rPr>
                  <w:rFonts w:cs="Calibri"/>
                  <w:lang w:val="es-ES" w:eastAsia="es-ES"/>
                </w:rPr>
                <w:t>30</w:t>
              </w:r>
            </w:hyperlink>
            <w:r w:rsidRPr="005E7CB6">
              <w:rPr>
                <w:rFonts w:cs="Calibri"/>
                <w:lang w:val="es-ES" w:eastAsia="es-ES"/>
              </w:rPr>
              <w:t> </w:t>
            </w:r>
            <w:hyperlink r:id="rId611" w:tooltip="Août" w:history="1">
              <w:r w:rsidRPr="005E7CB6">
                <w:rPr>
                  <w:rFonts w:cs="Calibri"/>
                  <w:lang w:val="es-ES" w:eastAsia="es-ES"/>
                </w:rPr>
                <w:t>août</w:t>
              </w:r>
            </w:hyperlink>
            <w:r w:rsidRPr="005E7CB6">
              <w:rPr>
                <w:rFonts w:cs="Calibri"/>
                <w:lang w:val="es-ES" w:eastAsia="es-ES"/>
              </w:rPr>
              <w:t> </w:t>
            </w:r>
            <w:hyperlink r:id="rId612" w:tooltip="1271" w:history="1">
              <w:r w:rsidRPr="005E7CB6">
                <w:rPr>
                  <w:rFonts w:cs="Calibri"/>
                  <w:lang w:val="es-ES" w:eastAsia="es-ES"/>
                </w:rPr>
                <w:t>1271</w:t>
              </w:r>
            </w:hyperlink>
            <w:r w:rsidRPr="005E7CB6">
              <w:rPr>
                <w:rFonts w:cs="Calibri"/>
                <w:lang w:val="es-ES" w:eastAsia="es-ES"/>
              </w:rPr>
              <w:t xml:space="preserve">. Meurt le </w:t>
            </w:r>
            <w:hyperlink r:id="rId613" w:tooltip="5 octobre" w:history="1">
              <w:r w:rsidRPr="005E7CB6">
                <w:rPr>
                  <w:rFonts w:cs="Calibri"/>
                  <w:lang w:val="es-ES" w:eastAsia="es-ES"/>
                </w:rPr>
                <w:t>5</w:t>
              </w:r>
            </w:hyperlink>
            <w:r w:rsidRPr="005E7CB6">
              <w:rPr>
                <w:rFonts w:cs="Calibri"/>
                <w:lang w:val="es-ES" w:eastAsia="es-ES"/>
              </w:rPr>
              <w:t> </w:t>
            </w:r>
            <w:hyperlink r:id="rId614" w:tooltip="Octobre" w:history="1">
              <w:r w:rsidRPr="005E7CB6">
                <w:rPr>
                  <w:rFonts w:cs="Calibri"/>
                  <w:lang w:val="es-ES" w:eastAsia="es-ES"/>
                </w:rPr>
                <w:t>octobre</w:t>
              </w:r>
            </w:hyperlink>
            <w:r w:rsidRPr="005E7CB6">
              <w:rPr>
                <w:rFonts w:cs="Calibri"/>
                <w:lang w:val="es-ES" w:eastAsia="es-ES"/>
              </w:rPr>
              <w:t> </w:t>
            </w:r>
            <w:hyperlink r:id="rId615" w:tooltip="1285" w:history="1">
              <w:r w:rsidRPr="005E7CB6">
                <w:rPr>
                  <w:rFonts w:cs="Calibri"/>
                  <w:lang w:val="es-ES" w:eastAsia="es-ES"/>
                </w:rPr>
                <w:t>1285</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16" w:tooltip="&quot;Philippe IV&quot; " w:history="1">
              <w:r w:rsidRPr="005E7CB6">
                <w:rPr>
                  <w:rFonts w:cs="Calibri"/>
                  <w:noProof/>
                  <w:lang w:val="es-ES" w:eastAsia="es-ES"/>
                </w:rPr>
                <w:pict>
                  <v:shape id="Imagen 99" o:spid="_x0000_i1085" type="#_x0000_t75" alt="Philippe IV" href="http://fr.wikipedia.org/wiki/Fichier:Philippe_IV_le_Bel.j" title="&quot;Philippe IV&quot;" style="width:59.25pt;height:81pt;visibility:visible" o:button="t">
                    <v:fill o:detectmouseclick="t"/>
                    <v:imagedata r:id="rId61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618" w:tooltip="Philippe IV de France" w:history="1">
              <w:r w:rsidRPr="005E7CB6">
                <w:rPr>
                  <w:rFonts w:cs="Calibri"/>
                  <w:lang w:eastAsia="es-ES"/>
                </w:rPr>
                <w:t>Philippe IV</w:t>
              </w:r>
            </w:hyperlink>
            <w:r w:rsidRPr="005E7CB6">
              <w:rPr>
                <w:rFonts w:cs="Calibri"/>
                <w:lang w:eastAsia="es-ES"/>
              </w:rPr>
              <w:t xml:space="preserve"> </w:t>
            </w:r>
            <w:r w:rsidRPr="005E7CB6">
              <w:rPr>
                <w:rFonts w:cs="Calibri"/>
                <w:i/>
                <w:iCs/>
                <w:lang w:eastAsia="es-ES"/>
              </w:rPr>
              <w:t>le Bel</w:t>
            </w:r>
            <w:r w:rsidRPr="005E7CB6">
              <w:rPr>
                <w:rFonts w:cs="Calibri"/>
                <w:lang w:eastAsia="es-ES"/>
              </w:rPr>
              <w:br/>
              <w:t>(1268 – 29 novembre 1314)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19" w:tooltip="1285" w:history="1">
              <w:r w:rsidRPr="005E7CB6">
                <w:rPr>
                  <w:rFonts w:cs="Calibri"/>
                  <w:lang w:val="es-ES" w:eastAsia="es-ES"/>
                </w:rPr>
                <w:t>1285</w:t>
              </w:r>
            </w:hyperlink>
            <w:r w:rsidRPr="005E7CB6">
              <w:rPr>
                <w:rFonts w:cs="Calibri"/>
                <w:lang w:val="es-ES" w:eastAsia="es-ES"/>
              </w:rPr>
              <w:t xml:space="preserve"> – </w:t>
            </w:r>
            <w:hyperlink r:id="rId620" w:tooltip="1314" w:history="1">
              <w:r w:rsidRPr="005E7CB6">
                <w:rPr>
                  <w:rFonts w:cs="Calibri"/>
                  <w:lang w:val="es-ES" w:eastAsia="es-ES"/>
                </w:rPr>
                <w:t>1314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21"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Navarre (sous le nom de Philippe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en épousant la reine </w:t>
            </w:r>
            <w:hyperlink r:id="rId622" w:tooltip="Jeanne Ire de Navarre" w:history="1">
              <w:r w:rsidRPr="005E7CB6">
                <w:rPr>
                  <w:rFonts w:cs="Calibri"/>
                  <w:lang w:eastAsia="es-ES"/>
                </w:rPr>
                <w:t xml:space="preserve">Jeanne </w:t>
              </w:r>
              <w:r w:rsidRPr="005E7CB6">
                <w:rPr>
                  <w:rFonts w:cs="Calibri"/>
                  <w:caps/>
                  <w:smallCaps/>
                  <w:lang w:eastAsia="es-ES"/>
                </w:rPr>
                <w:t>I</w:t>
              </w:r>
              <w:r w:rsidRPr="005E7CB6">
                <w:rPr>
                  <w:rFonts w:cs="Calibri"/>
                  <w:vertAlign w:val="superscript"/>
                  <w:lang w:eastAsia="es-ES"/>
                </w:rPr>
                <w:t>re</w:t>
              </w:r>
            </w:hyperlink>
            <w:r w:rsidRPr="005E7CB6">
              <w:rPr>
                <w:rFonts w:cs="Calibri"/>
                <w:lang w:eastAsia="es-ES"/>
              </w:rPr>
              <w:t xml:space="preserve">, le </w:t>
            </w:r>
            <w:hyperlink r:id="rId623" w:tooltip="14 août" w:history="1">
              <w:r w:rsidRPr="005E7CB6">
                <w:rPr>
                  <w:rFonts w:cs="Calibri"/>
                  <w:lang w:eastAsia="es-ES"/>
                </w:rPr>
                <w:t>14</w:t>
              </w:r>
            </w:hyperlink>
            <w:r w:rsidRPr="005E7CB6">
              <w:rPr>
                <w:rFonts w:cs="Calibri"/>
                <w:lang w:eastAsia="es-ES"/>
              </w:rPr>
              <w:t> </w:t>
            </w:r>
            <w:hyperlink r:id="rId624" w:tooltip="Août" w:history="1">
              <w:r w:rsidRPr="005E7CB6">
                <w:rPr>
                  <w:rFonts w:cs="Calibri"/>
                  <w:lang w:eastAsia="es-ES"/>
                </w:rPr>
                <w:t>août</w:t>
              </w:r>
            </w:hyperlink>
            <w:r w:rsidRPr="005E7CB6">
              <w:rPr>
                <w:rFonts w:cs="Calibri"/>
                <w:lang w:eastAsia="es-ES"/>
              </w:rPr>
              <w:t> </w:t>
            </w:r>
            <w:hyperlink r:id="rId625" w:tooltip="1284" w:history="1">
              <w:r w:rsidRPr="005E7CB6">
                <w:rPr>
                  <w:rFonts w:cs="Calibri"/>
                  <w:lang w:eastAsia="es-ES"/>
                </w:rPr>
                <w:t>1284</w:t>
              </w:r>
            </w:hyperlink>
            <w:r w:rsidRPr="005E7CB6">
              <w:rPr>
                <w:rFonts w:cs="Calibri"/>
                <w:lang w:eastAsia="es-ES"/>
              </w:rPr>
              <w:t xml:space="preserve">, puis roi de France à la mort de son père Philippe III, le </w:t>
            </w:r>
            <w:hyperlink r:id="rId626" w:tooltip="5 octobre" w:history="1">
              <w:r w:rsidRPr="005E7CB6">
                <w:rPr>
                  <w:rFonts w:cs="Calibri"/>
                  <w:lang w:eastAsia="es-ES"/>
                </w:rPr>
                <w:t>5</w:t>
              </w:r>
            </w:hyperlink>
            <w:r w:rsidRPr="005E7CB6">
              <w:rPr>
                <w:rFonts w:cs="Calibri"/>
                <w:lang w:eastAsia="es-ES"/>
              </w:rPr>
              <w:t> </w:t>
            </w:r>
            <w:hyperlink r:id="rId627" w:tooltip="Octobre" w:history="1">
              <w:r w:rsidRPr="005E7CB6">
                <w:rPr>
                  <w:rFonts w:cs="Calibri"/>
                  <w:lang w:eastAsia="es-ES"/>
                </w:rPr>
                <w:t>octobre</w:t>
              </w:r>
            </w:hyperlink>
            <w:r w:rsidRPr="005E7CB6">
              <w:rPr>
                <w:rFonts w:cs="Calibri"/>
                <w:lang w:eastAsia="es-ES"/>
              </w:rPr>
              <w:t> </w:t>
            </w:r>
            <w:hyperlink r:id="rId628" w:tooltip="1285" w:history="1">
              <w:r w:rsidRPr="005E7CB6">
                <w:rPr>
                  <w:rFonts w:cs="Calibri"/>
                  <w:lang w:eastAsia="es-ES"/>
                </w:rPr>
                <w:t>1285</w:t>
              </w:r>
            </w:hyperlink>
            <w:r w:rsidRPr="005E7CB6">
              <w:rPr>
                <w:rFonts w:cs="Calibri"/>
                <w:lang w:eastAsia="es-ES"/>
              </w:rPr>
              <w:t xml:space="preserve">. </w:t>
            </w:r>
            <w:r w:rsidRPr="005E7CB6">
              <w:rPr>
                <w:rFonts w:cs="Calibri"/>
                <w:lang w:val="es-ES" w:eastAsia="es-ES"/>
              </w:rPr>
              <w:t xml:space="preserve">Est sacré à Reims le </w:t>
            </w:r>
            <w:hyperlink r:id="rId629" w:tooltip="6 janvier" w:history="1">
              <w:r w:rsidRPr="005E7CB6">
                <w:rPr>
                  <w:rFonts w:cs="Calibri"/>
                  <w:lang w:val="es-ES" w:eastAsia="es-ES"/>
                </w:rPr>
                <w:t>6</w:t>
              </w:r>
            </w:hyperlink>
            <w:r w:rsidRPr="005E7CB6">
              <w:rPr>
                <w:rFonts w:cs="Calibri"/>
                <w:lang w:val="es-ES" w:eastAsia="es-ES"/>
              </w:rPr>
              <w:t> </w:t>
            </w:r>
            <w:hyperlink r:id="rId630" w:tooltip="Janvier" w:history="1">
              <w:r w:rsidRPr="005E7CB6">
                <w:rPr>
                  <w:rFonts w:cs="Calibri"/>
                  <w:lang w:val="es-ES" w:eastAsia="es-ES"/>
                </w:rPr>
                <w:t>janvier</w:t>
              </w:r>
            </w:hyperlink>
            <w:r w:rsidRPr="005E7CB6">
              <w:rPr>
                <w:rFonts w:cs="Calibri"/>
                <w:lang w:val="es-ES" w:eastAsia="es-ES"/>
              </w:rPr>
              <w:t> </w:t>
            </w:r>
            <w:hyperlink r:id="rId631" w:tooltip="1286" w:history="1">
              <w:r w:rsidRPr="005E7CB6">
                <w:rPr>
                  <w:rFonts w:cs="Calibri"/>
                  <w:lang w:val="es-ES" w:eastAsia="es-ES"/>
                </w:rPr>
                <w:t>1286</w:t>
              </w:r>
            </w:hyperlink>
            <w:r w:rsidRPr="005E7CB6">
              <w:rPr>
                <w:rFonts w:cs="Calibri"/>
                <w:lang w:val="es-ES" w:eastAsia="es-ES"/>
              </w:rPr>
              <w:t xml:space="preserve">. Meurt le </w:t>
            </w:r>
            <w:hyperlink r:id="rId632" w:tooltip="29 novembre" w:history="1">
              <w:r w:rsidRPr="005E7CB6">
                <w:rPr>
                  <w:rFonts w:cs="Calibri"/>
                  <w:lang w:val="es-ES" w:eastAsia="es-ES"/>
                </w:rPr>
                <w:t>29</w:t>
              </w:r>
            </w:hyperlink>
            <w:r w:rsidRPr="005E7CB6">
              <w:rPr>
                <w:rFonts w:cs="Calibri"/>
                <w:lang w:val="es-ES" w:eastAsia="es-ES"/>
              </w:rPr>
              <w:t> </w:t>
            </w:r>
            <w:hyperlink r:id="rId633" w:tooltip="Novembre" w:history="1">
              <w:r w:rsidRPr="005E7CB6">
                <w:rPr>
                  <w:rFonts w:cs="Calibri"/>
                  <w:lang w:val="es-ES" w:eastAsia="es-ES"/>
                </w:rPr>
                <w:t>novembre</w:t>
              </w:r>
            </w:hyperlink>
            <w:r w:rsidRPr="005E7CB6">
              <w:rPr>
                <w:rFonts w:cs="Calibri"/>
                <w:lang w:val="es-ES" w:eastAsia="es-ES"/>
              </w:rPr>
              <w:t> </w:t>
            </w:r>
            <w:hyperlink r:id="rId634" w:tooltip="1314" w:history="1">
              <w:r w:rsidRPr="005E7CB6">
                <w:rPr>
                  <w:rFonts w:cs="Calibri"/>
                  <w:lang w:val="es-ES" w:eastAsia="es-ES"/>
                </w:rPr>
                <w:t>1314</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35" w:tooltip="&quot;Louis X&quot; " w:history="1">
              <w:r w:rsidRPr="005E7CB6">
                <w:rPr>
                  <w:rFonts w:cs="Calibri"/>
                  <w:noProof/>
                  <w:lang w:val="es-ES" w:eastAsia="es-ES"/>
                </w:rPr>
                <w:pict>
                  <v:shape id="Imagen 100" o:spid="_x0000_i1086" type="#_x0000_t75" alt="Louis X" href="http://fr.wikipedia.org/wiki/Fichier:Louis_X_le_Hutin.j" title="&quot;Louis X&quot;" style="width:59.25pt;height:84pt;visibility:visible" o:button="t">
                    <v:fill o:detectmouseclick="t"/>
                    <v:imagedata r:id="rId63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637" w:tooltip="Louis X de France" w:history="1">
              <w:r w:rsidRPr="005E7CB6">
                <w:rPr>
                  <w:rFonts w:cs="Calibri"/>
                  <w:lang w:eastAsia="es-ES"/>
                </w:rPr>
                <w:t>Louis X</w:t>
              </w:r>
            </w:hyperlink>
            <w:r w:rsidRPr="005E7CB6">
              <w:rPr>
                <w:rFonts w:cs="Calibri"/>
                <w:lang w:eastAsia="es-ES"/>
              </w:rPr>
              <w:t xml:space="preserve"> </w:t>
            </w:r>
            <w:r w:rsidRPr="005E7CB6">
              <w:rPr>
                <w:rFonts w:cs="Calibri"/>
                <w:i/>
                <w:iCs/>
                <w:lang w:eastAsia="es-ES"/>
              </w:rPr>
              <w:t>le Hutin</w:t>
            </w:r>
            <w:r w:rsidRPr="005E7CB6">
              <w:rPr>
                <w:rFonts w:cs="Calibri"/>
                <w:lang w:eastAsia="es-ES"/>
              </w:rPr>
              <w:br/>
              <w:t>(4 octobre 1289 – 5 juin 1316)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38" w:tooltip="1314" w:history="1">
              <w:r w:rsidRPr="005E7CB6">
                <w:rPr>
                  <w:rFonts w:cs="Calibri"/>
                  <w:lang w:val="es-ES" w:eastAsia="es-ES"/>
                </w:rPr>
                <w:t>1314</w:t>
              </w:r>
            </w:hyperlink>
            <w:r w:rsidRPr="005E7CB6">
              <w:rPr>
                <w:rFonts w:cs="Calibri"/>
                <w:lang w:val="es-ES" w:eastAsia="es-ES"/>
              </w:rPr>
              <w:t xml:space="preserve"> – </w:t>
            </w:r>
            <w:hyperlink r:id="rId639" w:tooltip="1316" w:history="1">
              <w:r w:rsidRPr="005E7CB6">
                <w:rPr>
                  <w:rFonts w:cs="Calibri"/>
                  <w:lang w:val="es-ES" w:eastAsia="es-ES"/>
                </w:rPr>
                <w:t>1316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40"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et de Navarre (sous le nom de Louis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à la mort de son père Philippe IV, le </w:t>
            </w:r>
            <w:hyperlink r:id="rId641" w:tooltip="29 novembre" w:history="1">
              <w:r w:rsidRPr="005E7CB6">
                <w:rPr>
                  <w:rFonts w:cs="Calibri"/>
                  <w:lang w:eastAsia="es-ES"/>
                </w:rPr>
                <w:t>29</w:t>
              </w:r>
            </w:hyperlink>
            <w:r w:rsidRPr="005E7CB6">
              <w:rPr>
                <w:rFonts w:cs="Calibri"/>
                <w:lang w:eastAsia="es-ES"/>
              </w:rPr>
              <w:t> </w:t>
            </w:r>
            <w:hyperlink r:id="rId642" w:tooltip="Novembre" w:history="1">
              <w:r w:rsidRPr="005E7CB6">
                <w:rPr>
                  <w:rFonts w:cs="Calibri"/>
                  <w:lang w:eastAsia="es-ES"/>
                </w:rPr>
                <w:t>novembre</w:t>
              </w:r>
            </w:hyperlink>
            <w:r w:rsidRPr="005E7CB6">
              <w:rPr>
                <w:rFonts w:cs="Calibri"/>
                <w:lang w:eastAsia="es-ES"/>
              </w:rPr>
              <w:t> </w:t>
            </w:r>
            <w:hyperlink r:id="rId643" w:tooltip="1314" w:history="1">
              <w:r w:rsidRPr="005E7CB6">
                <w:rPr>
                  <w:rFonts w:cs="Calibri"/>
                  <w:lang w:eastAsia="es-ES"/>
                </w:rPr>
                <w:t>1314</w:t>
              </w:r>
            </w:hyperlink>
            <w:r w:rsidRPr="005E7CB6">
              <w:rPr>
                <w:rFonts w:cs="Calibri"/>
                <w:lang w:eastAsia="es-ES"/>
              </w:rPr>
              <w:t xml:space="preserve">. Est sacré à Reims le </w:t>
            </w:r>
            <w:hyperlink r:id="rId644" w:tooltip="24 août" w:history="1">
              <w:r w:rsidRPr="005E7CB6">
                <w:rPr>
                  <w:rFonts w:cs="Calibri"/>
                  <w:lang w:eastAsia="es-ES"/>
                </w:rPr>
                <w:t>24</w:t>
              </w:r>
            </w:hyperlink>
            <w:r w:rsidRPr="005E7CB6">
              <w:rPr>
                <w:rFonts w:cs="Calibri"/>
                <w:lang w:eastAsia="es-ES"/>
              </w:rPr>
              <w:t> </w:t>
            </w:r>
            <w:hyperlink r:id="rId645" w:tooltip="Août" w:history="1">
              <w:r w:rsidRPr="005E7CB6">
                <w:rPr>
                  <w:rFonts w:cs="Calibri"/>
                  <w:lang w:eastAsia="es-ES"/>
                </w:rPr>
                <w:t>août</w:t>
              </w:r>
            </w:hyperlink>
            <w:r w:rsidRPr="005E7CB6">
              <w:rPr>
                <w:rFonts w:cs="Calibri"/>
                <w:lang w:eastAsia="es-ES"/>
              </w:rPr>
              <w:t> </w:t>
            </w:r>
            <w:hyperlink r:id="rId646" w:tooltip="1315" w:history="1">
              <w:r w:rsidRPr="005E7CB6">
                <w:rPr>
                  <w:rFonts w:cs="Calibri"/>
                  <w:lang w:eastAsia="es-ES"/>
                </w:rPr>
                <w:t>1315</w:t>
              </w:r>
            </w:hyperlink>
            <w:r w:rsidRPr="005E7CB6">
              <w:rPr>
                <w:rFonts w:cs="Calibri"/>
                <w:lang w:eastAsia="es-ES"/>
              </w:rPr>
              <w:t xml:space="preserve">. Meurt le </w:t>
            </w:r>
            <w:hyperlink r:id="rId647" w:tooltip="5 juin" w:history="1">
              <w:r w:rsidRPr="005E7CB6">
                <w:rPr>
                  <w:rFonts w:cs="Calibri"/>
                  <w:lang w:eastAsia="es-ES"/>
                </w:rPr>
                <w:t>5</w:t>
              </w:r>
            </w:hyperlink>
            <w:r w:rsidRPr="005E7CB6">
              <w:rPr>
                <w:rFonts w:cs="Calibri"/>
                <w:lang w:eastAsia="es-ES"/>
              </w:rPr>
              <w:t> </w:t>
            </w:r>
            <w:hyperlink r:id="rId648" w:tooltip="Juin" w:history="1">
              <w:r w:rsidRPr="005E7CB6">
                <w:rPr>
                  <w:rFonts w:cs="Calibri"/>
                  <w:lang w:eastAsia="es-ES"/>
                </w:rPr>
                <w:t>juin</w:t>
              </w:r>
            </w:hyperlink>
            <w:r w:rsidRPr="005E7CB6">
              <w:rPr>
                <w:rFonts w:cs="Calibri"/>
                <w:lang w:eastAsia="es-ES"/>
              </w:rPr>
              <w:t> </w:t>
            </w:r>
            <w:hyperlink r:id="rId649" w:tooltip="1316" w:history="1">
              <w:r w:rsidRPr="005E7CB6">
                <w:rPr>
                  <w:rFonts w:cs="Calibri"/>
                  <w:lang w:eastAsia="es-ES"/>
                </w:rPr>
                <w:t>1316</w:t>
              </w:r>
            </w:hyperlink>
            <w:r w:rsidRPr="005E7CB6">
              <w:rPr>
                <w:rFonts w:cs="Calibri"/>
                <w:lang w:eastAsia="es-ES"/>
              </w:rPr>
              <w:t xml:space="preserve"> en laissant un enfant à naître.</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(1316) : Philippe de Poitiers, frère cadet de Louis X, futur </w:t>
            </w:r>
            <w:hyperlink r:id="rId650" w:tooltip="Philippe V de France" w:history="1">
              <w:r w:rsidRPr="005E7CB6">
                <w:rPr>
                  <w:rFonts w:cs="Calibri"/>
                  <w:i/>
                  <w:iCs/>
                  <w:lang w:eastAsia="es-ES"/>
                </w:rPr>
                <w:t>Philippe V de France</w:t>
              </w:r>
            </w:hyperlink>
            <w:r w:rsidRPr="005E7CB6">
              <w:rPr>
                <w:rFonts w:cs="Calibri"/>
                <w:i/>
                <w:iCs/>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51" w:tooltip="&quot;Jean Ier&quot; " w:history="1">
              <w:r w:rsidRPr="005E7CB6">
                <w:rPr>
                  <w:rFonts w:cs="Calibri"/>
                  <w:noProof/>
                  <w:lang w:val="es-ES" w:eastAsia="es-ES"/>
                </w:rPr>
                <w:pict>
                  <v:shape id="Imagen 101" o:spid="_x0000_i1087" type="#_x0000_t75" alt="Jean Ier" href="http://fr.wikipedia.org/wiki/Fichier:John_I_of_France.j" title="&quot;Jean Ier&quot;" style="width:60pt;height:85.5pt;visibility:visible" o:button="t">
                    <v:fill o:detectmouseclick="t"/>
                    <v:imagedata r:id="rId65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653" w:tooltip="Jean Ier de France" w:history="1">
              <w:r w:rsidRPr="005E7CB6">
                <w:rPr>
                  <w:rFonts w:cs="Calibri"/>
                  <w:lang w:eastAsia="es-ES"/>
                </w:rPr>
                <w:t xml:space="preserve">Jean </w:t>
              </w:r>
              <w:r w:rsidRPr="005E7CB6">
                <w:rPr>
                  <w:rFonts w:cs="Calibri"/>
                  <w:caps/>
                  <w:smallCaps/>
                  <w:lang w:eastAsia="es-ES"/>
                </w:rPr>
                <w:t>I</w:t>
              </w:r>
              <w:r w:rsidRPr="005E7CB6">
                <w:rPr>
                  <w:rFonts w:cs="Calibri"/>
                  <w:vertAlign w:val="superscript"/>
                  <w:lang w:eastAsia="es-ES"/>
                </w:rPr>
                <w:t>er</w:t>
              </w:r>
            </w:hyperlink>
            <w:r w:rsidRPr="005E7CB6">
              <w:rPr>
                <w:rFonts w:cs="Calibri"/>
                <w:lang w:eastAsia="es-ES"/>
              </w:rPr>
              <w:t xml:space="preserve"> </w:t>
            </w:r>
            <w:r w:rsidRPr="005E7CB6">
              <w:rPr>
                <w:rFonts w:cs="Calibri"/>
                <w:i/>
                <w:iCs/>
                <w:lang w:eastAsia="es-ES"/>
              </w:rPr>
              <w:t>le Posthume</w:t>
            </w:r>
            <w:r w:rsidRPr="005E7CB6">
              <w:rPr>
                <w:rFonts w:cs="Calibri"/>
                <w:lang w:eastAsia="es-ES"/>
              </w:rPr>
              <w:br/>
              <w:t>(15 novembre – 19 novembre 1316)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54" w:tooltip="1316" w:history="1">
              <w:r w:rsidRPr="005E7CB6">
                <w:rPr>
                  <w:rFonts w:cs="Calibri"/>
                  <w:lang w:val="es-ES" w:eastAsia="es-ES"/>
                </w:rPr>
                <w:t>1316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55"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Fils posthume de Louis X, qui ne vécut que cinq jours. Il aura régné autant de jours qu'il aura vécu, ce qui constitue un cas unique dans l'histoire de la royauté française. </w:t>
            </w:r>
            <w:r w:rsidRPr="005E7CB6">
              <w:rPr>
                <w:rFonts w:cs="Calibri"/>
                <w:lang w:val="es-ES" w:eastAsia="es-ES"/>
              </w:rPr>
              <w:t>C'est le dernier Capétien de la branche aînée.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56" w:tooltip="&quot;Philippe V&quot; " w:history="1">
              <w:r w:rsidRPr="005E7CB6">
                <w:rPr>
                  <w:rFonts w:cs="Calibri"/>
                  <w:noProof/>
                  <w:lang w:val="es-ES" w:eastAsia="es-ES"/>
                </w:rPr>
                <w:pict>
                  <v:shape id="Imagen 102" o:spid="_x0000_i1088" type="#_x0000_t75" alt="Philippe V" href="http://fr.wikipedia.org/wiki/Fichier:Philippe_V_le_Long.j" title="&quot;Philippe V&quot;" style="width:59.25pt;height:86.25pt;visibility:visible" o:button="t">
                    <v:fill o:detectmouseclick="t"/>
                    <v:imagedata r:id="rId65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658" w:tooltip="Philippe V de France" w:history="1">
              <w:r w:rsidRPr="005E7CB6">
                <w:rPr>
                  <w:rFonts w:cs="Calibri"/>
                  <w:lang w:eastAsia="es-ES"/>
                </w:rPr>
                <w:t>Philippe V</w:t>
              </w:r>
            </w:hyperlink>
            <w:r w:rsidRPr="005E7CB6">
              <w:rPr>
                <w:rFonts w:cs="Calibri"/>
                <w:lang w:eastAsia="es-ES"/>
              </w:rPr>
              <w:t xml:space="preserve"> </w:t>
            </w:r>
            <w:r w:rsidRPr="005E7CB6">
              <w:rPr>
                <w:rFonts w:cs="Calibri"/>
                <w:i/>
                <w:iCs/>
                <w:lang w:eastAsia="es-ES"/>
              </w:rPr>
              <w:t>le Long</w:t>
            </w:r>
            <w:r w:rsidRPr="005E7CB6">
              <w:rPr>
                <w:rFonts w:cs="Calibri"/>
                <w:lang w:eastAsia="es-ES"/>
              </w:rPr>
              <w:br/>
              <w:t>(17 novembre 1293 – 3 janvier 1322)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59" w:tooltip="1316" w:history="1">
              <w:r w:rsidRPr="005E7CB6">
                <w:rPr>
                  <w:rFonts w:cs="Calibri"/>
                  <w:lang w:val="es-ES" w:eastAsia="es-ES"/>
                </w:rPr>
                <w:t>1316</w:t>
              </w:r>
            </w:hyperlink>
            <w:r w:rsidRPr="005E7CB6">
              <w:rPr>
                <w:rFonts w:cs="Calibri"/>
                <w:lang w:val="es-ES" w:eastAsia="es-ES"/>
              </w:rPr>
              <w:t xml:space="preserve"> – </w:t>
            </w:r>
            <w:hyperlink r:id="rId660" w:tooltip="1322" w:history="1">
              <w:r w:rsidRPr="005E7CB6">
                <w:rPr>
                  <w:rFonts w:cs="Calibri"/>
                  <w:lang w:val="es-ES" w:eastAsia="es-ES"/>
                </w:rPr>
                <w:t>1322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61"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Second fils de Philippe IV. Devient roi de France et de Navarre (sous le nom de Philippe II) à la mort de son neveu Jean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le </w:t>
            </w:r>
            <w:hyperlink r:id="rId662" w:tooltip="19 novembre" w:history="1">
              <w:r w:rsidRPr="005E7CB6">
                <w:rPr>
                  <w:rFonts w:cs="Calibri"/>
                  <w:lang w:eastAsia="es-ES"/>
                </w:rPr>
                <w:t>19</w:t>
              </w:r>
            </w:hyperlink>
            <w:r w:rsidRPr="005E7CB6">
              <w:rPr>
                <w:rFonts w:cs="Calibri"/>
                <w:lang w:eastAsia="es-ES"/>
              </w:rPr>
              <w:t> </w:t>
            </w:r>
            <w:hyperlink r:id="rId663" w:tooltip="Novembre" w:history="1">
              <w:r w:rsidRPr="005E7CB6">
                <w:rPr>
                  <w:rFonts w:cs="Calibri"/>
                  <w:lang w:eastAsia="es-ES"/>
                </w:rPr>
                <w:t>novembre</w:t>
              </w:r>
            </w:hyperlink>
            <w:r w:rsidRPr="005E7CB6">
              <w:rPr>
                <w:rFonts w:cs="Calibri"/>
                <w:lang w:eastAsia="es-ES"/>
              </w:rPr>
              <w:t> </w:t>
            </w:r>
            <w:hyperlink r:id="rId664" w:tooltip="1316" w:history="1">
              <w:r w:rsidRPr="005E7CB6">
                <w:rPr>
                  <w:rFonts w:cs="Calibri"/>
                  <w:lang w:eastAsia="es-ES"/>
                </w:rPr>
                <w:t>1316</w:t>
              </w:r>
            </w:hyperlink>
            <w:r w:rsidRPr="005E7CB6">
              <w:rPr>
                <w:rFonts w:cs="Calibri"/>
                <w:lang w:eastAsia="es-ES"/>
              </w:rPr>
              <w:t xml:space="preserve">. Est sacré à Reims le </w:t>
            </w:r>
            <w:hyperlink r:id="rId665" w:tooltip="11 janvier" w:history="1">
              <w:r w:rsidRPr="005E7CB6">
                <w:rPr>
                  <w:rFonts w:cs="Calibri"/>
                  <w:lang w:eastAsia="es-ES"/>
                </w:rPr>
                <w:t>11</w:t>
              </w:r>
            </w:hyperlink>
            <w:r w:rsidRPr="005E7CB6">
              <w:rPr>
                <w:rFonts w:cs="Calibri"/>
                <w:lang w:eastAsia="es-ES"/>
              </w:rPr>
              <w:t> </w:t>
            </w:r>
            <w:hyperlink r:id="rId666" w:tooltip="Janvier" w:history="1">
              <w:r w:rsidRPr="005E7CB6">
                <w:rPr>
                  <w:rFonts w:cs="Calibri"/>
                  <w:lang w:eastAsia="es-ES"/>
                </w:rPr>
                <w:t>janvier</w:t>
              </w:r>
            </w:hyperlink>
            <w:r w:rsidRPr="005E7CB6">
              <w:rPr>
                <w:rFonts w:cs="Calibri"/>
                <w:lang w:eastAsia="es-ES"/>
              </w:rPr>
              <w:t> </w:t>
            </w:r>
            <w:hyperlink r:id="rId667" w:tooltip="1317" w:history="1">
              <w:r w:rsidRPr="005E7CB6">
                <w:rPr>
                  <w:rFonts w:cs="Calibri"/>
                  <w:lang w:eastAsia="es-ES"/>
                </w:rPr>
                <w:t>1317</w:t>
              </w:r>
            </w:hyperlink>
            <w:r w:rsidRPr="005E7CB6">
              <w:rPr>
                <w:rFonts w:cs="Calibri"/>
                <w:lang w:eastAsia="es-ES"/>
              </w:rPr>
              <w:t xml:space="preserve">. Meurt sans descendance mâle le </w:t>
            </w:r>
            <w:hyperlink r:id="rId668" w:tooltip="3 janvier" w:history="1">
              <w:r w:rsidRPr="005E7CB6">
                <w:rPr>
                  <w:rFonts w:cs="Calibri"/>
                  <w:lang w:eastAsia="es-ES"/>
                </w:rPr>
                <w:t>3</w:t>
              </w:r>
            </w:hyperlink>
            <w:r w:rsidRPr="005E7CB6">
              <w:rPr>
                <w:rFonts w:cs="Calibri"/>
                <w:lang w:eastAsia="es-ES"/>
              </w:rPr>
              <w:t> </w:t>
            </w:r>
            <w:hyperlink r:id="rId669" w:tooltip="Janvier" w:history="1">
              <w:r w:rsidRPr="005E7CB6">
                <w:rPr>
                  <w:rFonts w:cs="Calibri"/>
                  <w:lang w:eastAsia="es-ES"/>
                </w:rPr>
                <w:t>janvier</w:t>
              </w:r>
            </w:hyperlink>
            <w:r w:rsidRPr="005E7CB6">
              <w:rPr>
                <w:rFonts w:cs="Calibri"/>
                <w:lang w:eastAsia="es-ES"/>
              </w:rPr>
              <w:t> </w:t>
            </w:r>
            <w:hyperlink r:id="rId670" w:tooltip="1322" w:history="1">
              <w:r w:rsidRPr="005E7CB6">
                <w:rPr>
                  <w:rFonts w:cs="Calibri"/>
                  <w:lang w:eastAsia="es-ES"/>
                </w:rPr>
                <w:t>1322</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71" w:tooltip="&quot;Charles IV&quot; " w:history="1">
              <w:r w:rsidRPr="005E7CB6">
                <w:rPr>
                  <w:rFonts w:cs="Calibri"/>
                  <w:noProof/>
                  <w:lang w:val="es-ES" w:eastAsia="es-ES"/>
                </w:rPr>
                <w:pict>
                  <v:shape id="Imagen 103" o:spid="_x0000_i1089" type="#_x0000_t75" alt="Charles IV" href="http://fr.wikipedia.org/wiki/Fichier:Charles_IV_le_Bel.j" title="&quot;Charles IV&quot;" style="width:59.25pt;height:90.75pt;visibility:visible" o:button="t">
                    <v:fill o:detectmouseclick="t"/>
                    <v:imagedata r:id="rId67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673" w:tooltip="Charles IV de France" w:history="1">
              <w:r w:rsidRPr="005E7CB6">
                <w:rPr>
                  <w:rFonts w:cs="Calibri"/>
                  <w:lang w:eastAsia="es-ES"/>
                </w:rPr>
                <w:t>Charles IV</w:t>
              </w:r>
            </w:hyperlink>
            <w:r w:rsidRPr="005E7CB6">
              <w:rPr>
                <w:rFonts w:cs="Calibri"/>
                <w:lang w:eastAsia="es-ES"/>
              </w:rPr>
              <w:t xml:space="preserve"> </w:t>
            </w:r>
            <w:r w:rsidRPr="005E7CB6">
              <w:rPr>
                <w:rFonts w:cs="Calibri"/>
                <w:i/>
                <w:iCs/>
                <w:lang w:eastAsia="es-ES"/>
              </w:rPr>
              <w:t>le Bel</w:t>
            </w:r>
            <w:r w:rsidRPr="005E7CB6">
              <w:rPr>
                <w:rFonts w:cs="Calibri"/>
                <w:lang w:eastAsia="es-ES"/>
              </w:rPr>
              <w:br/>
              <w:t>(18 juin 1294 – 1</w:t>
            </w:r>
            <w:r w:rsidRPr="005E7CB6">
              <w:rPr>
                <w:rFonts w:cs="Calibri"/>
                <w:vertAlign w:val="superscript"/>
                <w:lang w:eastAsia="es-ES"/>
              </w:rPr>
              <w:t>er</w:t>
            </w:r>
            <w:r w:rsidRPr="005E7CB6">
              <w:rPr>
                <w:rFonts w:cs="Calibri"/>
                <w:lang w:eastAsia="es-ES"/>
              </w:rPr>
              <w:t xml:space="preserve"> février 1328)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74" w:tooltip="1322" w:history="1">
              <w:r w:rsidRPr="005E7CB6">
                <w:rPr>
                  <w:rFonts w:cs="Calibri"/>
                  <w:lang w:val="es-ES" w:eastAsia="es-ES"/>
                </w:rPr>
                <w:t>1322</w:t>
              </w:r>
            </w:hyperlink>
            <w:r w:rsidRPr="005E7CB6">
              <w:rPr>
                <w:rFonts w:cs="Calibri"/>
                <w:lang w:val="es-ES" w:eastAsia="es-ES"/>
              </w:rPr>
              <w:t xml:space="preserve"> – </w:t>
            </w:r>
            <w:hyperlink r:id="rId675" w:tooltip="1328" w:history="1">
              <w:r w:rsidRPr="005E7CB6">
                <w:rPr>
                  <w:rFonts w:cs="Calibri"/>
                  <w:lang w:val="es-ES" w:eastAsia="es-ES"/>
                </w:rPr>
                <w:t>1328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76" w:tooltip="Capétiens" w:history="1">
              <w:r w:rsidRPr="005E7CB6">
                <w:rPr>
                  <w:rFonts w:cs="Calibri"/>
                  <w:lang w:val="es-ES" w:eastAsia="es-ES"/>
                </w:rPr>
                <w:t>Capétiens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4E328B" w:rsidRDefault="00086070" w:rsidP="000C428F">
            <w:pPr>
              <w:spacing w:before="240" w:beforeAutospacing="0" w:after="240" w:afterAutospacing="0"/>
              <w:ind w:left="0" w:firstLine="0"/>
              <w:rPr>
                <w:rFonts w:cs="Calibri"/>
                <w:lang w:eastAsia="es-ES"/>
              </w:rPr>
            </w:pPr>
            <w:r w:rsidRPr="005E7CB6">
              <w:rPr>
                <w:rFonts w:cs="Calibri"/>
                <w:lang w:eastAsia="es-ES"/>
              </w:rPr>
              <w:t xml:space="preserve">Troisième fils de Philippe IV. Devient roi de France et de Navarre (sous le nom de Charles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à la mort de son frère Philippe V, le </w:t>
            </w:r>
            <w:hyperlink r:id="rId677" w:tooltip="3 janvier" w:history="1">
              <w:r w:rsidRPr="005E7CB6">
                <w:rPr>
                  <w:rFonts w:cs="Calibri"/>
                  <w:lang w:eastAsia="es-ES"/>
                </w:rPr>
                <w:t>3</w:t>
              </w:r>
            </w:hyperlink>
            <w:r w:rsidRPr="005E7CB6">
              <w:rPr>
                <w:rFonts w:cs="Calibri"/>
                <w:lang w:eastAsia="es-ES"/>
              </w:rPr>
              <w:t> </w:t>
            </w:r>
            <w:hyperlink r:id="rId678" w:tooltip="Janvier" w:history="1">
              <w:r w:rsidRPr="005E7CB6">
                <w:rPr>
                  <w:rFonts w:cs="Calibri"/>
                  <w:lang w:eastAsia="es-ES"/>
                </w:rPr>
                <w:t>janvier</w:t>
              </w:r>
            </w:hyperlink>
            <w:r w:rsidRPr="005E7CB6">
              <w:rPr>
                <w:rFonts w:cs="Calibri"/>
                <w:lang w:eastAsia="es-ES"/>
              </w:rPr>
              <w:t> </w:t>
            </w:r>
            <w:hyperlink r:id="rId679" w:tooltip="1322" w:history="1">
              <w:r w:rsidRPr="005E7CB6">
                <w:rPr>
                  <w:rFonts w:cs="Calibri"/>
                  <w:lang w:eastAsia="es-ES"/>
                </w:rPr>
                <w:t>1322</w:t>
              </w:r>
            </w:hyperlink>
            <w:r w:rsidRPr="005E7CB6">
              <w:rPr>
                <w:rFonts w:cs="Calibri"/>
                <w:lang w:eastAsia="es-ES"/>
              </w:rPr>
              <w:t xml:space="preserve">. Est sacré à Reims le </w:t>
            </w:r>
            <w:hyperlink r:id="rId680" w:tooltip="21 février" w:history="1">
              <w:r w:rsidRPr="005E7CB6">
                <w:rPr>
                  <w:rFonts w:cs="Calibri"/>
                  <w:lang w:eastAsia="es-ES"/>
                </w:rPr>
                <w:t>21 février</w:t>
              </w:r>
            </w:hyperlink>
            <w:r w:rsidRPr="005E7CB6">
              <w:rPr>
                <w:rFonts w:cs="Calibri"/>
                <w:lang w:eastAsia="es-ES"/>
              </w:rPr>
              <w:t xml:space="preserve">. Meurt sans descendance mâle le </w:t>
            </w:r>
            <w:hyperlink r:id="rId681" w:tooltip="1er février"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682" w:tooltip="Février" w:history="1">
              <w:r w:rsidRPr="005E7CB6">
                <w:rPr>
                  <w:rFonts w:cs="Calibri"/>
                  <w:lang w:eastAsia="es-ES"/>
                </w:rPr>
                <w:t>février</w:t>
              </w:r>
            </w:hyperlink>
            <w:r w:rsidRPr="005E7CB6">
              <w:rPr>
                <w:rFonts w:cs="Calibri"/>
                <w:lang w:eastAsia="es-ES"/>
              </w:rPr>
              <w:t> </w:t>
            </w:r>
            <w:hyperlink r:id="rId683" w:tooltip="1328" w:history="1">
              <w:r w:rsidRPr="005E7CB6">
                <w:rPr>
                  <w:rFonts w:cs="Calibri"/>
                  <w:lang w:eastAsia="es-ES"/>
                </w:rPr>
                <w:t>1328</w:t>
              </w:r>
            </w:hyperlink>
            <w:r w:rsidRPr="005E7CB6">
              <w:rPr>
                <w:rFonts w:cs="Calibri"/>
                <w:lang w:eastAsia="es-ES"/>
              </w:rPr>
              <w:t xml:space="preserve">. </w:t>
            </w:r>
            <w:r w:rsidRPr="004E328B">
              <w:rPr>
                <w:rFonts w:cs="Calibri"/>
                <w:lang w:eastAsia="es-ES"/>
              </w:rPr>
              <w:t xml:space="preserve">Sa </w:t>
            </w:r>
            <w:hyperlink r:id="rId684" w:tooltip="Succession de Charles IV de France" w:history="1">
              <w:r w:rsidRPr="004E328B">
                <w:rPr>
                  <w:rFonts w:cs="Calibri"/>
                  <w:lang w:eastAsia="es-ES"/>
                </w:rPr>
                <w:t>succession complexe</w:t>
              </w:r>
            </w:hyperlink>
            <w:r w:rsidRPr="004E328B">
              <w:rPr>
                <w:rFonts w:cs="Calibri"/>
                <w:lang w:eastAsia="es-ES"/>
              </w:rPr>
              <w:t xml:space="preserve"> entraînera la </w:t>
            </w:r>
            <w:hyperlink r:id="rId685" w:tooltip="Guerre de Cent Ans" w:history="1">
              <w:r w:rsidRPr="004E328B">
                <w:rPr>
                  <w:rFonts w:cs="Calibri"/>
                  <w:lang w:eastAsia="es-ES"/>
                </w:rPr>
                <w:t>guerre de Cent Ans</w:t>
              </w:r>
            </w:hyperlink>
            <w:r w:rsidRPr="004E328B">
              <w:rPr>
                <w:rFonts w:cs="Calibri"/>
                <w:lang w:eastAsia="es-ES"/>
              </w:rPr>
              <w:t>.</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686" w:tooltip="Maison capétienne de Valois" w:history="1">
        <w:r w:rsidRPr="000C428F">
          <w:rPr>
            <w:rFonts w:cs="Calibri"/>
            <w:b/>
            <w:bCs/>
            <w:lang w:eastAsia="es-ES"/>
          </w:rPr>
          <w:t>Valois</w:t>
        </w:r>
      </w:hyperlink>
      <w:r w:rsidRPr="000C428F">
        <w:rPr>
          <w:rFonts w:cs="Calibri"/>
          <w:lang w:eastAsia="es-ES"/>
        </w:rPr>
        <w:t>]</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81"/>
        <w:gridCol w:w="1080"/>
        <w:gridCol w:w="1168"/>
        <w:gridCol w:w="2795"/>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49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87" w:tooltip="&quot;Philippe VI&quot; " w:history="1">
              <w:r w:rsidRPr="005E7CB6">
                <w:rPr>
                  <w:rFonts w:cs="Calibri"/>
                  <w:noProof/>
                  <w:lang w:val="es-ES" w:eastAsia="es-ES"/>
                </w:rPr>
                <w:pict>
                  <v:shape id="Imagen 104" o:spid="_x0000_i1090" type="#_x0000_t75" alt="Philippe VI" href="http://fr.wikipedia.org/wiki/Fichier:Phil6france.j" title="&quot;Philippe VI&quot;" style="width:60pt;height:81.75pt;visibility:visible" o:button="t">
                    <v:fill o:detectmouseclick="t"/>
                    <v:imagedata r:id="rId68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89" w:tooltip="Philippe VI de France" w:history="1">
              <w:r w:rsidRPr="005E7CB6">
                <w:rPr>
                  <w:rFonts w:cs="Calibri"/>
                  <w:lang w:val="es-ES" w:eastAsia="es-ES"/>
                </w:rPr>
                <w:t>Philippe VI</w:t>
              </w:r>
            </w:hyperlink>
            <w:r w:rsidRPr="005E7CB6">
              <w:rPr>
                <w:rFonts w:cs="Calibri"/>
                <w:lang w:val="es-ES" w:eastAsia="es-ES"/>
              </w:rPr>
              <w:br/>
              <w:t>(1293 – 22 août 1350)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90" w:tooltip="1328" w:history="1">
              <w:r w:rsidRPr="005E7CB6">
                <w:rPr>
                  <w:rFonts w:cs="Calibri"/>
                  <w:lang w:val="es-ES" w:eastAsia="es-ES"/>
                </w:rPr>
                <w:t>1328</w:t>
              </w:r>
            </w:hyperlink>
            <w:r w:rsidRPr="005E7CB6">
              <w:rPr>
                <w:rFonts w:cs="Calibri"/>
                <w:lang w:val="es-ES" w:eastAsia="es-ES"/>
              </w:rPr>
              <w:t xml:space="preserve"> – </w:t>
            </w:r>
            <w:hyperlink r:id="rId691" w:tooltip="1350" w:history="1">
              <w:r w:rsidRPr="005E7CB6">
                <w:rPr>
                  <w:rFonts w:cs="Calibri"/>
                  <w:lang w:val="es-ES" w:eastAsia="es-ES"/>
                </w:rPr>
                <w:t>1350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692"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France à la mort de son cousin Charles IV, le </w:t>
            </w:r>
            <w:hyperlink r:id="rId693" w:tooltip="1er février"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694" w:tooltip="Février" w:history="1">
              <w:r w:rsidRPr="005E7CB6">
                <w:rPr>
                  <w:rFonts w:cs="Calibri"/>
                  <w:lang w:eastAsia="es-ES"/>
                </w:rPr>
                <w:t>février</w:t>
              </w:r>
            </w:hyperlink>
            <w:r w:rsidRPr="005E7CB6">
              <w:rPr>
                <w:rFonts w:cs="Calibri"/>
                <w:lang w:eastAsia="es-ES"/>
              </w:rPr>
              <w:t> </w:t>
            </w:r>
            <w:hyperlink r:id="rId695" w:tooltip="1328" w:history="1">
              <w:r w:rsidRPr="005E7CB6">
                <w:rPr>
                  <w:rFonts w:cs="Calibri"/>
                  <w:lang w:eastAsia="es-ES"/>
                </w:rPr>
                <w:t>1328</w:t>
              </w:r>
            </w:hyperlink>
            <w:r w:rsidRPr="005E7CB6">
              <w:rPr>
                <w:rFonts w:cs="Calibri"/>
                <w:lang w:eastAsia="es-ES"/>
              </w:rPr>
              <w:t xml:space="preserve">. </w:t>
            </w:r>
            <w:r w:rsidRPr="005E7CB6">
              <w:rPr>
                <w:rFonts w:cs="Calibri"/>
                <w:lang w:val="es-ES" w:eastAsia="es-ES"/>
              </w:rPr>
              <w:t xml:space="preserve">Est sacré à Reims le </w:t>
            </w:r>
            <w:hyperlink r:id="rId696" w:tooltip="29 mai" w:history="1">
              <w:r w:rsidRPr="005E7CB6">
                <w:rPr>
                  <w:rFonts w:cs="Calibri"/>
                  <w:lang w:val="es-ES" w:eastAsia="es-ES"/>
                </w:rPr>
                <w:t>29 mai</w:t>
              </w:r>
            </w:hyperlink>
            <w:r w:rsidRPr="005E7CB6">
              <w:rPr>
                <w:rFonts w:cs="Calibri"/>
                <w:lang w:val="es-ES" w:eastAsia="es-ES"/>
              </w:rPr>
              <w:t xml:space="preserve">. Meurt le </w:t>
            </w:r>
            <w:hyperlink r:id="rId697" w:tooltip="22 août" w:history="1">
              <w:r w:rsidRPr="005E7CB6">
                <w:rPr>
                  <w:rFonts w:cs="Calibri"/>
                  <w:lang w:val="es-ES" w:eastAsia="es-ES"/>
                </w:rPr>
                <w:t>22</w:t>
              </w:r>
            </w:hyperlink>
            <w:r w:rsidRPr="005E7CB6">
              <w:rPr>
                <w:rFonts w:cs="Calibri"/>
                <w:lang w:val="es-ES" w:eastAsia="es-ES"/>
              </w:rPr>
              <w:t> </w:t>
            </w:r>
            <w:hyperlink r:id="rId698" w:tooltip="Août" w:history="1">
              <w:r w:rsidRPr="005E7CB6">
                <w:rPr>
                  <w:rFonts w:cs="Calibri"/>
                  <w:lang w:val="es-ES" w:eastAsia="es-ES"/>
                </w:rPr>
                <w:t>août</w:t>
              </w:r>
            </w:hyperlink>
            <w:r w:rsidRPr="005E7CB6">
              <w:rPr>
                <w:rFonts w:cs="Calibri"/>
                <w:lang w:val="es-ES" w:eastAsia="es-ES"/>
              </w:rPr>
              <w:t> </w:t>
            </w:r>
            <w:hyperlink r:id="rId699" w:tooltip="1350" w:history="1">
              <w:r w:rsidRPr="005E7CB6">
                <w:rPr>
                  <w:rFonts w:cs="Calibri"/>
                  <w:lang w:val="es-ES" w:eastAsia="es-ES"/>
                </w:rPr>
                <w:t>1350</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00" w:tooltip="&quot;Jean II&quot; " w:history="1">
              <w:r w:rsidRPr="005E7CB6">
                <w:rPr>
                  <w:rFonts w:cs="Calibri"/>
                  <w:noProof/>
                  <w:lang w:val="es-ES" w:eastAsia="es-ES"/>
                </w:rPr>
                <w:pict>
                  <v:shape id="Imagen 105" o:spid="_x0000_i1091" type="#_x0000_t75" alt="Jean II" href="http://fr.wikipedia.org/wiki/Fichier:JeanIIdFrance.j" title="&quot;Jean II&quot;" style="width:60pt;height:99pt;visibility:visible" o:button="t">
                    <v:fill o:detectmouseclick="t"/>
                    <v:imagedata r:id="rId70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02" w:tooltip="Jean II de France" w:history="1">
              <w:r w:rsidRPr="005E7CB6">
                <w:rPr>
                  <w:rFonts w:cs="Calibri"/>
                  <w:lang w:eastAsia="es-ES"/>
                </w:rPr>
                <w:t>Jean II</w:t>
              </w:r>
            </w:hyperlink>
            <w:r w:rsidRPr="005E7CB6">
              <w:rPr>
                <w:rFonts w:cs="Calibri"/>
                <w:lang w:eastAsia="es-ES"/>
              </w:rPr>
              <w:t xml:space="preserve"> </w:t>
            </w:r>
            <w:r w:rsidRPr="005E7CB6">
              <w:rPr>
                <w:rFonts w:cs="Calibri"/>
                <w:i/>
                <w:iCs/>
                <w:lang w:eastAsia="es-ES"/>
              </w:rPr>
              <w:t>le Bon</w:t>
            </w:r>
            <w:r w:rsidRPr="005E7CB6">
              <w:rPr>
                <w:rFonts w:cs="Calibri"/>
                <w:lang w:eastAsia="es-ES"/>
              </w:rPr>
              <w:br/>
              <w:t>(26 avril 1319 – 8 avril 1364)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03" w:tooltip="1350" w:history="1">
              <w:r w:rsidRPr="005E7CB6">
                <w:rPr>
                  <w:rFonts w:cs="Calibri"/>
                  <w:lang w:val="es-ES" w:eastAsia="es-ES"/>
                </w:rPr>
                <w:t>1350</w:t>
              </w:r>
            </w:hyperlink>
            <w:r w:rsidRPr="005E7CB6">
              <w:rPr>
                <w:rFonts w:cs="Calibri"/>
                <w:lang w:val="es-ES" w:eastAsia="es-ES"/>
              </w:rPr>
              <w:t xml:space="preserve"> – </w:t>
            </w:r>
            <w:hyperlink r:id="rId704" w:tooltip="1364" w:history="1">
              <w:r w:rsidRPr="005E7CB6">
                <w:rPr>
                  <w:rFonts w:cs="Calibri"/>
                  <w:lang w:val="es-ES" w:eastAsia="es-ES"/>
                </w:rPr>
                <w:t>1364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05"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Philippe VI, le </w:t>
            </w:r>
            <w:hyperlink r:id="rId706" w:tooltip="22 août" w:history="1">
              <w:r w:rsidRPr="005E7CB6">
                <w:rPr>
                  <w:rFonts w:cs="Calibri"/>
                  <w:lang w:eastAsia="es-ES"/>
                </w:rPr>
                <w:t>22</w:t>
              </w:r>
            </w:hyperlink>
            <w:r w:rsidRPr="005E7CB6">
              <w:rPr>
                <w:rFonts w:cs="Calibri"/>
                <w:lang w:eastAsia="es-ES"/>
              </w:rPr>
              <w:t> </w:t>
            </w:r>
            <w:hyperlink r:id="rId707" w:tooltip="Août" w:history="1">
              <w:r w:rsidRPr="005E7CB6">
                <w:rPr>
                  <w:rFonts w:cs="Calibri"/>
                  <w:lang w:eastAsia="es-ES"/>
                </w:rPr>
                <w:t>août</w:t>
              </w:r>
            </w:hyperlink>
            <w:r w:rsidRPr="005E7CB6">
              <w:rPr>
                <w:rFonts w:cs="Calibri"/>
                <w:lang w:eastAsia="es-ES"/>
              </w:rPr>
              <w:t> </w:t>
            </w:r>
            <w:hyperlink r:id="rId708" w:tooltip="1350" w:history="1">
              <w:r w:rsidRPr="005E7CB6">
                <w:rPr>
                  <w:rFonts w:cs="Calibri"/>
                  <w:lang w:eastAsia="es-ES"/>
                </w:rPr>
                <w:t>1350</w:t>
              </w:r>
            </w:hyperlink>
            <w:r w:rsidRPr="005E7CB6">
              <w:rPr>
                <w:rFonts w:cs="Calibri"/>
                <w:lang w:eastAsia="es-ES"/>
              </w:rPr>
              <w:t xml:space="preserve">. Est sacré à Reims le </w:t>
            </w:r>
            <w:hyperlink r:id="rId709" w:tooltip="26 septembre" w:history="1">
              <w:r w:rsidRPr="005E7CB6">
                <w:rPr>
                  <w:rFonts w:cs="Calibri"/>
                  <w:lang w:eastAsia="es-ES"/>
                </w:rPr>
                <w:t>26 septembre</w:t>
              </w:r>
            </w:hyperlink>
            <w:r w:rsidRPr="005E7CB6">
              <w:rPr>
                <w:rFonts w:cs="Calibri"/>
                <w:lang w:eastAsia="es-ES"/>
              </w:rPr>
              <w:t xml:space="preserve">. Meurt en captivité à </w:t>
            </w:r>
            <w:hyperlink r:id="rId710" w:tooltip="Londres" w:history="1">
              <w:r w:rsidRPr="005E7CB6">
                <w:rPr>
                  <w:rFonts w:cs="Calibri"/>
                  <w:lang w:eastAsia="es-ES"/>
                </w:rPr>
                <w:t>Londres</w:t>
              </w:r>
            </w:hyperlink>
            <w:r w:rsidRPr="005E7CB6">
              <w:rPr>
                <w:rFonts w:cs="Calibri"/>
                <w:lang w:eastAsia="es-ES"/>
              </w:rPr>
              <w:t xml:space="preserve"> le </w:t>
            </w:r>
            <w:hyperlink r:id="rId711" w:tooltip="8 avril" w:history="1">
              <w:r w:rsidRPr="005E7CB6">
                <w:rPr>
                  <w:rFonts w:cs="Calibri"/>
                  <w:lang w:eastAsia="es-ES"/>
                </w:rPr>
                <w:t>8</w:t>
              </w:r>
            </w:hyperlink>
            <w:r w:rsidRPr="005E7CB6">
              <w:rPr>
                <w:rFonts w:cs="Calibri"/>
                <w:lang w:eastAsia="es-ES"/>
              </w:rPr>
              <w:t> </w:t>
            </w:r>
            <w:hyperlink r:id="rId712" w:tooltip="Avril" w:history="1">
              <w:r w:rsidRPr="005E7CB6">
                <w:rPr>
                  <w:rFonts w:cs="Calibri"/>
                  <w:lang w:eastAsia="es-ES"/>
                </w:rPr>
                <w:t>avril</w:t>
              </w:r>
            </w:hyperlink>
            <w:r w:rsidRPr="005E7CB6">
              <w:rPr>
                <w:rFonts w:cs="Calibri"/>
                <w:lang w:eastAsia="es-ES"/>
              </w:rPr>
              <w:t> </w:t>
            </w:r>
            <w:hyperlink r:id="rId713" w:tooltip="1364" w:history="1">
              <w:r w:rsidRPr="005E7CB6">
                <w:rPr>
                  <w:rFonts w:cs="Calibri"/>
                  <w:lang w:eastAsia="es-ES"/>
                </w:rPr>
                <w:t>1364</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14" w:tooltip="&quot;Charles V&quot; " w:history="1">
              <w:r w:rsidRPr="005E7CB6">
                <w:rPr>
                  <w:rFonts w:cs="Calibri"/>
                  <w:noProof/>
                  <w:lang w:val="es-ES" w:eastAsia="es-ES"/>
                </w:rPr>
                <w:pict>
                  <v:shape id="Imagen 106" o:spid="_x0000_i1092" type="#_x0000_t75" alt="Charles V" href="http://fr.wikipedia.org/wiki/Fichier:Charles_V_France.j" title="&quot;Charles V&quot;" style="width:60pt;height:80.25pt;visibility:visible" o:button="t">
                    <v:fill o:detectmouseclick="t"/>
                    <v:imagedata r:id="rId71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16" w:tooltip="Charles V de France" w:history="1">
              <w:r w:rsidRPr="005E7CB6">
                <w:rPr>
                  <w:rFonts w:cs="Calibri"/>
                  <w:lang w:eastAsia="es-ES"/>
                </w:rPr>
                <w:t>Charles V</w:t>
              </w:r>
            </w:hyperlink>
            <w:r w:rsidRPr="005E7CB6">
              <w:rPr>
                <w:rFonts w:cs="Calibri"/>
                <w:lang w:eastAsia="es-ES"/>
              </w:rPr>
              <w:t xml:space="preserve"> </w:t>
            </w:r>
            <w:r w:rsidRPr="005E7CB6">
              <w:rPr>
                <w:rFonts w:cs="Calibri"/>
                <w:i/>
                <w:iCs/>
                <w:lang w:eastAsia="es-ES"/>
              </w:rPr>
              <w:t>le Sage</w:t>
            </w:r>
            <w:r w:rsidRPr="005E7CB6">
              <w:rPr>
                <w:rFonts w:cs="Calibri"/>
                <w:lang w:eastAsia="es-ES"/>
              </w:rPr>
              <w:br/>
              <w:t>(21 janvier 1338 – 16 septembre 1380)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17" w:tooltip="1364" w:history="1">
              <w:r w:rsidRPr="005E7CB6">
                <w:rPr>
                  <w:rFonts w:cs="Calibri"/>
                  <w:lang w:val="es-ES" w:eastAsia="es-ES"/>
                </w:rPr>
                <w:t>1364</w:t>
              </w:r>
            </w:hyperlink>
            <w:r w:rsidRPr="005E7CB6">
              <w:rPr>
                <w:rFonts w:cs="Calibri"/>
                <w:lang w:val="es-ES" w:eastAsia="es-ES"/>
              </w:rPr>
              <w:t xml:space="preserve"> – </w:t>
            </w:r>
            <w:hyperlink r:id="rId718" w:tooltip="1380" w:history="1">
              <w:r w:rsidRPr="005E7CB6">
                <w:rPr>
                  <w:rFonts w:cs="Calibri"/>
                  <w:lang w:val="es-ES" w:eastAsia="es-ES"/>
                </w:rPr>
                <w:t>1380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19"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France à la mort de son père Jean II, le </w:t>
            </w:r>
            <w:hyperlink r:id="rId720" w:tooltip="8 avril" w:history="1">
              <w:r w:rsidRPr="005E7CB6">
                <w:rPr>
                  <w:rFonts w:cs="Calibri"/>
                  <w:lang w:eastAsia="es-ES"/>
                </w:rPr>
                <w:t>8</w:t>
              </w:r>
            </w:hyperlink>
            <w:r w:rsidRPr="005E7CB6">
              <w:rPr>
                <w:rFonts w:cs="Calibri"/>
                <w:lang w:eastAsia="es-ES"/>
              </w:rPr>
              <w:t> </w:t>
            </w:r>
            <w:hyperlink r:id="rId721" w:tooltip="Avril" w:history="1">
              <w:r w:rsidRPr="005E7CB6">
                <w:rPr>
                  <w:rFonts w:cs="Calibri"/>
                  <w:lang w:eastAsia="es-ES"/>
                </w:rPr>
                <w:t>avril</w:t>
              </w:r>
            </w:hyperlink>
            <w:r w:rsidRPr="005E7CB6">
              <w:rPr>
                <w:rFonts w:cs="Calibri"/>
                <w:lang w:eastAsia="es-ES"/>
              </w:rPr>
              <w:t> </w:t>
            </w:r>
            <w:hyperlink r:id="rId722" w:tooltip="1364" w:history="1">
              <w:r w:rsidRPr="005E7CB6">
                <w:rPr>
                  <w:rFonts w:cs="Calibri"/>
                  <w:lang w:eastAsia="es-ES"/>
                </w:rPr>
                <w:t>1364</w:t>
              </w:r>
            </w:hyperlink>
            <w:r w:rsidRPr="005E7CB6">
              <w:rPr>
                <w:rFonts w:cs="Calibri"/>
                <w:lang w:eastAsia="es-ES"/>
              </w:rPr>
              <w:t xml:space="preserve">. </w:t>
            </w:r>
            <w:r w:rsidRPr="005E7CB6">
              <w:rPr>
                <w:rFonts w:cs="Calibri"/>
                <w:lang w:val="es-ES" w:eastAsia="es-ES"/>
              </w:rPr>
              <w:t xml:space="preserve">Est sacré à Reims le </w:t>
            </w:r>
            <w:hyperlink r:id="rId723" w:tooltip="19 mai" w:history="1">
              <w:r w:rsidRPr="005E7CB6">
                <w:rPr>
                  <w:rFonts w:cs="Calibri"/>
                  <w:lang w:val="es-ES" w:eastAsia="es-ES"/>
                </w:rPr>
                <w:t>19 mai</w:t>
              </w:r>
            </w:hyperlink>
            <w:r w:rsidRPr="005E7CB6">
              <w:rPr>
                <w:rFonts w:cs="Calibri"/>
                <w:lang w:val="es-ES" w:eastAsia="es-ES"/>
              </w:rPr>
              <w:t xml:space="preserve">. Meurt le </w:t>
            </w:r>
            <w:hyperlink r:id="rId724" w:tooltip="16 septembre" w:history="1">
              <w:r w:rsidRPr="005E7CB6">
                <w:rPr>
                  <w:rFonts w:cs="Calibri"/>
                  <w:lang w:val="es-ES" w:eastAsia="es-ES"/>
                </w:rPr>
                <w:t>16</w:t>
              </w:r>
            </w:hyperlink>
            <w:r w:rsidRPr="005E7CB6">
              <w:rPr>
                <w:rFonts w:cs="Calibri"/>
                <w:lang w:val="es-ES" w:eastAsia="es-ES"/>
              </w:rPr>
              <w:t> </w:t>
            </w:r>
            <w:hyperlink r:id="rId725" w:tooltip="Septembre" w:history="1">
              <w:r w:rsidRPr="005E7CB6">
                <w:rPr>
                  <w:rFonts w:cs="Calibri"/>
                  <w:lang w:val="es-ES" w:eastAsia="es-ES"/>
                </w:rPr>
                <w:t>septembre</w:t>
              </w:r>
            </w:hyperlink>
            <w:r w:rsidRPr="005E7CB6">
              <w:rPr>
                <w:rFonts w:cs="Calibri"/>
                <w:lang w:val="es-ES" w:eastAsia="es-ES"/>
              </w:rPr>
              <w:t> </w:t>
            </w:r>
            <w:hyperlink r:id="rId726" w:tooltip="1380" w:history="1">
              <w:r w:rsidRPr="005E7CB6">
                <w:rPr>
                  <w:rFonts w:cs="Calibri"/>
                  <w:lang w:val="es-ES" w:eastAsia="es-ES"/>
                </w:rPr>
                <w:t>1380</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27" w:tooltip="&quot;Charles VI&quot; " w:history="1">
              <w:r w:rsidRPr="005E7CB6">
                <w:rPr>
                  <w:rFonts w:cs="Calibri"/>
                  <w:noProof/>
                  <w:lang w:val="es-ES" w:eastAsia="es-ES"/>
                </w:rPr>
                <w:pict>
                  <v:shape id="Imagen 107" o:spid="_x0000_i1093" type="#_x0000_t75" alt="Charles VI" href="http://fr.wikipedia.org/wiki/Fichier:Jean_de_Tillet_-_Charles_VI_-_Recueil_des_rois_de_France.j" title="&quot;Charles VI&quot;" style="width:60pt;height:85.5pt;visibility:visible" o:button="t">
                    <v:fill o:detectmouseclick="t"/>
                    <v:imagedata r:id="rId72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29" w:tooltip="Charles VI de France" w:history="1">
              <w:r w:rsidRPr="005E7CB6">
                <w:rPr>
                  <w:rFonts w:cs="Calibri"/>
                  <w:lang w:eastAsia="es-ES"/>
                </w:rPr>
                <w:t>Charles VI</w:t>
              </w:r>
            </w:hyperlink>
            <w:r w:rsidRPr="005E7CB6">
              <w:rPr>
                <w:rFonts w:cs="Calibri"/>
                <w:lang w:eastAsia="es-ES"/>
              </w:rPr>
              <w:t xml:space="preserve"> </w:t>
            </w:r>
            <w:r w:rsidRPr="005E7CB6">
              <w:rPr>
                <w:rFonts w:cs="Calibri"/>
                <w:i/>
                <w:iCs/>
                <w:lang w:eastAsia="es-ES"/>
              </w:rPr>
              <w:t>le Fol</w:t>
            </w:r>
            <w:r w:rsidRPr="005E7CB6">
              <w:rPr>
                <w:rFonts w:cs="Calibri"/>
                <w:lang w:eastAsia="es-ES"/>
              </w:rPr>
              <w:br/>
              <w:t>(3 décembre 1368 – 22 octobre 1422)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30" w:tooltip="1380" w:history="1">
              <w:r w:rsidRPr="005E7CB6">
                <w:rPr>
                  <w:rFonts w:cs="Calibri"/>
                  <w:lang w:val="es-ES" w:eastAsia="es-ES"/>
                </w:rPr>
                <w:t>1380</w:t>
              </w:r>
            </w:hyperlink>
            <w:r w:rsidRPr="005E7CB6">
              <w:rPr>
                <w:rFonts w:cs="Calibri"/>
                <w:lang w:val="es-ES" w:eastAsia="es-ES"/>
              </w:rPr>
              <w:t xml:space="preserve"> – </w:t>
            </w:r>
            <w:hyperlink r:id="rId731" w:tooltip="1422" w:history="1">
              <w:r w:rsidRPr="005E7CB6">
                <w:rPr>
                  <w:rFonts w:cs="Calibri"/>
                  <w:lang w:val="es-ES" w:eastAsia="es-ES"/>
                </w:rPr>
                <w:t>1422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32"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Charles V, le </w:t>
            </w:r>
            <w:hyperlink r:id="rId733" w:tooltip="16 septembre" w:history="1">
              <w:r w:rsidRPr="005E7CB6">
                <w:rPr>
                  <w:rFonts w:cs="Calibri"/>
                  <w:lang w:eastAsia="es-ES"/>
                </w:rPr>
                <w:t>16</w:t>
              </w:r>
            </w:hyperlink>
            <w:r w:rsidRPr="005E7CB6">
              <w:rPr>
                <w:rFonts w:cs="Calibri"/>
                <w:lang w:eastAsia="es-ES"/>
              </w:rPr>
              <w:t> </w:t>
            </w:r>
            <w:hyperlink r:id="rId734" w:tooltip="Septembre" w:history="1">
              <w:r w:rsidRPr="005E7CB6">
                <w:rPr>
                  <w:rFonts w:cs="Calibri"/>
                  <w:lang w:eastAsia="es-ES"/>
                </w:rPr>
                <w:t>septembre</w:t>
              </w:r>
            </w:hyperlink>
            <w:r w:rsidRPr="005E7CB6">
              <w:rPr>
                <w:rFonts w:cs="Calibri"/>
                <w:lang w:eastAsia="es-ES"/>
              </w:rPr>
              <w:t> </w:t>
            </w:r>
            <w:hyperlink r:id="rId735" w:tooltip="1380" w:history="1">
              <w:r w:rsidRPr="005E7CB6">
                <w:rPr>
                  <w:rFonts w:cs="Calibri"/>
                  <w:lang w:eastAsia="es-ES"/>
                </w:rPr>
                <w:t>1380</w:t>
              </w:r>
            </w:hyperlink>
            <w:r w:rsidRPr="005E7CB6">
              <w:rPr>
                <w:rFonts w:cs="Calibri"/>
                <w:lang w:eastAsia="es-ES"/>
              </w:rPr>
              <w:t xml:space="preserve">. Est sacré à Reims le </w:t>
            </w:r>
            <w:hyperlink r:id="rId736" w:tooltip="4 novembre" w:history="1">
              <w:r w:rsidRPr="005E7CB6">
                <w:rPr>
                  <w:rFonts w:cs="Calibri"/>
                  <w:lang w:eastAsia="es-ES"/>
                </w:rPr>
                <w:t>4 novembre</w:t>
              </w:r>
            </w:hyperlink>
            <w:r w:rsidRPr="005E7CB6">
              <w:rPr>
                <w:rFonts w:cs="Calibri"/>
                <w:lang w:eastAsia="es-ES"/>
              </w:rPr>
              <w:t xml:space="preserve">. Frappé de folie en </w:t>
            </w:r>
            <w:hyperlink r:id="rId737" w:tooltip="1392" w:history="1">
              <w:r w:rsidRPr="005E7CB6">
                <w:rPr>
                  <w:rFonts w:cs="Calibri"/>
                  <w:lang w:eastAsia="es-ES"/>
                </w:rPr>
                <w:t>1392</w:t>
              </w:r>
            </w:hyperlink>
            <w:r w:rsidRPr="005E7CB6">
              <w:rPr>
                <w:rFonts w:cs="Calibri"/>
                <w:lang w:eastAsia="es-ES"/>
              </w:rPr>
              <w:t xml:space="preserve">, meurt le </w:t>
            </w:r>
            <w:hyperlink r:id="rId738" w:tooltip="21 octobre" w:history="1">
              <w:r w:rsidRPr="005E7CB6">
                <w:rPr>
                  <w:rFonts w:cs="Calibri"/>
                  <w:lang w:eastAsia="es-ES"/>
                </w:rPr>
                <w:t>21</w:t>
              </w:r>
            </w:hyperlink>
            <w:r w:rsidRPr="005E7CB6">
              <w:rPr>
                <w:rFonts w:cs="Calibri"/>
                <w:lang w:eastAsia="es-ES"/>
              </w:rPr>
              <w:t> </w:t>
            </w:r>
            <w:hyperlink r:id="rId739" w:tooltip="Octobre" w:history="1">
              <w:r w:rsidRPr="005E7CB6">
                <w:rPr>
                  <w:rFonts w:cs="Calibri"/>
                  <w:lang w:eastAsia="es-ES"/>
                </w:rPr>
                <w:t>octobre</w:t>
              </w:r>
            </w:hyperlink>
            <w:r w:rsidRPr="005E7CB6">
              <w:rPr>
                <w:rFonts w:cs="Calibri"/>
                <w:lang w:eastAsia="es-ES"/>
              </w:rPr>
              <w:t> </w:t>
            </w:r>
            <w:hyperlink r:id="rId740" w:tooltip="1422" w:history="1">
              <w:r w:rsidRPr="005E7CB6">
                <w:rPr>
                  <w:rFonts w:cs="Calibri"/>
                  <w:lang w:eastAsia="es-ES"/>
                </w:rPr>
                <w:t>1422</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41" w:tooltip="&quot;Charles VII&quot; " w:history="1">
              <w:r w:rsidRPr="005E7CB6">
                <w:rPr>
                  <w:rFonts w:cs="Calibri"/>
                  <w:noProof/>
                  <w:lang w:val="es-ES" w:eastAsia="es-ES"/>
                </w:rPr>
                <w:pict>
                  <v:shape id="Imagen 108" o:spid="_x0000_i1094" type="#_x0000_t75" alt="Charles VII" href="http://fr.wikipedia.org/wiki/Fichier:KarlVII.j" title="&quot;Charles VII&quot;" style="width:60pt;height:71.25pt;visibility:visible" o:button="t">
                    <v:fill o:detectmouseclick="t"/>
                    <v:imagedata r:id="rId74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43" w:tooltip="Charles VII de France" w:history="1">
              <w:r w:rsidRPr="005E7CB6">
                <w:rPr>
                  <w:rFonts w:cs="Calibri"/>
                  <w:lang w:eastAsia="es-ES"/>
                </w:rPr>
                <w:t>Charles VII</w:t>
              </w:r>
            </w:hyperlink>
            <w:r w:rsidRPr="005E7CB6">
              <w:rPr>
                <w:rFonts w:cs="Calibri"/>
                <w:lang w:eastAsia="es-ES"/>
              </w:rPr>
              <w:t xml:space="preserve"> </w:t>
            </w:r>
            <w:r w:rsidRPr="005E7CB6">
              <w:rPr>
                <w:rFonts w:cs="Calibri"/>
                <w:i/>
                <w:iCs/>
                <w:lang w:eastAsia="es-ES"/>
              </w:rPr>
              <w:t>le Victorieux</w:t>
            </w:r>
            <w:r w:rsidRPr="005E7CB6">
              <w:rPr>
                <w:rFonts w:cs="Calibri"/>
                <w:lang w:eastAsia="es-ES"/>
              </w:rPr>
              <w:t xml:space="preserve"> ou </w:t>
            </w:r>
            <w:r w:rsidRPr="005E7CB6">
              <w:rPr>
                <w:rFonts w:cs="Calibri"/>
                <w:i/>
                <w:iCs/>
                <w:lang w:eastAsia="es-ES"/>
              </w:rPr>
              <w:t>le Bien Servi</w:t>
            </w:r>
            <w:r w:rsidRPr="005E7CB6">
              <w:rPr>
                <w:rFonts w:cs="Calibri"/>
                <w:lang w:eastAsia="es-ES"/>
              </w:rPr>
              <w:br/>
              <w:t>(22 février 1403 – 22 juillet 1461)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44" w:tooltip="1422" w:history="1">
              <w:r w:rsidRPr="005E7CB6">
                <w:rPr>
                  <w:rFonts w:cs="Calibri"/>
                  <w:lang w:val="es-ES" w:eastAsia="es-ES"/>
                </w:rPr>
                <w:t>1422</w:t>
              </w:r>
            </w:hyperlink>
            <w:r w:rsidRPr="005E7CB6">
              <w:rPr>
                <w:rFonts w:cs="Calibri"/>
                <w:lang w:val="es-ES" w:eastAsia="es-ES"/>
              </w:rPr>
              <w:t xml:space="preserve"> – </w:t>
            </w:r>
            <w:hyperlink r:id="rId745" w:tooltip="1461" w:history="1">
              <w:r w:rsidRPr="005E7CB6">
                <w:rPr>
                  <w:rFonts w:cs="Calibri"/>
                  <w:lang w:val="es-ES" w:eastAsia="es-ES"/>
                </w:rPr>
                <w:t>1461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46"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France à la mort de son père Charles VI, le </w:t>
            </w:r>
            <w:hyperlink r:id="rId747" w:tooltip="21 octobre" w:history="1">
              <w:r w:rsidRPr="005E7CB6">
                <w:rPr>
                  <w:rFonts w:cs="Calibri"/>
                  <w:lang w:eastAsia="es-ES"/>
                </w:rPr>
                <w:t>21</w:t>
              </w:r>
            </w:hyperlink>
            <w:r w:rsidRPr="005E7CB6">
              <w:rPr>
                <w:rFonts w:cs="Calibri"/>
                <w:lang w:eastAsia="es-ES"/>
              </w:rPr>
              <w:t> </w:t>
            </w:r>
            <w:hyperlink r:id="rId748" w:tooltip="Octobre" w:history="1">
              <w:r w:rsidRPr="005E7CB6">
                <w:rPr>
                  <w:rFonts w:cs="Calibri"/>
                  <w:lang w:eastAsia="es-ES"/>
                </w:rPr>
                <w:t>octobre</w:t>
              </w:r>
            </w:hyperlink>
            <w:r w:rsidRPr="005E7CB6">
              <w:rPr>
                <w:rFonts w:cs="Calibri"/>
                <w:lang w:eastAsia="es-ES"/>
              </w:rPr>
              <w:t> </w:t>
            </w:r>
            <w:hyperlink r:id="rId749" w:tooltip="1422" w:history="1">
              <w:r w:rsidRPr="005E7CB6">
                <w:rPr>
                  <w:rFonts w:cs="Calibri"/>
                  <w:lang w:eastAsia="es-ES"/>
                </w:rPr>
                <w:t>1422</w:t>
              </w:r>
            </w:hyperlink>
            <w:r w:rsidRPr="005E7CB6">
              <w:rPr>
                <w:rFonts w:cs="Calibri"/>
                <w:lang w:eastAsia="es-ES"/>
              </w:rPr>
              <w:t xml:space="preserve">, refusant d'entériner le </w:t>
            </w:r>
            <w:hyperlink r:id="rId750" w:tooltip="Traité de Troyes" w:history="1">
              <w:r w:rsidRPr="005E7CB6">
                <w:rPr>
                  <w:rFonts w:cs="Calibri"/>
                  <w:lang w:eastAsia="es-ES"/>
                </w:rPr>
                <w:t>traité de Troyes</w:t>
              </w:r>
            </w:hyperlink>
            <w:r w:rsidRPr="005E7CB6">
              <w:rPr>
                <w:rFonts w:cs="Calibri"/>
                <w:lang w:eastAsia="es-ES"/>
              </w:rPr>
              <w:t xml:space="preserve"> qui le déshéritait au profit d'</w:t>
            </w:r>
            <w:hyperlink r:id="rId751" w:tooltip="Henri V d'Angleterre" w:history="1">
              <w:r w:rsidRPr="005E7CB6">
                <w:rPr>
                  <w:rFonts w:cs="Calibri"/>
                  <w:lang w:eastAsia="es-ES"/>
                </w:rPr>
                <w:t>Henri V d'Angleterre</w:t>
              </w:r>
            </w:hyperlink>
            <w:r w:rsidRPr="005E7CB6">
              <w:rPr>
                <w:rFonts w:cs="Calibri"/>
                <w:lang w:eastAsia="es-ES"/>
              </w:rPr>
              <w:t xml:space="preserve">. Est sacré à Reims le </w:t>
            </w:r>
            <w:hyperlink r:id="rId752" w:tooltip="17 juillet" w:history="1">
              <w:r w:rsidRPr="005E7CB6">
                <w:rPr>
                  <w:rFonts w:cs="Calibri"/>
                  <w:lang w:eastAsia="es-ES"/>
                </w:rPr>
                <w:t>17</w:t>
              </w:r>
            </w:hyperlink>
            <w:r w:rsidRPr="005E7CB6">
              <w:rPr>
                <w:rFonts w:cs="Calibri"/>
                <w:lang w:eastAsia="es-ES"/>
              </w:rPr>
              <w:t> </w:t>
            </w:r>
            <w:hyperlink r:id="rId753" w:tooltip="Juillet" w:history="1">
              <w:r w:rsidRPr="005E7CB6">
                <w:rPr>
                  <w:rFonts w:cs="Calibri"/>
                  <w:lang w:eastAsia="es-ES"/>
                </w:rPr>
                <w:t>juillet</w:t>
              </w:r>
            </w:hyperlink>
            <w:r w:rsidRPr="005E7CB6">
              <w:rPr>
                <w:rFonts w:cs="Calibri"/>
                <w:lang w:eastAsia="es-ES"/>
              </w:rPr>
              <w:t> </w:t>
            </w:r>
            <w:hyperlink r:id="rId754" w:tooltip="1429" w:history="1">
              <w:r w:rsidRPr="005E7CB6">
                <w:rPr>
                  <w:rFonts w:cs="Calibri"/>
                  <w:lang w:eastAsia="es-ES"/>
                </w:rPr>
                <w:t>1429</w:t>
              </w:r>
            </w:hyperlink>
            <w:r w:rsidRPr="005E7CB6">
              <w:rPr>
                <w:rFonts w:cs="Calibri"/>
                <w:lang w:eastAsia="es-ES"/>
              </w:rPr>
              <w:t xml:space="preserve"> grâce à l'aide de </w:t>
            </w:r>
            <w:hyperlink r:id="rId755" w:tooltip="Jeanne d'Arc" w:history="1">
              <w:r w:rsidRPr="005E7CB6">
                <w:rPr>
                  <w:rFonts w:cs="Calibri"/>
                  <w:lang w:eastAsia="es-ES"/>
                </w:rPr>
                <w:t>Jeanne d'Arc</w:t>
              </w:r>
            </w:hyperlink>
            <w:r w:rsidRPr="005E7CB6">
              <w:rPr>
                <w:rFonts w:cs="Calibri"/>
                <w:lang w:eastAsia="es-ES"/>
              </w:rPr>
              <w:t xml:space="preserve">. </w:t>
            </w:r>
            <w:r w:rsidRPr="005E7CB6">
              <w:rPr>
                <w:rFonts w:cs="Calibri"/>
                <w:lang w:val="es-ES" w:eastAsia="es-ES"/>
              </w:rPr>
              <w:t xml:space="preserve">Meurt le </w:t>
            </w:r>
            <w:hyperlink r:id="rId756" w:tooltip="22 juillet" w:history="1">
              <w:r w:rsidRPr="005E7CB6">
                <w:rPr>
                  <w:rFonts w:cs="Calibri"/>
                  <w:lang w:val="es-ES" w:eastAsia="es-ES"/>
                </w:rPr>
                <w:t>22</w:t>
              </w:r>
            </w:hyperlink>
            <w:r w:rsidRPr="005E7CB6">
              <w:rPr>
                <w:rFonts w:cs="Calibri"/>
                <w:lang w:val="es-ES" w:eastAsia="es-ES"/>
              </w:rPr>
              <w:t> </w:t>
            </w:r>
            <w:hyperlink r:id="rId757" w:tooltip="Juillet" w:history="1">
              <w:r w:rsidRPr="005E7CB6">
                <w:rPr>
                  <w:rFonts w:cs="Calibri"/>
                  <w:lang w:val="es-ES" w:eastAsia="es-ES"/>
                </w:rPr>
                <w:t>juillet</w:t>
              </w:r>
            </w:hyperlink>
            <w:r w:rsidRPr="005E7CB6">
              <w:rPr>
                <w:rFonts w:cs="Calibri"/>
                <w:lang w:val="es-ES" w:eastAsia="es-ES"/>
              </w:rPr>
              <w:t> </w:t>
            </w:r>
            <w:hyperlink r:id="rId758" w:tooltip="1461" w:history="1">
              <w:r w:rsidRPr="005E7CB6">
                <w:rPr>
                  <w:rFonts w:cs="Calibri"/>
                  <w:lang w:val="es-ES" w:eastAsia="es-ES"/>
                </w:rPr>
                <w:t>1461</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59" w:tooltip="&quot;Louis XI&quot; " w:history="1">
              <w:r w:rsidRPr="005E7CB6">
                <w:rPr>
                  <w:rFonts w:cs="Calibri"/>
                  <w:noProof/>
                  <w:lang w:val="es-ES" w:eastAsia="es-ES"/>
                </w:rPr>
                <w:pict>
                  <v:shape id="Imagen 109" o:spid="_x0000_i1095" type="#_x0000_t75" alt="Louis XI" href="http://fr.wikipedia.org/wiki/Fichier:Louis_XI.j" title="&quot;Louis XI&quot;" style="width:59.25pt;height:83.25pt;visibility:visible" o:button="t">
                    <v:fill o:detectmouseclick="t"/>
                    <v:imagedata r:id="rId760"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61" w:tooltip="Louis XI de France" w:history="1">
              <w:r w:rsidRPr="005E7CB6">
                <w:rPr>
                  <w:rFonts w:cs="Calibri"/>
                  <w:lang w:eastAsia="es-ES"/>
                </w:rPr>
                <w:t>Louis XI</w:t>
              </w:r>
            </w:hyperlink>
            <w:r w:rsidRPr="005E7CB6">
              <w:rPr>
                <w:rFonts w:cs="Calibri"/>
                <w:lang w:eastAsia="es-ES"/>
              </w:rPr>
              <w:t xml:space="preserve"> </w:t>
            </w:r>
            <w:r w:rsidRPr="005E7CB6">
              <w:rPr>
                <w:rFonts w:cs="Calibri"/>
                <w:i/>
                <w:iCs/>
                <w:lang w:eastAsia="es-ES"/>
              </w:rPr>
              <w:t>le Prudent</w:t>
            </w:r>
            <w:r w:rsidRPr="005E7CB6">
              <w:rPr>
                <w:rFonts w:cs="Calibri"/>
                <w:lang w:eastAsia="es-ES"/>
              </w:rPr>
              <w:br/>
              <w:t>(3 juillet 1423 – 30 août 1483)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62" w:tooltip="1461" w:history="1">
              <w:r w:rsidRPr="005E7CB6">
                <w:rPr>
                  <w:rFonts w:cs="Calibri"/>
                  <w:lang w:val="es-ES" w:eastAsia="es-ES"/>
                </w:rPr>
                <w:t>1461</w:t>
              </w:r>
            </w:hyperlink>
            <w:r w:rsidRPr="005E7CB6">
              <w:rPr>
                <w:rFonts w:cs="Calibri"/>
                <w:lang w:val="es-ES" w:eastAsia="es-ES"/>
              </w:rPr>
              <w:t xml:space="preserve"> – </w:t>
            </w:r>
            <w:hyperlink r:id="rId763" w:tooltip="1483" w:history="1">
              <w:r w:rsidRPr="005E7CB6">
                <w:rPr>
                  <w:rFonts w:cs="Calibri"/>
                  <w:lang w:val="es-ES" w:eastAsia="es-ES"/>
                </w:rPr>
                <w:t>1483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64"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France à la mort de son père Charles VII, le </w:t>
            </w:r>
            <w:hyperlink r:id="rId765" w:tooltip="22 juillet" w:history="1">
              <w:r w:rsidRPr="005E7CB6">
                <w:rPr>
                  <w:rFonts w:cs="Calibri"/>
                  <w:lang w:eastAsia="es-ES"/>
                </w:rPr>
                <w:t>22</w:t>
              </w:r>
            </w:hyperlink>
            <w:r w:rsidRPr="005E7CB6">
              <w:rPr>
                <w:rFonts w:cs="Calibri"/>
                <w:lang w:eastAsia="es-ES"/>
              </w:rPr>
              <w:t> </w:t>
            </w:r>
            <w:hyperlink r:id="rId766" w:tooltip="Juillet" w:history="1">
              <w:r w:rsidRPr="005E7CB6">
                <w:rPr>
                  <w:rFonts w:cs="Calibri"/>
                  <w:lang w:eastAsia="es-ES"/>
                </w:rPr>
                <w:t>juillet</w:t>
              </w:r>
            </w:hyperlink>
            <w:r w:rsidRPr="005E7CB6">
              <w:rPr>
                <w:rFonts w:cs="Calibri"/>
                <w:lang w:eastAsia="es-ES"/>
              </w:rPr>
              <w:t> </w:t>
            </w:r>
            <w:hyperlink r:id="rId767" w:tooltip="1461" w:history="1">
              <w:r w:rsidRPr="005E7CB6">
                <w:rPr>
                  <w:rFonts w:cs="Calibri"/>
                  <w:lang w:eastAsia="es-ES"/>
                </w:rPr>
                <w:t>1461</w:t>
              </w:r>
            </w:hyperlink>
            <w:r w:rsidRPr="005E7CB6">
              <w:rPr>
                <w:rFonts w:cs="Calibri"/>
                <w:lang w:eastAsia="es-ES"/>
              </w:rPr>
              <w:t xml:space="preserve">. </w:t>
            </w:r>
            <w:r w:rsidRPr="005E7CB6">
              <w:rPr>
                <w:rFonts w:cs="Calibri"/>
                <w:lang w:val="es-ES" w:eastAsia="es-ES"/>
              </w:rPr>
              <w:t xml:space="preserve">Est sacré à Reims le </w:t>
            </w:r>
            <w:hyperlink r:id="rId768" w:tooltip="15 août" w:history="1">
              <w:r w:rsidRPr="005E7CB6">
                <w:rPr>
                  <w:rFonts w:cs="Calibri"/>
                  <w:lang w:val="es-ES" w:eastAsia="es-ES"/>
                </w:rPr>
                <w:t>15</w:t>
              </w:r>
            </w:hyperlink>
            <w:r w:rsidRPr="005E7CB6">
              <w:rPr>
                <w:rFonts w:cs="Calibri"/>
                <w:lang w:val="es-ES" w:eastAsia="es-ES"/>
              </w:rPr>
              <w:t> </w:t>
            </w:r>
            <w:hyperlink r:id="rId769" w:tooltip="Août" w:history="1">
              <w:r w:rsidRPr="005E7CB6">
                <w:rPr>
                  <w:rFonts w:cs="Calibri"/>
                  <w:lang w:val="es-ES" w:eastAsia="es-ES"/>
                </w:rPr>
                <w:t>août</w:t>
              </w:r>
            </w:hyperlink>
            <w:r w:rsidRPr="005E7CB6">
              <w:rPr>
                <w:rFonts w:cs="Calibri"/>
                <w:lang w:val="es-ES" w:eastAsia="es-ES"/>
              </w:rPr>
              <w:t> </w:t>
            </w:r>
            <w:hyperlink r:id="rId770" w:tooltip="1461" w:history="1">
              <w:r w:rsidRPr="005E7CB6">
                <w:rPr>
                  <w:rFonts w:cs="Calibri"/>
                  <w:lang w:val="es-ES" w:eastAsia="es-ES"/>
                </w:rPr>
                <w:t>1461</w:t>
              </w:r>
            </w:hyperlink>
            <w:r w:rsidRPr="005E7CB6">
              <w:rPr>
                <w:rFonts w:cs="Calibri"/>
                <w:lang w:val="es-ES" w:eastAsia="es-ES"/>
              </w:rPr>
              <w:t xml:space="preserve">. Meurt le </w:t>
            </w:r>
            <w:hyperlink r:id="rId771" w:tooltip="30 août" w:history="1">
              <w:r w:rsidRPr="005E7CB6">
                <w:rPr>
                  <w:rFonts w:cs="Calibri"/>
                  <w:lang w:val="es-ES" w:eastAsia="es-ES"/>
                </w:rPr>
                <w:t>30</w:t>
              </w:r>
            </w:hyperlink>
            <w:r w:rsidRPr="005E7CB6">
              <w:rPr>
                <w:rFonts w:cs="Calibri"/>
                <w:lang w:val="es-ES" w:eastAsia="es-ES"/>
              </w:rPr>
              <w:t> </w:t>
            </w:r>
            <w:hyperlink r:id="rId772" w:tooltip="Août" w:history="1">
              <w:r w:rsidRPr="005E7CB6">
                <w:rPr>
                  <w:rFonts w:cs="Calibri"/>
                  <w:lang w:val="es-ES" w:eastAsia="es-ES"/>
                </w:rPr>
                <w:t>août</w:t>
              </w:r>
            </w:hyperlink>
            <w:r w:rsidRPr="005E7CB6">
              <w:rPr>
                <w:rFonts w:cs="Calibri"/>
                <w:lang w:val="es-ES" w:eastAsia="es-ES"/>
              </w:rPr>
              <w:t> </w:t>
            </w:r>
            <w:hyperlink r:id="rId773" w:tooltip="1483" w:history="1">
              <w:r w:rsidRPr="005E7CB6">
                <w:rPr>
                  <w:rFonts w:cs="Calibri"/>
                  <w:lang w:val="es-ES" w:eastAsia="es-ES"/>
                </w:rPr>
                <w:t>1483</w:t>
              </w:r>
            </w:hyperlink>
            <w:r w:rsidRPr="005E7CB6">
              <w:rPr>
                <w:rFonts w:cs="Calibri"/>
                <w:lang w:val="es-ES"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(1483 – 1491) : </w:t>
            </w:r>
            <w:hyperlink r:id="rId774" w:tooltip="Anne de France" w:history="1">
              <w:r w:rsidRPr="005E7CB6">
                <w:rPr>
                  <w:rFonts w:cs="Calibri"/>
                  <w:i/>
                  <w:iCs/>
                  <w:lang w:eastAsia="es-ES"/>
                </w:rPr>
                <w:t>Anne de France</w:t>
              </w:r>
            </w:hyperlink>
            <w:r w:rsidRPr="005E7CB6">
              <w:rPr>
                <w:rFonts w:cs="Calibri"/>
                <w:i/>
                <w:iCs/>
                <w:lang w:eastAsia="es-ES"/>
              </w:rPr>
              <w:t>, fille de Louis XI.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75" w:tooltip="&quot;Charles VIII&quot; " w:history="1">
              <w:r w:rsidRPr="005E7CB6">
                <w:rPr>
                  <w:rFonts w:cs="Calibri"/>
                  <w:noProof/>
                  <w:lang w:val="es-ES" w:eastAsia="es-ES"/>
                </w:rPr>
                <w:pict>
                  <v:shape id="Imagen 110" o:spid="_x0000_i1096" type="#_x0000_t75" alt="Charles VIII" href="http://fr.wikipedia.org/wiki/Fichier:Charles_VIII_de_france.j" title="&quot;Charles VIII&quot;" style="width:60pt;height:75.75pt;visibility:visible" o:button="t">
                    <v:fill o:detectmouseclick="t"/>
                    <v:imagedata r:id="rId77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77" w:tooltip="Charles VIII de France" w:history="1">
              <w:r w:rsidRPr="005E7CB6">
                <w:rPr>
                  <w:rFonts w:cs="Calibri"/>
                  <w:lang w:eastAsia="es-ES"/>
                </w:rPr>
                <w:t>Charles VIII</w:t>
              </w:r>
            </w:hyperlink>
            <w:r w:rsidRPr="005E7CB6">
              <w:rPr>
                <w:rFonts w:cs="Calibri"/>
                <w:lang w:eastAsia="es-ES"/>
              </w:rPr>
              <w:t xml:space="preserve"> </w:t>
            </w:r>
            <w:r w:rsidRPr="005E7CB6">
              <w:rPr>
                <w:rFonts w:cs="Calibri"/>
                <w:i/>
                <w:iCs/>
                <w:lang w:eastAsia="es-ES"/>
              </w:rPr>
              <w:t>l'Affable</w:t>
            </w:r>
            <w:r w:rsidRPr="005E7CB6">
              <w:rPr>
                <w:rFonts w:cs="Calibri"/>
                <w:lang w:eastAsia="es-ES"/>
              </w:rPr>
              <w:br/>
              <w:t>(30 juin 1470 – 7 avril 1498)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78" w:tooltip="1483" w:history="1">
              <w:r w:rsidRPr="005E7CB6">
                <w:rPr>
                  <w:rFonts w:cs="Calibri"/>
                  <w:lang w:val="es-ES" w:eastAsia="es-ES"/>
                </w:rPr>
                <w:t>1483</w:t>
              </w:r>
            </w:hyperlink>
            <w:r w:rsidRPr="005E7CB6">
              <w:rPr>
                <w:rFonts w:cs="Calibri"/>
                <w:lang w:val="es-ES" w:eastAsia="es-ES"/>
              </w:rPr>
              <w:t xml:space="preserve"> – </w:t>
            </w:r>
            <w:hyperlink r:id="rId779" w:tooltip="1498" w:history="1">
              <w:r w:rsidRPr="005E7CB6">
                <w:rPr>
                  <w:rFonts w:cs="Calibri"/>
                  <w:lang w:val="es-ES" w:eastAsia="es-ES"/>
                </w:rPr>
                <w:t>1498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80" w:tooltip="Maison capétienne de Valois" w:history="1">
              <w:r w:rsidRPr="005E7CB6">
                <w:rPr>
                  <w:rFonts w:cs="Calibri"/>
                  <w:lang w:val="es-ES" w:eastAsia="es-ES"/>
                </w:rPr>
                <w:t>Valois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Louis XI, le </w:t>
            </w:r>
            <w:hyperlink r:id="rId781" w:tooltip="30 août" w:history="1">
              <w:r w:rsidRPr="005E7CB6">
                <w:rPr>
                  <w:rFonts w:cs="Calibri"/>
                  <w:lang w:eastAsia="es-ES"/>
                </w:rPr>
                <w:t>30</w:t>
              </w:r>
            </w:hyperlink>
            <w:r w:rsidRPr="005E7CB6">
              <w:rPr>
                <w:rFonts w:cs="Calibri"/>
                <w:lang w:eastAsia="es-ES"/>
              </w:rPr>
              <w:t> </w:t>
            </w:r>
            <w:hyperlink r:id="rId782" w:tooltip="Août" w:history="1">
              <w:r w:rsidRPr="005E7CB6">
                <w:rPr>
                  <w:rFonts w:cs="Calibri"/>
                  <w:lang w:eastAsia="es-ES"/>
                </w:rPr>
                <w:t>août</w:t>
              </w:r>
            </w:hyperlink>
            <w:r w:rsidRPr="005E7CB6">
              <w:rPr>
                <w:rFonts w:cs="Calibri"/>
                <w:lang w:eastAsia="es-ES"/>
              </w:rPr>
              <w:t> </w:t>
            </w:r>
            <w:hyperlink r:id="rId783" w:tooltip="1483" w:history="1">
              <w:r w:rsidRPr="005E7CB6">
                <w:rPr>
                  <w:rFonts w:cs="Calibri"/>
                  <w:lang w:eastAsia="es-ES"/>
                </w:rPr>
                <w:t>1483</w:t>
              </w:r>
            </w:hyperlink>
            <w:r w:rsidRPr="005E7CB6">
              <w:rPr>
                <w:rFonts w:cs="Calibri"/>
                <w:lang w:eastAsia="es-ES"/>
              </w:rPr>
              <w:t xml:space="preserve">. Est sacré à Reims le </w:t>
            </w:r>
            <w:hyperlink r:id="rId784" w:tooltip="30 mai" w:history="1">
              <w:r w:rsidRPr="005E7CB6">
                <w:rPr>
                  <w:rFonts w:cs="Calibri"/>
                  <w:lang w:eastAsia="es-ES"/>
                </w:rPr>
                <w:t>30</w:t>
              </w:r>
            </w:hyperlink>
            <w:r w:rsidRPr="005E7CB6">
              <w:rPr>
                <w:rFonts w:cs="Calibri"/>
                <w:lang w:eastAsia="es-ES"/>
              </w:rPr>
              <w:t> </w:t>
            </w:r>
            <w:hyperlink r:id="rId785" w:tooltip="Mai" w:history="1">
              <w:r w:rsidRPr="005E7CB6">
                <w:rPr>
                  <w:rFonts w:cs="Calibri"/>
                  <w:lang w:eastAsia="es-ES"/>
                </w:rPr>
                <w:t>mai</w:t>
              </w:r>
            </w:hyperlink>
            <w:r w:rsidRPr="005E7CB6">
              <w:rPr>
                <w:rFonts w:cs="Calibri"/>
                <w:lang w:eastAsia="es-ES"/>
              </w:rPr>
              <w:t> </w:t>
            </w:r>
            <w:hyperlink r:id="rId786" w:tooltip="1484" w:history="1">
              <w:r w:rsidRPr="005E7CB6">
                <w:rPr>
                  <w:rFonts w:cs="Calibri"/>
                  <w:lang w:eastAsia="es-ES"/>
                </w:rPr>
                <w:t>1484</w:t>
              </w:r>
            </w:hyperlink>
            <w:r w:rsidRPr="005E7CB6">
              <w:rPr>
                <w:rFonts w:cs="Calibri"/>
                <w:lang w:eastAsia="es-ES"/>
              </w:rPr>
              <w:t xml:space="preserve">. Meurt accidentellement le </w:t>
            </w:r>
            <w:hyperlink r:id="rId787" w:tooltip="7 avril" w:history="1">
              <w:r w:rsidRPr="005E7CB6">
                <w:rPr>
                  <w:rFonts w:cs="Calibri"/>
                  <w:lang w:eastAsia="es-ES"/>
                </w:rPr>
                <w:t>7</w:t>
              </w:r>
            </w:hyperlink>
            <w:r w:rsidRPr="005E7CB6">
              <w:rPr>
                <w:rFonts w:cs="Calibri"/>
                <w:lang w:eastAsia="es-ES"/>
              </w:rPr>
              <w:t> </w:t>
            </w:r>
            <w:hyperlink r:id="rId788" w:tooltip="Avril" w:history="1">
              <w:r w:rsidRPr="005E7CB6">
                <w:rPr>
                  <w:rFonts w:cs="Calibri"/>
                  <w:lang w:eastAsia="es-ES"/>
                </w:rPr>
                <w:t>avril</w:t>
              </w:r>
            </w:hyperlink>
            <w:r w:rsidRPr="005E7CB6">
              <w:rPr>
                <w:rFonts w:cs="Calibri"/>
                <w:lang w:eastAsia="es-ES"/>
              </w:rPr>
              <w:t> </w:t>
            </w:r>
            <w:hyperlink r:id="rId789" w:tooltip="1498" w:history="1">
              <w:r w:rsidRPr="005E7CB6">
                <w:rPr>
                  <w:rFonts w:cs="Calibri"/>
                  <w:lang w:eastAsia="es-ES"/>
                </w:rPr>
                <w:t>1498</w:t>
              </w:r>
            </w:hyperlink>
            <w:r w:rsidRPr="005E7CB6">
              <w:rPr>
                <w:rFonts w:cs="Calibri"/>
                <w:lang w:eastAsia="es-ES"/>
              </w:rPr>
              <w:t xml:space="preserve"> sans descendance mâle pour lui succéder.</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90" w:tooltip="&quot;Louis XII&quot; " w:history="1">
              <w:r w:rsidRPr="005E7CB6">
                <w:rPr>
                  <w:rFonts w:cs="Calibri"/>
                  <w:noProof/>
                  <w:lang w:val="es-ES" w:eastAsia="es-ES"/>
                </w:rPr>
                <w:pict>
                  <v:shape id="Imagen 111" o:spid="_x0000_i1097" type="#_x0000_t75" alt="Louis XII" href="http://fr.wikipedia.org/wiki/Fichier:Ludvig_XII_av_Frankrike_p%C3%A5_m%C3%A5lning_fr%C3%A5n_1500-talet.j" title="&quot;Louis XII&quot;" style="width:60pt;height:87pt;visibility:visible" o:button="t">
                    <v:fill o:detectmouseclick="t"/>
                    <v:imagedata r:id="rId79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792" w:tooltip="Louis XII de France" w:history="1">
              <w:r w:rsidRPr="005E7CB6">
                <w:rPr>
                  <w:rFonts w:cs="Calibri"/>
                  <w:lang w:eastAsia="es-ES"/>
                </w:rPr>
                <w:t>Louis XII</w:t>
              </w:r>
            </w:hyperlink>
            <w:r w:rsidRPr="005E7CB6">
              <w:rPr>
                <w:rFonts w:cs="Calibri"/>
                <w:lang w:eastAsia="es-ES"/>
              </w:rPr>
              <w:t xml:space="preserve"> </w:t>
            </w:r>
            <w:r w:rsidRPr="005E7CB6">
              <w:rPr>
                <w:rFonts w:cs="Calibri"/>
                <w:i/>
                <w:iCs/>
                <w:lang w:eastAsia="es-ES"/>
              </w:rPr>
              <w:t>le Père du Peuple</w:t>
            </w:r>
            <w:r w:rsidRPr="005E7CB6">
              <w:rPr>
                <w:rFonts w:cs="Calibri"/>
                <w:lang w:eastAsia="es-ES"/>
              </w:rPr>
              <w:br/>
              <w:t>(27 juin 1462 – 1</w:t>
            </w:r>
            <w:r w:rsidRPr="005E7CB6">
              <w:rPr>
                <w:rFonts w:cs="Calibri"/>
                <w:vertAlign w:val="superscript"/>
                <w:lang w:eastAsia="es-ES"/>
              </w:rPr>
              <w:t>er</w:t>
            </w:r>
            <w:r w:rsidRPr="005E7CB6">
              <w:rPr>
                <w:rFonts w:cs="Calibri"/>
                <w:lang w:eastAsia="es-ES"/>
              </w:rPr>
              <w:t xml:space="preserve"> janvier 1515)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93" w:tooltip="1498" w:history="1">
              <w:r w:rsidRPr="005E7CB6">
                <w:rPr>
                  <w:rFonts w:cs="Calibri"/>
                  <w:lang w:val="es-ES" w:eastAsia="es-ES"/>
                </w:rPr>
                <w:t>1498</w:t>
              </w:r>
            </w:hyperlink>
            <w:r w:rsidRPr="005E7CB6">
              <w:rPr>
                <w:rFonts w:cs="Calibri"/>
                <w:lang w:val="es-ES" w:eastAsia="es-ES"/>
              </w:rPr>
              <w:t xml:space="preserve"> – </w:t>
            </w:r>
            <w:hyperlink r:id="rId794" w:tooltip="1515" w:history="1">
              <w:r w:rsidRPr="005E7CB6">
                <w:rPr>
                  <w:rFonts w:cs="Calibri"/>
                  <w:lang w:val="es-ES" w:eastAsia="es-ES"/>
                </w:rPr>
                <w:t>1515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795" w:tooltip="Maison capétienne de Valois" w:history="1">
              <w:r w:rsidRPr="005E7CB6">
                <w:rPr>
                  <w:rFonts w:cs="Calibri"/>
                  <w:lang w:val="es-ES" w:eastAsia="es-ES"/>
                </w:rPr>
                <w:t>Valois-Orléans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cousin Charles VIII, le </w:t>
            </w:r>
            <w:hyperlink r:id="rId796" w:tooltip="7 avril" w:history="1">
              <w:r w:rsidRPr="005E7CB6">
                <w:rPr>
                  <w:rFonts w:cs="Calibri"/>
                  <w:lang w:eastAsia="es-ES"/>
                </w:rPr>
                <w:t>7</w:t>
              </w:r>
            </w:hyperlink>
            <w:r w:rsidRPr="005E7CB6">
              <w:rPr>
                <w:rFonts w:cs="Calibri"/>
                <w:lang w:eastAsia="es-ES"/>
              </w:rPr>
              <w:t> </w:t>
            </w:r>
            <w:hyperlink r:id="rId797" w:tooltip="Avril" w:history="1">
              <w:r w:rsidRPr="005E7CB6">
                <w:rPr>
                  <w:rFonts w:cs="Calibri"/>
                  <w:lang w:eastAsia="es-ES"/>
                </w:rPr>
                <w:t>avril</w:t>
              </w:r>
            </w:hyperlink>
            <w:r w:rsidRPr="005E7CB6">
              <w:rPr>
                <w:rFonts w:cs="Calibri"/>
                <w:lang w:eastAsia="es-ES"/>
              </w:rPr>
              <w:t> </w:t>
            </w:r>
            <w:hyperlink r:id="rId798" w:tooltip="1498" w:history="1">
              <w:r w:rsidRPr="005E7CB6">
                <w:rPr>
                  <w:rFonts w:cs="Calibri"/>
                  <w:lang w:eastAsia="es-ES"/>
                </w:rPr>
                <w:t>1498</w:t>
              </w:r>
            </w:hyperlink>
            <w:r w:rsidRPr="005E7CB6">
              <w:rPr>
                <w:rFonts w:cs="Calibri"/>
                <w:lang w:eastAsia="es-ES"/>
              </w:rPr>
              <w:t xml:space="preserve">. Est sacré à Reims le </w:t>
            </w:r>
            <w:hyperlink r:id="rId799" w:tooltip="27 mai" w:history="1">
              <w:r w:rsidRPr="005E7CB6">
                <w:rPr>
                  <w:rFonts w:cs="Calibri"/>
                  <w:lang w:eastAsia="es-ES"/>
                </w:rPr>
                <w:t>27</w:t>
              </w:r>
            </w:hyperlink>
            <w:r w:rsidRPr="005E7CB6">
              <w:rPr>
                <w:rFonts w:cs="Calibri"/>
                <w:lang w:eastAsia="es-ES"/>
              </w:rPr>
              <w:t> </w:t>
            </w:r>
            <w:hyperlink r:id="rId800" w:tooltip="Mai" w:history="1">
              <w:r w:rsidRPr="005E7CB6">
                <w:rPr>
                  <w:rFonts w:cs="Calibri"/>
                  <w:lang w:eastAsia="es-ES"/>
                </w:rPr>
                <w:t>mai</w:t>
              </w:r>
            </w:hyperlink>
            <w:r w:rsidRPr="005E7CB6">
              <w:rPr>
                <w:rFonts w:cs="Calibri"/>
                <w:lang w:eastAsia="es-ES"/>
              </w:rPr>
              <w:t> </w:t>
            </w:r>
            <w:hyperlink r:id="rId801" w:tooltip="1498" w:history="1">
              <w:r w:rsidRPr="005E7CB6">
                <w:rPr>
                  <w:rFonts w:cs="Calibri"/>
                  <w:lang w:eastAsia="es-ES"/>
                </w:rPr>
                <w:t>1498</w:t>
              </w:r>
            </w:hyperlink>
            <w:r w:rsidRPr="005E7CB6">
              <w:rPr>
                <w:rFonts w:cs="Calibri"/>
                <w:lang w:eastAsia="es-ES"/>
              </w:rPr>
              <w:t xml:space="preserve">. Meurt le </w:t>
            </w:r>
            <w:hyperlink r:id="rId802" w:tooltip="1er janvier"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803" w:tooltip="Janvier" w:history="1">
              <w:r w:rsidRPr="005E7CB6">
                <w:rPr>
                  <w:rFonts w:cs="Calibri"/>
                  <w:lang w:eastAsia="es-ES"/>
                </w:rPr>
                <w:t>janvier</w:t>
              </w:r>
            </w:hyperlink>
            <w:r w:rsidRPr="005E7CB6">
              <w:rPr>
                <w:rFonts w:cs="Calibri"/>
                <w:lang w:eastAsia="es-ES"/>
              </w:rPr>
              <w:t> </w:t>
            </w:r>
            <w:hyperlink r:id="rId804" w:tooltip="1515" w:history="1">
              <w:r w:rsidRPr="005E7CB6">
                <w:rPr>
                  <w:rFonts w:cs="Calibri"/>
                  <w:lang w:eastAsia="es-ES"/>
                </w:rPr>
                <w:t>1515</w:t>
              </w:r>
            </w:hyperlink>
            <w:r w:rsidRPr="005E7CB6">
              <w:rPr>
                <w:rFonts w:cs="Calibri"/>
                <w:lang w:eastAsia="es-ES"/>
              </w:rPr>
              <w:t xml:space="preserve"> sans descendance mâle pour lui succéder.</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 </w:t>
            </w:r>
            <w:hyperlink r:id="rId805" w:tooltip="Louise de Savoie" w:history="1">
              <w:r w:rsidRPr="005E7CB6">
                <w:rPr>
                  <w:rFonts w:cs="Calibri"/>
                  <w:i/>
                  <w:iCs/>
                  <w:lang w:eastAsia="es-ES"/>
                </w:rPr>
                <w:t>Louise de Savoie</w:t>
              </w:r>
            </w:hyperlink>
            <w:r w:rsidRPr="005E7CB6">
              <w:rPr>
                <w:rFonts w:cs="Calibri"/>
                <w:i/>
                <w:iCs/>
                <w:lang w:eastAsia="es-ES"/>
              </w:rPr>
              <w:t>, épouse Charles de Valois, comte d'Angoulême - Deux fois régente.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06" w:tooltip="&quot;François Ier&quot; " w:history="1">
              <w:r w:rsidRPr="005E7CB6">
                <w:rPr>
                  <w:rFonts w:cs="Calibri"/>
                  <w:noProof/>
                  <w:lang w:val="es-ES" w:eastAsia="es-ES"/>
                </w:rPr>
                <w:pict>
                  <v:shape id="Imagen 112" o:spid="_x0000_i1098" type="#_x0000_t75" alt="François Ier" href="http://fr.wikipedia.org/wiki/Fichier:Francis1-1.j" title="&quot;François Ier&quot;" style="width:60pt;height:81.75pt;visibility:visible" o:button="t">
                    <v:fill o:detectmouseclick="t"/>
                    <v:imagedata r:id="rId80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08" w:tooltip="François Ier de France" w:history="1">
              <w:r w:rsidRPr="005E7CB6">
                <w:rPr>
                  <w:rFonts w:cs="Calibri"/>
                  <w:lang w:val="es-ES" w:eastAsia="es-ES"/>
                </w:rPr>
                <w:t xml:space="preserve">François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(12 septembre 1494 – 31 mars 1547)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09" w:tooltip="1515" w:history="1">
              <w:r w:rsidRPr="005E7CB6">
                <w:rPr>
                  <w:rFonts w:cs="Calibri"/>
                  <w:lang w:val="es-ES" w:eastAsia="es-ES"/>
                </w:rPr>
                <w:t>1515</w:t>
              </w:r>
            </w:hyperlink>
            <w:r w:rsidRPr="005E7CB6">
              <w:rPr>
                <w:rFonts w:cs="Calibri"/>
                <w:lang w:val="es-ES" w:eastAsia="es-ES"/>
              </w:rPr>
              <w:t xml:space="preserve"> – </w:t>
            </w:r>
            <w:hyperlink r:id="rId810" w:tooltip="1547" w:history="1">
              <w:r w:rsidRPr="005E7CB6">
                <w:rPr>
                  <w:rFonts w:cs="Calibri"/>
                  <w:lang w:val="es-ES" w:eastAsia="es-ES"/>
                </w:rPr>
                <w:t>1547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11" w:tooltip="Maison capétienne de Valois" w:history="1">
              <w:r w:rsidRPr="005E7CB6">
                <w:rPr>
                  <w:rFonts w:cs="Calibri"/>
                  <w:lang w:val="es-ES" w:eastAsia="es-ES"/>
                </w:rPr>
                <w:t>Valois-Angoulême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cousin et beau-père Louis XII, le </w:t>
            </w:r>
            <w:hyperlink r:id="rId812" w:tooltip="1er janvier"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813" w:tooltip="Janvier" w:history="1">
              <w:r w:rsidRPr="005E7CB6">
                <w:rPr>
                  <w:rFonts w:cs="Calibri"/>
                  <w:lang w:eastAsia="es-ES"/>
                </w:rPr>
                <w:t>janvier</w:t>
              </w:r>
            </w:hyperlink>
            <w:r w:rsidRPr="005E7CB6">
              <w:rPr>
                <w:rFonts w:cs="Calibri"/>
                <w:lang w:eastAsia="es-ES"/>
              </w:rPr>
              <w:t> </w:t>
            </w:r>
            <w:hyperlink r:id="rId814" w:tooltip="1515" w:history="1">
              <w:r w:rsidRPr="005E7CB6">
                <w:rPr>
                  <w:rFonts w:cs="Calibri"/>
                  <w:lang w:eastAsia="es-ES"/>
                </w:rPr>
                <w:t>1515</w:t>
              </w:r>
            </w:hyperlink>
            <w:r w:rsidRPr="005E7CB6">
              <w:rPr>
                <w:rFonts w:cs="Calibri"/>
                <w:lang w:eastAsia="es-ES"/>
              </w:rPr>
              <w:t xml:space="preserve">. Est sacré à Reims le </w:t>
            </w:r>
            <w:hyperlink r:id="rId815" w:tooltip="25 janvier" w:history="1">
              <w:r w:rsidRPr="005E7CB6">
                <w:rPr>
                  <w:rFonts w:cs="Calibri"/>
                  <w:lang w:eastAsia="es-ES"/>
                </w:rPr>
                <w:t>25</w:t>
              </w:r>
            </w:hyperlink>
            <w:r w:rsidRPr="005E7CB6">
              <w:rPr>
                <w:rFonts w:cs="Calibri"/>
                <w:lang w:eastAsia="es-ES"/>
              </w:rPr>
              <w:t> </w:t>
            </w:r>
            <w:hyperlink r:id="rId816" w:tooltip="Janvier" w:history="1">
              <w:r w:rsidRPr="005E7CB6">
                <w:rPr>
                  <w:rFonts w:cs="Calibri"/>
                  <w:lang w:eastAsia="es-ES"/>
                </w:rPr>
                <w:t>janvier</w:t>
              </w:r>
            </w:hyperlink>
            <w:r w:rsidRPr="005E7CB6">
              <w:rPr>
                <w:rFonts w:cs="Calibri"/>
                <w:lang w:eastAsia="es-ES"/>
              </w:rPr>
              <w:t> </w:t>
            </w:r>
            <w:hyperlink r:id="rId817" w:tooltip="1515" w:history="1">
              <w:r w:rsidRPr="005E7CB6">
                <w:rPr>
                  <w:rFonts w:cs="Calibri"/>
                  <w:lang w:eastAsia="es-ES"/>
                </w:rPr>
                <w:t>1515</w:t>
              </w:r>
            </w:hyperlink>
            <w:r w:rsidRPr="005E7CB6">
              <w:rPr>
                <w:rFonts w:cs="Calibri"/>
                <w:lang w:eastAsia="es-ES"/>
              </w:rPr>
              <w:t xml:space="preserve">. Meurt de </w:t>
            </w:r>
            <w:hyperlink r:id="rId818" w:tooltip="Septicémie" w:history="1">
              <w:r w:rsidRPr="005E7CB6">
                <w:rPr>
                  <w:rFonts w:cs="Calibri"/>
                  <w:lang w:eastAsia="es-ES"/>
                </w:rPr>
                <w:t>septicémie</w:t>
              </w:r>
            </w:hyperlink>
            <w:r w:rsidRPr="005E7CB6">
              <w:rPr>
                <w:rFonts w:cs="Calibri"/>
                <w:lang w:eastAsia="es-ES"/>
              </w:rPr>
              <w:t xml:space="preserve"> le </w:t>
            </w:r>
            <w:hyperlink r:id="rId819" w:tooltip="31 mars" w:history="1">
              <w:r w:rsidRPr="005E7CB6">
                <w:rPr>
                  <w:rFonts w:cs="Calibri"/>
                  <w:lang w:eastAsia="es-ES"/>
                </w:rPr>
                <w:t>31</w:t>
              </w:r>
            </w:hyperlink>
            <w:r w:rsidRPr="005E7CB6">
              <w:rPr>
                <w:rFonts w:cs="Calibri"/>
                <w:lang w:eastAsia="es-ES"/>
              </w:rPr>
              <w:t> </w:t>
            </w:r>
            <w:hyperlink r:id="rId820" w:tooltip="Mars (mois)" w:history="1">
              <w:r w:rsidRPr="005E7CB6">
                <w:rPr>
                  <w:rFonts w:cs="Calibri"/>
                  <w:lang w:eastAsia="es-ES"/>
                </w:rPr>
                <w:t>mars</w:t>
              </w:r>
            </w:hyperlink>
            <w:r w:rsidRPr="005E7CB6">
              <w:rPr>
                <w:rFonts w:cs="Calibri"/>
                <w:lang w:eastAsia="es-ES"/>
              </w:rPr>
              <w:t> </w:t>
            </w:r>
            <w:hyperlink r:id="rId821" w:tooltip="1547" w:history="1">
              <w:r w:rsidRPr="005E7CB6">
                <w:rPr>
                  <w:rFonts w:cs="Calibri"/>
                  <w:lang w:eastAsia="es-ES"/>
                </w:rPr>
                <w:t>1547</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22" w:tooltip="&quot;Henri II&quot; " w:history="1">
              <w:r w:rsidRPr="005E7CB6">
                <w:rPr>
                  <w:rFonts w:cs="Calibri"/>
                  <w:noProof/>
                  <w:lang w:val="es-ES" w:eastAsia="es-ES"/>
                </w:rPr>
                <w:pict>
                  <v:shape id="Imagen 113" o:spid="_x0000_i1099" type="#_x0000_t75" alt="Henri II" href="http://fr.wikipedia.org/wiki/Fichier:Henri2.j" title="&quot;Henri II&quot;" style="width:60pt;height:102.75pt;visibility:visible" o:button="t">
                    <v:fill o:detectmouseclick="t"/>
                    <v:imagedata r:id="rId823"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24" w:tooltip="Henri II de France" w:history="1">
              <w:r w:rsidRPr="005E7CB6">
                <w:rPr>
                  <w:rFonts w:cs="Calibri"/>
                  <w:lang w:val="es-ES" w:eastAsia="es-ES"/>
                </w:rPr>
                <w:t>Henri II</w:t>
              </w:r>
            </w:hyperlink>
            <w:r w:rsidRPr="005E7CB6">
              <w:rPr>
                <w:rFonts w:cs="Calibri"/>
                <w:lang w:val="es-ES" w:eastAsia="es-ES"/>
              </w:rPr>
              <w:br/>
              <w:t>(31 mars 1519 – 10 juillet 1559)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25" w:tooltip="1547" w:history="1">
              <w:r w:rsidRPr="005E7CB6">
                <w:rPr>
                  <w:rFonts w:cs="Calibri"/>
                  <w:lang w:val="es-ES" w:eastAsia="es-ES"/>
                </w:rPr>
                <w:t>1547</w:t>
              </w:r>
            </w:hyperlink>
            <w:r w:rsidRPr="005E7CB6">
              <w:rPr>
                <w:rFonts w:cs="Calibri"/>
                <w:lang w:val="es-ES" w:eastAsia="es-ES"/>
              </w:rPr>
              <w:t xml:space="preserve"> – </w:t>
            </w:r>
            <w:hyperlink r:id="rId826" w:tooltip="1559" w:history="1">
              <w:r w:rsidRPr="005E7CB6">
                <w:rPr>
                  <w:rFonts w:cs="Calibri"/>
                  <w:lang w:val="es-ES" w:eastAsia="es-ES"/>
                </w:rPr>
                <w:t>1559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27" w:tooltip="Maison capétienne de Valois" w:history="1">
              <w:r w:rsidRPr="005E7CB6">
                <w:rPr>
                  <w:rFonts w:cs="Calibri"/>
                  <w:lang w:val="es-ES" w:eastAsia="es-ES"/>
                </w:rPr>
                <w:t>Valois-Angoulême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François </w:t>
            </w:r>
            <w:r w:rsidRPr="005E7CB6">
              <w:rPr>
                <w:rFonts w:cs="Calibri"/>
                <w:caps/>
                <w:smallCaps/>
                <w:lang w:eastAsia="es-ES"/>
              </w:rPr>
              <w:t>I</w:t>
            </w:r>
            <w:r w:rsidRPr="005E7CB6">
              <w:rPr>
                <w:rFonts w:cs="Calibri"/>
                <w:vertAlign w:val="superscript"/>
                <w:lang w:eastAsia="es-ES"/>
              </w:rPr>
              <w:t>er</w:t>
            </w:r>
            <w:r w:rsidRPr="005E7CB6">
              <w:rPr>
                <w:rFonts w:cs="Calibri"/>
                <w:lang w:eastAsia="es-ES"/>
              </w:rPr>
              <w:t xml:space="preserve">, le </w:t>
            </w:r>
            <w:hyperlink r:id="rId828" w:tooltip="31 mars" w:history="1">
              <w:r w:rsidRPr="005E7CB6">
                <w:rPr>
                  <w:rFonts w:cs="Calibri"/>
                  <w:lang w:eastAsia="es-ES"/>
                </w:rPr>
                <w:t>31</w:t>
              </w:r>
            </w:hyperlink>
            <w:r w:rsidRPr="005E7CB6">
              <w:rPr>
                <w:rFonts w:cs="Calibri"/>
                <w:lang w:eastAsia="es-ES"/>
              </w:rPr>
              <w:t> </w:t>
            </w:r>
            <w:hyperlink r:id="rId829" w:tooltip="Mars (mois)" w:history="1">
              <w:r w:rsidRPr="005E7CB6">
                <w:rPr>
                  <w:rFonts w:cs="Calibri"/>
                  <w:lang w:eastAsia="es-ES"/>
                </w:rPr>
                <w:t>mars</w:t>
              </w:r>
            </w:hyperlink>
            <w:r w:rsidRPr="005E7CB6">
              <w:rPr>
                <w:rFonts w:cs="Calibri"/>
                <w:lang w:eastAsia="es-ES"/>
              </w:rPr>
              <w:t> </w:t>
            </w:r>
            <w:hyperlink r:id="rId830" w:tooltip="1547" w:history="1">
              <w:r w:rsidRPr="005E7CB6">
                <w:rPr>
                  <w:rFonts w:cs="Calibri"/>
                  <w:lang w:eastAsia="es-ES"/>
                </w:rPr>
                <w:t>1547</w:t>
              </w:r>
            </w:hyperlink>
            <w:r w:rsidRPr="005E7CB6">
              <w:rPr>
                <w:rFonts w:cs="Calibri"/>
                <w:lang w:eastAsia="es-ES"/>
              </w:rPr>
              <w:t xml:space="preserve">. Est sacré à Reims le </w:t>
            </w:r>
            <w:hyperlink r:id="rId831" w:tooltip="26 juillet" w:history="1">
              <w:r w:rsidRPr="005E7CB6">
                <w:rPr>
                  <w:rFonts w:cs="Calibri"/>
                  <w:lang w:eastAsia="es-ES"/>
                </w:rPr>
                <w:t>26</w:t>
              </w:r>
            </w:hyperlink>
            <w:r w:rsidRPr="005E7CB6">
              <w:rPr>
                <w:rFonts w:cs="Calibri"/>
                <w:lang w:eastAsia="es-ES"/>
              </w:rPr>
              <w:t> </w:t>
            </w:r>
            <w:hyperlink r:id="rId832" w:tooltip="Juillet" w:history="1">
              <w:r w:rsidRPr="005E7CB6">
                <w:rPr>
                  <w:rFonts w:cs="Calibri"/>
                  <w:lang w:eastAsia="es-ES"/>
                </w:rPr>
                <w:t>juillet</w:t>
              </w:r>
            </w:hyperlink>
            <w:r w:rsidRPr="005E7CB6">
              <w:rPr>
                <w:rFonts w:cs="Calibri"/>
                <w:lang w:eastAsia="es-ES"/>
              </w:rPr>
              <w:t> </w:t>
            </w:r>
            <w:hyperlink r:id="rId833" w:tooltip="1547" w:history="1">
              <w:r w:rsidRPr="005E7CB6">
                <w:rPr>
                  <w:rFonts w:cs="Calibri"/>
                  <w:lang w:eastAsia="es-ES"/>
                </w:rPr>
                <w:t>1547</w:t>
              </w:r>
            </w:hyperlink>
            <w:r w:rsidRPr="005E7CB6">
              <w:rPr>
                <w:rFonts w:cs="Calibri"/>
                <w:lang w:eastAsia="es-ES"/>
              </w:rPr>
              <w:t xml:space="preserve">. Meurt le </w:t>
            </w:r>
            <w:hyperlink r:id="rId834" w:tooltip="10 juillet" w:history="1">
              <w:r w:rsidRPr="005E7CB6">
                <w:rPr>
                  <w:rFonts w:cs="Calibri"/>
                  <w:lang w:eastAsia="es-ES"/>
                </w:rPr>
                <w:t>10</w:t>
              </w:r>
            </w:hyperlink>
            <w:r w:rsidRPr="005E7CB6">
              <w:rPr>
                <w:rFonts w:cs="Calibri"/>
                <w:lang w:eastAsia="es-ES"/>
              </w:rPr>
              <w:t> </w:t>
            </w:r>
            <w:hyperlink r:id="rId835" w:tooltip="Juillet" w:history="1">
              <w:r w:rsidRPr="005E7CB6">
                <w:rPr>
                  <w:rFonts w:cs="Calibri"/>
                  <w:lang w:eastAsia="es-ES"/>
                </w:rPr>
                <w:t>juillet</w:t>
              </w:r>
            </w:hyperlink>
            <w:r w:rsidRPr="005E7CB6">
              <w:rPr>
                <w:rFonts w:cs="Calibri"/>
                <w:lang w:eastAsia="es-ES"/>
              </w:rPr>
              <w:t> </w:t>
            </w:r>
            <w:hyperlink r:id="rId836" w:tooltip="1559" w:history="1">
              <w:r w:rsidRPr="005E7CB6">
                <w:rPr>
                  <w:rFonts w:cs="Calibri"/>
                  <w:lang w:eastAsia="es-ES"/>
                </w:rPr>
                <w:t>1559</w:t>
              </w:r>
            </w:hyperlink>
            <w:r w:rsidRPr="005E7CB6">
              <w:rPr>
                <w:rFonts w:cs="Calibri"/>
                <w:lang w:eastAsia="es-ES"/>
              </w:rPr>
              <w:t xml:space="preserve"> des suites d'une blessure reçue en tournoi.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59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37" w:tooltip="&quot;François II&quot; " w:history="1">
              <w:r w:rsidRPr="005E7CB6">
                <w:rPr>
                  <w:rFonts w:cs="Calibri"/>
                  <w:noProof/>
                  <w:lang w:val="es-ES" w:eastAsia="es-ES"/>
                </w:rPr>
                <w:pict>
                  <v:shape id="Imagen 114" o:spid="_x0000_i1100" type="#_x0000_t75" alt="François II" href="http://fr.wikipedia.org/wiki/Fichier:FrancoisII.j" title="&quot;François II&quot;" style="width:60pt;height:87pt;visibility:visible" o:button="t">
                    <v:fill o:detectmouseclick="t"/>
                    <v:imagedata r:id="rId83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39" w:tooltip="François II de France" w:history="1">
              <w:r w:rsidRPr="005E7CB6">
                <w:rPr>
                  <w:rFonts w:cs="Calibri"/>
                  <w:lang w:val="es-ES" w:eastAsia="es-ES"/>
                </w:rPr>
                <w:t>François II</w:t>
              </w:r>
            </w:hyperlink>
            <w:r w:rsidRPr="005E7CB6">
              <w:rPr>
                <w:rFonts w:cs="Calibri"/>
                <w:lang w:val="es-ES" w:eastAsia="es-ES"/>
              </w:rPr>
              <w:br/>
              <w:t>(19 janvier 1544 – 5 décembre 1560)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40" w:tooltip="1559" w:history="1">
              <w:r w:rsidRPr="005E7CB6">
                <w:rPr>
                  <w:rFonts w:cs="Calibri"/>
                  <w:lang w:val="es-ES" w:eastAsia="es-ES"/>
                </w:rPr>
                <w:t>1559</w:t>
              </w:r>
            </w:hyperlink>
            <w:r w:rsidRPr="005E7CB6">
              <w:rPr>
                <w:rFonts w:cs="Calibri"/>
                <w:lang w:val="es-ES" w:eastAsia="es-ES"/>
              </w:rPr>
              <w:t xml:space="preserve"> – </w:t>
            </w:r>
            <w:hyperlink r:id="rId841" w:tooltip="1560" w:history="1">
              <w:r w:rsidRPr="005E7CB6">
                <w:rPr>
                  <w:rFonts w:cs="Calibri"/>
                  <w:lang w:val="es-ES" w:eastAsia="es-ES"/>
                </w:rPr>
                <w:t>1560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42" w:tooltip="Maison capétienne de Valois" w:history="1">
              <w:r w:rsidRPr="005E7CB6">
                <w:rPr>
                  <w:rFonts w:cs="Calibri"/>
                  <w:lang w:val="es-ES" w:eastAsia="es-ES"/>
                </w:rPr>
                <w:t>Valois-Angoulême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père Henri II, le </w:t>
            </w:r>
            <w:hyperlink r:id="rId843" w:tooltip="10 juillet" w:history="1">
              <w:r w:rsidRPr="005E7CB6">
                <w:rPr>
                  <w:rFonts w:cs="Calibri"/>
                  <w:lang w:eastAsia="es-ES"/>
                </w:rPr>
                <w:t>10</w:t>
              </w:r>
            </w:hyperlink>
            <w:r w:rsidRPr="005E7CB6">
              <w:rPr>
                <w:rFonts w:cs="Calibri"/>
                <w:lang w:eastAsia="es-ES"/>
              </w:rPr>
              <w:t> </w:t>
            </w:r>
            <w:hyperlink r:id="rId844" w:tooltip="Juillet" w:history="1">
              <w:r w:rsidRPr="005E7CB6">
                <w:rPr>
                  <w:rFonts w:cs="Calibri"/>
                  <w:lang w:eastAsia="es-ES"/>
                </w:rPr>
                <w:t>juillet</w:t>
              </w:r>
            </w:hyperlink>
            <w:r w:rsidRPr="005E7CB6">
              <w:rPr>
                <w:rFonts w:cs="Calibri"/>
                <w:lang w:eastAsia="es-ES"/>
              </w:rPr>
              <w:t> </w:t>
            </w:r>
            <w:hyperlink r:id="rId845" w:tooltip="1559" w:history="1">
              <w:r w:rsidRPr="005E7CB6">
                <w:rPr>
                  <w:rFonts w:cs="Calibri"/>
                  <w:lang w:eastAsia="es-ES"/>
                </w:rPr>
                <w:t>1559</w:t>
              </w:r>
            </w:hyperlink>
            <w:r w:rsidRPr="005E7CB6">
              <w:rPr>
                <w:rFonts w:cs="Calibri"/>
                <w:lang w:eastAsia="es-ES"/>
              </w:rPr>
              <w:t xml:space="preserve">. Est sacré à Reims le </w:t>
            </w:r>
            <w:hyperlink r:id="rId846" w:tooltip="18 septembre" w:history="1">
              <w:r w:rsidRPr="005E7CB6">
                <w:rPr>
                  <w:rFonts w:cs="Calibri"/>
                  <w:lang w:eastAsia="es-ES"/>
                </w:rPr>
                <w:t>18</w:t>
              </w:r>
            </w:hyperlink>
            <w:r w:rsidRPr="005E7CB6">
              <w:rPr>
                <w:rFonts w:cs="Calibri"/>
                <w:lang w:eastAsia="es-ES"/>
              </w:rPr>
              <w:t> </w:t>
            </w:r>
            <w:hyperlink r:id="rId847" w:tooltip="Septembre" w:history="1">
              <w:r w:rsidRPr="005E7CB6">
                <w:rPr>
                  <w:rFonts w:cs="Calibri"/>
                  <w:lang w:eastAsia="es-ES"/>
                </w:rPr>
                <w:t>septembre</w:t>
              </w:r>
            </w:hyperlink>
            <w:r w:rsidRPr="005E7CB6">
              <w:rPr>
                <w:rFonts w:cs="Calibri"/>
                <w:lang w:eastAsia="es-ES"/>
              </w:rPr>
              <w:t> </w:t>
            </w:r>
            <w:hyperlink r:id="rId848" w:tooltip="1559" w:history="1">
              <w:r w:rsidRPr="005E7CB6">
                <w:rPr>
                  <w:rFonts w:cs="Calibri"/>
                  <w:lang w:eastAsia="es-ES"/>
                </w:rPr>
                <w:t>1559</w:t>
              </w:r>
            </w:hyperlink>
            <w:r w:rsidRPr="005E7CB6">
              <w:rPr>
                <w:rFonts w:cs="Calibri"/>
                <w:lang w:eastAsia="es-ES"/>
              </w:rPr>
              <w:t xml:space="preserve">. Meurt de maladie le </w:t>
            </w:r>
            <w:hyperlink r:id="rId849" w:tooltip="5 décembre" w:history="1">
              <w:r w:rsidRPr="005E7CB6">
                <w:rPr>
                  <w:rFonts w:cs="Calibri"/>
                  <w:lang w:eastAsia="es-ES"/>
                </w:rPr>
                <w:t>5</w:t>
              </w:r>
            </w:hyperlink>
            <w:r w:rsidRPr="005E7CB6">
              <w:rPr>
                <w:rFonts w:cs="Calibri"/>
                <w:lang w:eastAsia="es-ES"/>
              </w:rPr>
              <w:t> </w:t>
            </w:r>
            <w:hyperlink r:id="rId850" w:tooltip="Décembre" w:history="1">
              <w:r w:rsidRPr="005E7CB6">
                <w:rPr>
                  <w:rFonts w:cs="Calibri"/>
                  <w:lang w:eastAsia="es-ES"/>
                </w:rPr>
                <w:t>décembre</w:t>
              </w:r>
            </w:hyperlink>
            <w:r w:rsidRPr="005E7CB6">
              <w:rPr>
                <w:rFonts w:cs="Calibri"/>
                <w:lang w:eastAsia="es-ES"/>
              </w:rPr>
              <w:t> </w:t>
            </w:r>
            <w:hyperlink r:id="rId851" w:tooltip="1560" w:history="1">
              <w:r w:rsidRPr="005E7CB6">
                <w:rPr>
                  <w:rFonts w:cs="Calibri"/>
                  <w:lang w:eastAsia="es-ES"/>
                </w:rPr>
                <w:t>1560</w:t>
              </w:r>
            </w:hyperlink>
            <w:r w:rsidRPr="005E7CB6">
              <w:rPr>
                <w:rFonts w:cs="Calibri"/>
                <w:lang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(1560 – 1564) : </w:t>
            </w:r>
            <w:hyperlink r:id="rId852" w:tooltip="Catherine de Médicis" w:history="1">
              <w:r w:rsidRPr="005E7CB6">
                <w:rPr>
                  <w:rFonts w:cs="Calibri"/>
                  <w:i/>
                  <w:iCs/>
                  <w:lang w:eastAsia="es-ES"/>
                </w:rPr>
                <w:t>Catherine de Médicis</w:t>
              </w:r>
            </w:hyperlink>
            <w:r w:rsidRPr="005E7CB6">
              <w:rPr>
                <w:rFonts w:cs="Calibri"/>
                <w:i/>
                <w:iCs/>
                <w:lang w:eastAsia="es-ES"/>
              </w:rPr>
              <w:t>, épouse d'Henri 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53" w:tooltip="&quot;Charles IX&quot; " w:history="1">
              <w:r w:rsidRPr="005E7CB6">
                <w:rPr>
                  <w:rFonts w:cs="Calibri"/>
                  <w:noProof/>
                  <w:lang w:val="es-ES" w:eastAsia="es-ES"/>
                </w:rPr>
                <w:pict>
                  <v:shape id="Imagen 115" o:spid="_x0000_i1101" type="#_x0000_t75" alt="Charles IX" href="http://fr.wikipedia.org/wiki/Fichier:CharlesIX.j" title="&quot;Charles IX&quot;" style="width:60pt;height:83.25pt;visibility:visible" o:button="t">
                    <v:fill o:detectmouseclick="t"/>
                    <v:imagedata r:id="rId854"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55" w:tooltip="Charles IX de France" w:history="1">
              <w:r w:rsidRPr="005E7CB6">
                <w:rPr>
                  <w:rFonts w:cs="Calibri"/>
                  <w:lang w:val="es-ES" w:eastAsia="es-ES"/>
                </w:rPr>
                <w:t>Charles IX</w:t>
              </w:r>
            </w:hyperlink>
            <w:r w:rsidRPr="005E7CB6">
              <w:rPr>
                <w:rFonts w:cs="Calibri"/>
                <w:lang w:val="es-ES" w:eastAsia="es-ES"/>
              </w:rPr>
              <w:br/>
              <w:t>(27 juin 1550 – 30 mai 1574)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56" w:tooltip="1560" w:history="1">
              <w:r w:rsidRPr="005E7CB6">
                <w:rPr>
                  <w:rFonts w:cs="Calibri"/>
                  <w:lang w:val="es-ES" w:eastAsia="es-ES"/>
                </w:rPr>
                <w:t>1560</w:t>
              </w:r>
            </w:hyperlink>
            <w:r w:rsidRPr="005E7CB6">
              <w:rPr>
                <w:rFonts w:cs="Calibri"/>
                <w:lang w:val="es-ES" w:eastAsia="es-ES"/>
              </w:rPr>
              <w:t xml:space="preserve"> – </w:t>
            </w:r>
            <w:hyperlink r:id="rId857" w:tooltip="1574" w:history="1">
              <w:r w:rsidRPr="005E7CB6">
                <w:rPr>
                  <w:rFonts w:cs="Calibri"/>
                  <w:lang w:val="es-ES" w:eastAsia="es-ES"/>
                </w:rPr>
                <w:t>1574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58" w:tooltip="Maison capétienne de Valois" w:history="1">
              <w:r w:rsidRPr="005E7CB6">
                <w:rPr>
                  <w:rFonts w:cs="Calibri"/>
                  <w:lang w:val="es-ES" w:eastAsia="es-ES"/>
                </w:rPr>
                <w:t>Valois-Angoulême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frère François II, le </w:t>
            </w:r>
            <w:hyperlink r:id="rId859" w:tooltip="5 décembre" w:history="1">
              <w:r w:rsidRPr="005E7CB6">
                <w:rPr>
                  <w:rFonts w:cs="Calibri"/>
                  <w:lang w:eastAsia="es-ES"/>
                </w:rPr>
                <w:t>5</w:t>
              </w:r>
            </w:hyperlink>
            <w:r w:rsidRPr="005E7CB6">
              <w:rPr>
                <w:rFonts w:cs="Calibri"/>
                <w:lang w:eastAsia="es-ES"/>
              </w:rPr>
              <w:t> </w:t>
            </w:r>
            <w:hyperlink r:id="rId860" w:tooltip="Décembre" w:history="1">
              <w:r w:rsidRPr="005E7CB6">
                <w:rPr>
                  <w:rFonts w:cs="Calibri"/>
                  <w:lang w:eastAsia="es-ES"/>
                </w:rPr>
                <w:t>décembre</w:t>
              </w:r>
            </w:hyperlink>
            <w:r w:rsidRPr="005E7CB6">
              <w:rPr>
                <w:rFonts w:cs="Calibri"/>
                <w:lang w:eastAsia="es-ES"/>
              </w:rPr>
              <w:t> </w:t>
            </w:r>
            <w:hyperlink r:id="rId861" w:tooltip="1560" w:history="1">
              <w:r w:rsidRPr="005E7CB6">
                <w:rPr>
                  <w:rFonts w:cs="Calibri"/>
                  <w:lang w:eastAsia="es-ES"/>
                </w:rPr>
                <w:t>1560</w:t>
              </w:r>
            </w:hyperlink>
            <w:r w:rsidRPr="005E7CB6">
              <w:rPr>
                <w:rFonts w:cs="Calibri"/>
                <w:lang w:eastAsia="es-ES"/>
              </w:rPr>
              <w:t xml:space="preserve">. Est sacré à Reims le </w:t>
            </w:r>
            <w:hyperlink r:id="rId862" w:tooltip="15 mai" w:history="1">
              <w:r w:rsidRPr="005E7CB6">
                <w:rPr>
                  <w:rFonts w:cs="Calibri"/>
                  <w:lang w:eastAsia="es-ES"/>
                </w:rPr>
                <w:t>15</w:t>
              </w:r>
            </w:hyperlink>
            <w:r w:rsidRPr="005E7CB6">
              <w:rPr>
                <w:rFonts w:cs="Calibri"/>
                <w:lang w:eastAsia="es-ES"/>
              </w:rPr>
              <w:t> </w:t>
            </w:r>
            <w:hyperlink r:id="rId863" w:tooltip="Mai" w:history="1">
              <w:r w:rsidRPr="005E7CB6">
                <w:rPr>
                  <w:rFonts w:cs="Calibri"/>
                  <w:lang w:eastAsia="es-ES"/>
                </w:rPr>
                <w:t>mai</w:t>
              </w:r>
            </w:hyperlink>
            <w:r w:rsidRPr="005E7CB6">
              <w:rPr>
                <w:rFonts w:cs="Calibri"/>
                <w:lang w:eastAsia="es-ES"/>
              </w:rPr>
              <w:t> </w:t>
            </w:r>
            <w:hyperlink r:id="rId864" w:tooltip="1561" w:history="1">
              <w:r w:rsidRPr="005E7CB6">
                <w:rPr>
                  <w:rFonts w:cs="Calibri"/>
                  <w:lang w:eastAsia="es-ES"/>
                </w:rPr>
                <w:t>1561</w:t>
              </w:r>
            </w:hyperlink>
            <w:r w:rsidRPr="005E7CB6">
              <w:rPr>
                <w:rFonts w:cs="Calibri"/>
                <w:lang w:eastAsia="es-ES"/>
              </w:rPr>
              <w:t xml:space="preserve">. Meurt de </w:t>
            </w:r>
            <w:hyperlink r:id="rId865" w:tooltip="Pleurésie" w:history="1">
              <w:r w:rsidRPr="005E7CB6">
                <w:rPr>
                  <w:rFonts w:cs="Calibri"/>
                  <w:lang w:eastAsia="es-ES"/>
                </w:rPr>
                <w:t>pleurésie</w:t>
              </w:r>
            </w:hyperlink>
            <w:r w:rsidRPr="005E7CB6">
              <w:rPr>
                <w:rFonts w:cs="Calibri"/>
                <w:lang w:eastAsia="es-ES"/>
              </w:rPr>
              <w:t xml:space="preserve"> le </w:t>
            </w:r>
            <w:hyperlink r:id="rId866" w:tooltip="30 mai" w:history="1">
              <w:r w:rsidRPr="005E7CB6">
                <w:rPr>
                  <w:rFonts w:cs="Calibri"/>
                  <w:lang w:eastAsia="es-ES"/>
                </w:rPr>
                <w:t>30</w:t>
              </w:r>
            </w:hyperlink>
            <w:r w:rsidRPr="005E7CB6">
              <w:rPr>
                <w:rFonts w:cs="Calibri"/>
                <w:lang w:eastAsia="es-ES"/>
              </w:rPr>
              <w:t> </w:t>
            </w:r>
            <w:hyperlink r:id="rId867" w:tooltip="Mai" w:history="1">
              <w:r w:rsidRPr="005E7CB6">
                <w:rPr>
                  <w:rFonts w:cs="Calibri"/>
                  <w:lang w:eastAsia="es-ES"/>
                </w:rPr>
                <w:t>mai</w:t>
              </w:r>
            </w:hyperlink>
            <w:r w:rsidRPr="005E7CB6">
              <w:rPr>
                <w:rFonts w:cs="Calibri"/>
                <w:lang w:eastAsia="es-ES"/>
              </w:rPr>
              <w:t> </w:t>
            </w:r>
            <w:hyperlink r:id="rId868" w:tooltip="1574" w:history="1">
              <w:r w:rsidRPr="005E7CB6">
                <w:rPr>
                  <w:rFonts w:cs="Calibri"/>
                  <w:lang w:eastAsia="es-ES"/>
                </w:rPr>
                <w:t>1574</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69" w:tooltip="&quot;Henri III&quot; " w:history="1">
              <w:r w:rsidRPr="005E7CB6">
                <w:rPr>
                  <w:rFonts w:cs="Calibri"/>
                  <w:noProof/>
                  <w:lang w:val="es-ES" w:eastAsia="es-ES"/>
                </w:rPr>
                <w:pict>
                  <v:shape id="Imagen 116" o:spid="_x0000_i1102" type="#_x0000_t75" alt="Henri III" href="http://fr.wikipedia.org/wiki/Fichier:Henri_III_Versailles.j" title="&quot;Henri III&quot;" style="width:60pt;height:78pt;visibility:visible" o:button="t">
                    <v:fill o:detectmouseclick="t"/>
                    <v:imagedata r:id="rId870"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71" w:tooltip="Henri III de France" w:history="1">
              <w:r w:rsidRPr="005E7CB6">
                <w:rPr>
                  <w:rFonts w:cs="Calibri"/>
                  <w:lang w:val="es-ES" w:eastAsia="es-ES"/>
                </w:rPr>
                <w:t>Henri III</w:t>
              </w:r>
            </w:hyperlink>
            <w:r w:rsidRPr="005E7CB6">
              <w:rPr>
                <w:rFonts w:cs="Calibri"/>
                <w:lang w:val="es-ES" w:eastAsia="es-ES"/>
              </w:rPr>
              <w:br/>
              <w:t>(19 septembre 1551 – 2 août 1589)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72" w:tooltip="1574" w:history="1">
              <w:r w:rsidRPr="005E7CB6">
                <w:rPr>
                  <w:rFonts w:cs="Calibri"/>
                  <w:lang w:val="es-ES" w:eastAsia="es-ES"/>
                </w:rPr>
                <w:t>1574</w:t>
              </w:r>
            </w:hyperlink>
            <w:r w:rsidRPr="005E7CB6">
              <w:rPr>
                <w:rFonts w:cs="Calibri"/>
                <w:lang w:val="es-ES" w:eastAsia="es-ES"/>
              </w:rPr>
              <w:t xml:space="preserve"> – </w:t>
            </w:r>
            <w:hyperlink r:id="rId873" w:tooltip="1589" w:history="1">
              <w:r w:rsidRPr="005E7CB6">
                <w:rPr>
                  <w:rFonts w:cs="Calibri"/>
                  <w:lang w:val="es-ES" w:eastAsia="es-ES"/>
                </w:rPr>
                <w:t>1589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74" w:tooltip="Maison capétienne de Valois" w:history="1">
              <w:r w:rsidRPr="005E7CB6">
                <w:rPr>
                  <w:rFonts w:cs="Calibri"/>
                  <w:lang w:val="es-ES" w:eastAsia="es-ES"/>
                </w:rPr>
                <w:t>Valois-Angoulême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Élu </w:t>
            </w:r>
            <w:hyperlink r:id="rId875" w:tooltip="Roi de Pologne" w:history="1">
              <w:r w:rsidRPr="005E7CB6">
                <w:rPr>
                  <w:rFonts w:cs="Calibri"/>
                  <w:lang w:eastAsia="es-ES"/>
                </w:rPr>
                <w:t>roi de Pologne</w:t>
              </w:r>
            </w:hyperlink>
            <w:r w:rsidRPr="005E7CB6">
              <w:rPr>
                <w:rFonts w:cs="Calibri"/>
                <w:lang w:eastAsia="es-ES"/>
              </w:rPr>
              <w:t xml:space="preserve"> le </w:t>
            </w:r>
            <w:hyperlink r:id="rId876" w:tooltip="11 mai" w:history="1">
              <w:r w:rsidRPr="005E7CB6">
                <w:rPr>
                  <w:rFonts w:cs="Calibri"/>
                  <w:lang w:eastAsia="es-ES"/>
                </w:rPr>
                <w:t>11</w:t>
              </w:r>
            </w:hyperlink>
            <w:r w:rsidRPr="005E7CB6">
              <w:rPr>
                <w:rFonts w:cs="Calibri"/>
                <w:lang w:eastAsia="es-ES"/>
              </w:rPr>
              <w:t> </w:t>
            </w:r>
            <w:hyperlink r:id="rId877" w:tooltip="Mai" w:history="1">
              <w:r w:rsidRPr="005E7CB6">
                <w:rPr>
                  <w:rFonts w:cs="Calibri"/>
                  <w:lang w:eastAsia="es-ES"/>
                </w:rPr>
                <w:t>mai</w:t>
              </w:r>
            </w:hyperlink>
            <w:r w:rsidRPr="005E7CB6">
              <w:rPr>
                <w:rFonts w:cs="Calibri"/>
                <w:lang w:eastAsia="es-ES"/>
              </w:rPr>
              <w:t> </w:t>
            </w:r>
            <w:hyperlink r:id="rId878" w:tooltip="1573" w:history="1">
              <w:r w:rsidRPr="005E7CB6">
                <w:rPr>
                  <w:rFonts w:cs="Calibri"/>
                  <w:lang w:eastAsia="es-ES"/>
                </w:rPr>
                <w:t>1573</w:t>
              </w:r>
            </w:hyperlink>
            <w:r w:rsidRPr="005E7CB6">
              <w:rPr>
                <w:rFonts w:cs="Calibri"/>
                <w:lang w:eastAsia="es-ES"/>
              </w:rPr>
              <w:t xml:space="preserve">, rentre en France à l'annonce de la mort de son frère Charles IX, le </w:t>
            </w:r>
            <w:hyperlink r:id="rId879" w:tooltip="30 mai" w:history="1">
              <w:r w:rsidRPr="005E7CB6">
                <w:rPr>
                  <w:rFonts w:cs="Calibri"/>
                  <w:lang w:eastAsia="es-ES"/>
                </w:rPr>
                <w:t>30</w:t>
              </w:r>
            </w:hyperlink>
            <w:r w:rsidRPr="005E7CB6">
              <w:rPr>
                <w:rFonts w:cs="Calibri"/>
                <w:lang w:eastAsia="es-ES"/>
              </w:rPr>
              <w:t> </w:t>
            </w:r>
            <w:hyperlink r:id="rId880" w:tooltip="Mai" w:history="1">
              <w:r w:rsidRPr="005E7CB6">
                <w:rPr>
                  <w:rFonts w:cs="Calibri"/>
                  <w:lang w:eastAsia="es-ES"/>
                </w:rPr>
                <w:t>mai</w:t>
              </w:r>
            </w:hyperlink>
            <w:r w:rsidRPr="005E7CB6">
              <w:rPr>
                <w:rFonts w:cs="Calibri"/>
                <w:lang w:eastAsia="es-ES"/>
              </w:rPr>
              <w:t> </w:t>
            </w:r>
            <w:hyperlink r:id="rId881" w:tooltip="1574" w:history="1">
              <w:r w:rsidRPr="005E7CB6">
                <w:rPr>
                  <w:rFonts w:cs="Calibri"/>
                  <w:lang w:eastAsia="es-ES"/>
                </w:rPr>
                <w:t>1574</w:t>
              </w:r>
            </w:hyperlink>
            <w:r w:rsidRPr="005E7CB6">
              <w:rPr>
                <w:rFonts w:cs="Calibri"/>
                <w:lang w:eastAsia="es-ES"/>
              </w:rPr>
              <w:t xml:space="preserve">. Est sacré à Reims le </w:t>
            </w:r>
            <w:hyperlink r:id="rId882" w:tooltip="13 février" w:history="1">
              <w:r w:rsidRPr="005E7CB6">
                <w:rPr>
                  <w:rFonts w:cs="Calibri"/>
                  <w:lang w:eastAsia="es-ES"/>
                </w:rPr>
                <w:t>13</w:t>
              </w:r>
            </w:hyperlink>
            <w:r w:rsidRPr="005E7CB6">
              <w:rPr>
                <w:rFonts w:cs="Calibri"/>
                <w:lang w:eastAsia="es-ES"/>
              </w:rPr>
              <w:t> </w:t>
            </w:r>
            <w:hyperlink r:id="rId883" w:tooltip="Février" w:history="1">
              <w:r w:rsidRPr="005E7CB6">
                <w:rPr>
                  <w:rFonts w:cs="Calibri"/>
                  <w:lang w:eastAsia="es-ES"/>
                </w:rPr>
                <w:t>février</w:t>
              </w:r>
            </w:hyperlink>
            <w:r w:rsidRPr="005E7CB6">
              <w:rPr>
                <w:rFonts w:cs="Calibri"/>
                <w:lang w:eastAsia="es-ES"/>
              </w:rPr>
              <w:t> </w:t>
            </w:r>
            <w:hyperlink r:id="rId884" w:tooltip="1575" w:history="1">
              <w:r w:rsidRPr="005E7CB6">
                <w:rPr>
                  <w:rFonts w:cs="Calibri"/>
                  <w:lang w:eastAsia="es-ES"/>
                </w:rPr>
                <w:t>1575</w:t>
              </w:r>
            </w:hyperlink>
            <w:r w:rsidRPr="005E7CB6">
              <w:rPr>
                <w:rFonts w:cs="Calibri"/>
                <w:lang w:eastAsia="es-ES"/>
              </w:rPr>
              <w:t xml:space="preserve">. Meurt assassiné par </w:t>
            </w:r>
            <w:hyperlink r:id="rId885" w:tooltip="Jacques Clément" w:history="1">
              <w:r w:rsidRPr="005E7CB6">
                <w:rPr>
                  <w:rFonts w:cs="Calibri"/>
                  <w:lang w:eastAsia="es-ES"/>
                </w:rPr>
                <w:t>Jacques Clément</w:t>
              </w:r>
            </w:hyperlink>
            <w:r w:rsidRPr="005E7CB6">
              <w:rPr>
                <w:rFonts w:cs="Calibri"/>
                <w:lang w:eastAsia="es-ES"/>
              </w:rPr>
              <w:t xml:space="preserve"> le </w:t>
            </w:r>
            <w:hyperlink r:id="rId886" w:tooltip="2 août" w:history="1">
              <w:r w:rsidRPr="005E7CB6">
                <w:rPr>
                  <w:rFonts w:cs="Calibri"/>
                  <w:lang w:eastAsia="es-ES"/>
                </w:rPr>
                <w:t>2</w:t>
              </w:r>
            </w:hyperlink>
            <w:r w:rsidRPr="005E7CB6">
              <w:rPr>
                <w:rFonts w:cs="Calibri"/>
                <w:lang w:eastAsia="es-ES"/>
              </w:rPr>
              <w:t> </w:t>
            </w:r>
            <w:hyperlink r:id="rId887" w:tooltip="Août" w:history="1">
              <w:r w:rsidRPr="005E7CB6">
                <w:rPr>
                  <w:rFonts w:cs="Calibri"/>
                  <w:lang w:eastAsia="es-ES"/>
                </w:rPr>
                <w:t>août</w:t>
              </w:r>
            </w:hyperlink>
            <w:r w:rsidRPr="005E7CB6">
              <w:rPr>
                <w:rFonts w:cs="Calibri"/>
                <w:lang w:eastAsia="es-ES"/>
              </w:rPr>
              <w:t> </w:t>
            </w:r>
            <w:hyperlink r:id="rId888" w:tooltip="1589" w:history="1">
              <w:r w:rsidRPr="005E7CB6">
                <w:rPr>
                  <w:rFonts w:cs="Calibri"/>
                  <w:lang w:eastAsia="es-ES"/>
                </w:rPr>
                <w:t>1589</w:t>
              </w:r>
            </w:hyperlink>
            <w:r w:rsidRPr="005E7CB6">
              <w:rPr>
                <w:rFonts w:cs="Calibri"/>
                <w:lang w:eastAsia="es-ES"/>
              </w:rPr>
              <w:t>.</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889" w:tooltip="Bourbons (dynastie française)" w:history="1">
        <w:r w:rsidRPr="000C428F">
          <w:rPr>
            <w:rFonts w:cs="Calibri"/>
            <w:b/>
            <w:bCs/>
            <w:lang w:eastAsia="es-ES"/>
          </w:rPr>
          <w:t>Bourbons</w:t>
        </w:r>
      </w:hyperlink>
      <w:r w:rsidRPr="000C428F">
        <w:rPr>
          <w:rFonts w:cs="Calibri"/>
          <w:b/>
          <w:bCs/>
          <w:lang w:eastAsia="es-ES"/>
        </w:rPr>
        <w:t xml:space="preserve"> </w:t>
      </w:r>
      <w:r w:rsidRPr="000C428F">
        <w:rPr>
          <w:rFonts w:cs="Calibri"/>
          <w:lang w:eastAsia="es-ES"/>
        </w:rPr>
        <w:t>[</w:t>
      </w:r>
      <w:hyperlink r:id="rId890" w:tooltip="Modifier la section : Bourbons" w:history="1">
        <w:r w:rsidRPr="000C428F">
          <w:rPr>
            <w:rFonts w:cs="Calibri"/>
            <w:lang w:eastAsia="es-ES"/>
          </w:rPr>
          <w:t>modifier</w:t>
        </w:r>
      </w:hyperlink>
      <w:r w:rsidRPr="000C428F">
        <w:rPr>
          <w:rFonts w:cs="Calibri"/>
          <w:lang w:eastAsia="es-ES"/>
        </w:rPr>
        <w:t>]</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81"/>
        <w:gridCol w:w="1080"/>
        <w:gridCol w:w="1080"/>
        <w:gridCol w:w="2883"/>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91" w:tooltip="&quot;Henri IV&quot; " w:history="1">
              <w:r w:rsidRPr="005E7CB6">
                <w:rPr>
                  <w:rFonts w:cs="Calibri"/>
                  <w:noProof/>
                  <w:lang w:val="es-ES" w:eastAsia="es-ES"/>
                </w:rPr>
                <w:pict>
                  <v:shape id="Imagen 117" o:spid="_x0000_i1103" type="#_x0000_t75" alt="Henri IV" href="http://fr.wikipedia.org/wiki/Fichier:HenriIV.j" title="&quot;Henri IV&quot;" style="width:60pt;height:75pt;visibility:visible" o:button="t">
                    <v:fill o:detectmouseclick="t"/>
                    <v:imagedata r:id="rId89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893" w:tooltip="Henri IV de France" w:history="1">
              <w:r w:rsidRPr="005E7CB6">
                <w:rPr>
                  <w:rFonts w:cs="Calibri"/>
                  <w:lang w:eastAsia="es-ES"/>
                </w:rPr>
                <w:t>Henri IV</w:t>
              </w:r>
            </w:hyperlink>
            <w:r w:rsidRPr="005E7CB6">
              <w:rPr>
                <w:rFonts w:cs="Calibri"/>
                <w:lang w:eastAsia="es-ES"/>
              </w:rPr>
              <w:t xml:space="preserve"> </w:t>
            </w:r>
            <w:r w:rsidRPr="005E7CB6">
              <w:rPr>
                <w:rFonts w:cs="Calibri"/>
                <w:i/>
                <w:iCs/>
                <w:lang w:eastAsia="es-ES"/>
              </w:rPr>
              <w:t>le Grand</w:t>
            </w:r>
            <w:r w:rsidRPr="005E7CB6">
              <w:rPr>
                <w:rFonts w:cs="Calibri"/>
                <w:lang w:eastAsia="es-ES"/>
              </w:rPr>
              <w:br/>
              <w:t>(13 décembre 1553 – 14 mai 1610)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94" w:tooltip="1589" w:history="1">
              <w:r w:rsidRPr="005E7CB6">
                <w:rPr>
                  <w:rFonts w:cs="Calibri"/>
                  <w:lang w:val="es-ES" w:eastAsia="es-ES"/>
                </w:rPr>
                <w:t>1589</w:t>
              </w:r>
            </w:hyperlink>
            <w:r w:rsidRPr="005E7CB6">
              <w:rPr>
                <w:rFonts w:cs="Calibri"/>
                <w:lang w:val="es-ES" w:eastAsia="es-ES"/>
              </w:rPr>
              <w:t xml:space="preserve"> – </w:t>
            </w:r>
            <w:hyperlink r:id="rId895" w:tooltip="1610" w:history="1">
              <w:r w:rsidRPr="005E7CB6">
                <w:rPr>
                  <w:rFonts w:cs="Calibri"/>
                  <w:lang w:val="es-ES" w:eastAsia="es-ES"/>
                </w:rPr>
                <w:t>1610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896"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Roi de Navarre en </w:t>
            </w:r>
            <w:hyperlink r:id="rId897" w:tooltip="1572" w:history="1">
              <w:r w:rsidRPr="005E7CB6">
                <w:rPr>
                  <w:rFonts w:cs="Calibri"/>
                  <w:lang w:eastAsia="es-ES"/>
                </w:rPr>
                <w:t>1572</w:t>
              </w:r>
            </w:hyperlink>
            <w:r w:rsidRPr="005E7CB6">
              <w:rPr>
                <w:rFonts w:cs="Calibri"/>
                <w:lang w:eastAsia="es-ES"/>
              </w:rPr>
              <w:t xml:space="preserve">, devient roi de France à la mort de son cousin Henri III, le </w:t>
            </w:r>
            <w:hyperlink r:id="rId898" w:tooltip="2 août" w:history="1">
              <w:r w:rsidRPr="005E7CB6">
                <w:rPr>
                  <w:rFonts w:cs="Calibri"/>
                  <w:lang w:eastAsia="es-ES"/>
                </w:rPr>
                <w:t>2</w:t>
              </w:r>
            </w:hyperlink>
            <w:r w:rsidRPr="005E7CB6">
              <w:rPr>
                <w:rFonts w:cs="Calibri"/>
                <w:lang w:eastAsia="es-ES"/>
              </w:rPr>
              <w:t> </w:t>
            </w:r>
            <w:hyperlink r:id="rId899" w:tooltip="Août" w:history="1">
              <w:r w:rsidRPr="005E7CB6">
                <w:rPr>
                  <w:rFonts w:cs="Calibri"/>
                  <w:lang w:eastAsia="es-ES"/>
                </w:rPr>
                <w:t>août</w:t>
              </w:r>
            </w:hyperlink>
            <w:r w:rsidRPr="005E7CB6">
              <w:rPr>
                <w:rFonts w:cs="Calibri"/>
                <w:lang w:eastAsia="es-ES"/>
              </w:rPr>
              <w:t> </w:t>
            </w:r>
            <w:hyperlink r:id="rId900" w:tooltip="1589" w:history="1">
              <w:r w:rsidRPr="005E7CB6">
                <w:rPr>
                  <w:rFonts w:cs="Calibri"/>
                  <w:lang w:eastAsia="es-ES"/>
                </w:rPr>
                <w:t>1589</w:t>
              </w:r>
            </w:hyperlink>
            <w:r w:rsidRPr="005E7CB6">
              <w:rPr>
                <w:rFonts w:cs="Calibri"/>
                <w:lang w:eastAsia="es-ES"/>
              </w:rPr>
              <w:t xml:space="preserve">, qui l'a désigné comme successeur. Abjure le </w:t>
            </w:r>
            <w:hyperlink r:id="rId901" w:tooltip="Protestantisme" w:history="1">
              <w:r w:rsidRPr="005E7CB6">
                <w:rPr>
                  <w:rFonts w:cs="Calibri"/>
                  <w:lang w:eastAsia="es-ES"/>
                </w:rPr>
                <w:t>protestantisme</w:t>
              </w:r>
            </w:hyperlink>
            <w:r w:rsidRPr="005E7CB6">
              <w:rPr>
                <w:rFonts w:cs="Calibri"/>
                <w:lang w:eastAsia="es-ES"/>
              </w:rPr>
              <w:t xml:space="preserve"> le </w:t>
            </w:r>
            <w:hyperlink r:id="rId902" w:tooltip="25 juillet" w:history="1">
              <w:r w:rsidRPr="005E7CB6">
                <w:rPr>
                  <w:rFonts w:cs="Calibri"/>
                  <w:lang w:eastAsia="es-ES"/>
                </w:rPr>
                <w:t>25</w:t>
              </w:r>
            </w:hyperlink>
            <w:r w:rsidRPr="005E7CB6">
              <w:rPr>
                <w:rFonts w:cs="Calibri"/>
                <w:lang w:eastAsia="es-ES"/>
              </w:rPr>
              <w:t> </w:t>
            </w:r>
            <w:hyperlink r:id="rId903" w:tooltip="Juillet" w:history="1">
              <w:r w:rsidRPr="005E7CB6">
                <w:rPr>
                  <w:rFonts w:cs="Calibri"/>
                  <w:lang w:eastAsia="es-ES"/>
                </w:rPr>
                <w:t>juillet</w:t>
              </w:r>
            </w:hyperlink>
            <w:r w:rsidRPr="005E7CB6">
              <w:rPr>
                <w:rFonts w:cs="Calibri"/>
                <w:lang w:eastAsia="es-ES"/>
              </w:rPr>
              <w:t> </w:t>
            </w:r>
            <w:hyperlink r:id="rId904" w:tooltip="1593" w:history="1">
              <w:r w:rsidRPr="005E7CB6">
                <w:rPr>
                  <w:rFonts w:cs="Calibri"/>
                  <w:lang w:eastAsia="es-ES"/>
                </w:rPr>
                <w:t>1593</w:t>
              </w:r>
            </w:hyperlink>
            <w:r w:rsidRPr="005E7CB6">
              <w:rPr>
                <w:rFonts w:cs="Calibri"/>
                <w:lang w:eastAsia="es-ES"/>
              </w:rPr>
              <w:t xml:space="preserve"> pour être sacré à </w:t>
            </w:r>
            <w:hyperlink r:id="rId905" w:tooltip="Cathédrale de Chartres" w:history="1">
              <w:r w:rsidRPr="005E7CB6">
                <w:rPr>
                  <w:rFonts w:cs="Calibri"/>
                  <w:lang w:eastAsia="es-ES"/>
                </w:rPr>
                <w:t>Chartres</w:t>
              </w:r>
            </w:hyperlink>
            <w:r w:rsidRPr="005E7CB6">
              <w:rPr>
                <w:rFonts w:cs="Calibri"/>
                <w:lang w:eastAsia="es-ES"/>
              </w:rPr>
              <w:t xml:space="preserve"> le </w:t>
            </w:r>
            <w:hyperlink r:id="rId906" w:tooltip="27 février" w:history="1">
              <w:r w:rsidRPr="005E7CB6">
                <w:rPr>
                  <w:rFonts w:cs="Calibri"/>
                  <w:lang w:eastAsia="es-ES"/>
                </w:rPr>
                <w:t>27</w:t>
              </w:r>
            </w:hyperlink>
            <w:r w:rsidRPr="005E7CB6">
              <w:rPr>
                <w:rFonts w:cs="Calibri"/>
                <w:lang w:eastAsia="es-ES"/>
              </w:rPr>
              <w:t> </w:t>
            </w:r>
            <w:hyperlink r:id="rId907" w:tooltip="Février" w:history="1">
              <w:r w:rsidRPr="005E7CB6">
                <w:rPr>
                  <w:rFonts w:cs="Calibri"/>
                  <w:lang w:eastAsia="es-ES"/>
                </w:rPr>
                <w:t>février</w:t>
              </w:r>
            </w:hyperlink>
            <w:r w:rsidRPr="005E7CB6">
              <w:rPr>
                <w:rFonts w:cs="Calibri"/>
                <w:lang w:eastAsia="es-ES"/>
              </w:rPr>
              <w:t> </w:t>
            </w:r>
            <w:hyperlink r:id="rId908" w:tooltip="1594" w:history="1">
              <w:r w:rsidRPr="005E7CB6">
                <w:rPr>
                  <w:rFonts w:cs="Calibri"/>
                  <w:lang w:eastAsia="es-ES"/>
                </w:rPr>
                <w:t>1594</w:t>
              </w:r>
            </w:hyperlink>
            <w:r w:rsidRPr="005E7CB6">
              <w:rPr>
                <w:rFonts w:cs="Calibri"/>
                <w:lang w:eastAsia="es-ES"/>
              </w:rPr>
              <w:t xml:space="preserve">. </w:t>
            </w:r>
            <w:r w:rsidRPr="005E7CB6">
              <w:rPr>
                <w:rFonts w:cs="Calibri"/>
                <w:lang w:val="es-ES" w:eastAsia="es-ES"/>
              </w:rPr>
              <w:t xml:space="preserve">Meurt assassiné par </w:t>
            </w:r>
            <w:hyperlink r:id="rId909" w:tooltip="François Ravaillac" w:history="1">
              <w:r w:rsidRPr="005E7CB6">
                <w:rPr>
                  <w:rFonts w:cs="Calibri"/>
                  <w:lang w:val="es-ES" w:eastAsia="es-ES"/>
                </w:rPr>
                <w:t>François Ravaillac</w:t>
              </w:r>
            </w:hyperlink>
            <w:r w:rsidRPr="005E7CB6">
              <w:rPr>
                <w:rFonts w:cs="Calibri"/>
                <w:lang w:val="es-ES" w:eastAsia="es-ES"/>
              </w:rPr>
              <w:t xml:space="preserve"> le </w:t>
            </w:r>
            <w:hyperlink r:id="rId910" w:tooltip="14 mai" w:history="1">
              <w:r w:rsidRPr="005E7CB6">
                <w:rPr>
                  <w:rFonts w:cs="Calibri"/>
                  <w:lang w:val="es-ES" w:eastAsia="es-ES"/>
                </w:rPr>
                <w:t>14</w:t>
              </w:r>
            </w:hyperlink>
            <w:r w:rsidRPr="005E7CB6">
              <w:rPr>
                <w:rFonts w:cs="Calibri"/>
                <w:lang w:val="es-ES" w:eastAsia="es-ES"/>
              </w:rPr>
              <w:t> </w:t>
            </w:r>
            <w:hyperlink r:id="rId911" w:tooltip="Mai" w:history="1">
              <w:r w:rsidRPr="005E7CB6">
                <w:rPr>
                  <w:rFonts w:cs="Calibri"/>
                  <w:lang w:val="es-ES" w:eastAsia="es-ES"/>
                </w:rPr>
                <w:t>mai</w:t>
              </w:r>
            </w:hyperlink>
            <w:r w:rsidRPr="005E7CB6">
              <w:rPr>
                <w:rFonts w:cs="Calibri"/>
                <w:lang w:val="es-ES" w:eastAsia="es-ES"/>
              </w:rPr>
              <w:t> </w:t>
            </w:r>
            <w:hyperlink r:id="rId912" w:tooltip="1610" w:history="1">
              <w:r w:rsidRPr="005E7CB6">
                <w:rPr>
                  <w:rFonts w:cs="Calibri"/>
                  <w:lang w:val="es-ES" w:eastAsia="es-ES"/>
                </w:rPr>
                <w:t>1610</w:t>
              </w:r>
            </w:hyperlink>
            <w:r w:rsidRPr="005E7CB6">
              <w:rPr>
                <w:rFonts w:cs="Calibri"/>
                <w:lang w:val="es-ES"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(1610 – 1617) : </w:t>
            </w:r>
            <w:hyperlink r:id="rId913" w:tooltip="Marie de Médicis" w:history="1">
              <w:r w:rsidRPr="005E7CB6">
                <w:rPr>
                  <w:rFonts w:cs="Calibri"/>
                  <w:i/>
                  <w:iCs/>
                  <w:lang w:eastAsia="es-ES"/>
                </w:rPr>
                <w:t>Marie de Médicis</w:t>
              </w:r>
            </w:hyperlink>
            <w:r w:rsidRPr="005E7CB6">
              <w:rPr>
                <w:rFonts w:cs="Calibri"/>
                <w:i/>
                <w:iCs/>
                <w:lang w:eastAsia="es-ES"/>
              </w:rPr>
              <w:t>, épouse d'Henri IV.</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14" w:tooltip="&quot;Louis XIII&quot; " w:history="1">
              <w:r w:rsidRPr="005E7CB6">
                <w:rPr>
                  <w:rFonts w:cs="Calibri"/>
                  <w:noProof/>
                  <w:lang w:val="es-ES" w:eastAsia="es-ES"/>
                </w:rPr>
                <w:pict>
                  <v:shape id="Imagen 118" o:spid="_x0000_i1104" type="#_x0000_t75" alt="Louis XIII" href="http://fr.wikipedia.org/wiki/Fichier:Louis_XIII.j" title="&quot;Louis XIII&quot;" style="width:60pt;height:73.5pt;visibility:visible" o:button="t">
                    <v:fill o:detectmouseclick="t"/>
                    <v:imagedata r:id="rId91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916" w:tooltip="Louis XIII de France" w:history="1">
              <w:r w:rsidRPr="005E7CB6">
                <w:rPr>
                  <w:rFonts w:cs="Calibri"/>
                  <w:lang w:eastAsia="es-ES"/>
                </w:rPr>
                <w:t>Louis XIII</w:t>
              </w:r>
            </w:hyperlink>
            <w:r w:rsidRPr="005E7CB6">
              <w:rPr>
                <w:rFonts w:cs="Calibri"/>
                <w:lang w:eastAsia="es-ES"/>
              </w:rPr>
              <w:t xml:space="preserve"> </w:t>
            </w:r>
            <w:r w:rsidRPr="005E7CB6">
              <w:rPr>
                <w:rFonts w:cs="Calibri"/>
                <w:i/>
                <w:iCs/>
                <w:lang w:eastAsia="es-ES"/>
              </w:rPr>
              <w:t>le Juste</w:t>
            </w:r>
            <w:r w:rsidRPr="005E7CB6">
              <w:rPr>
                <w:rFonts w:cs="Calibri"/>
                <w:lang w:eastAsia="es-ES"/>
              </w:rPr>
              <w:br/>
              <w:t>(27 septembre 1601 – 14 mai 1643)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17" w:tooltip="1610" w:history="1">
              <w:r w:rsidRPr="005E7CB6">
                <w:rPr>
                  <w:rFonts w:cs="Calibri"/>
                  <w:lang w:val="es-ES" w:eastAsia="es-ES"/>
                </w:rPr>
                <w:t>1610</w:t>
              </w:r>
            </w:hyperlink>
            <w:r w:rsidRPr="005E7CB6">
              <w:rPr>
                <w:rFonts w:cs="Calibri"/>
                <w:lang w:val="es-ES" w:eastAsia="es-ES"/>
              </w:rPr>
              <w:t xml:space="preserve"> – </w:t>
            </w:r>
            <w:hyperlink r:id="rId918" w:tooltip="1643" w:history="1">
              <w:r w:rsidRPr="005E7CB6">
                <w:rPr>
                  <w:rFonts w:cs="Calibri"/>
                  <w:lang w:val="es-ES" w:eastAsia="es-ES"/>
                </w:rPr>
                <w:t>1643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19"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w:t>
            </w:r>
            <w:hyperlink r:id="rId920" w:tooltip="Roi de France et de Navarre" w:history="1">
              <w:r w:rsidRPr="005E7CB6">
                <w:rPr>
                  <w:rFonts w:cs="Calibri"/>
                  <w:lang w:eastAsia="es-ES"/>
                </w:rPr>
                <w:t>roi de France et de Navarre</w:t>
              </w:r>
            </w:hyperlink>
            <w:r w:rsidRPr="005E7CB6">
              <w:rPr>
                <w:rFonts w:cs="Calibri"/>
                <w:lang w:eastAsia="es-ES"/>
              </w:rPr>
              <w:t xml:space="preserve"> à la mort de son père Henri IV, le </w:t>
            </w:r>
            <w:hyperlink r:id="rId921" w:tooltip="14 mai" w:history="1">
              <w:r w:rsidRPr="005E7CB6">
                <w:rPr>
                  <w:rFonts w:cs="Calibri"/>
                  <w:lang w:eastAsia="es-ES"/>
                </w:rPr>
                <w:t>14</w:t>
              </w:r>
            </w:hyperlink>
            <w:r w:rsidRPr="005E7CB6">
              <w:rPr>
                <w:rFonts w:cs="Calibri"/>
                <w:lang w:eastAsia="es-ES"/>
              </w:rPr>
              <w:t> </w:t>
            </w:r>
            <w:hyperlink r:id="rId922" w:tooltip="Mai" w:history="1">
              <w:r w:rsidRPr="005E7CB6">
                <w:rPr>
                  <w:rFonts w:cs="Calibri"/>
                  <w:lang w:eastAsia="es-ES"/>
                </w:rPr>
                <w:t>mai</w:t>
              </w:r>
            </w:hyperlink>
            <w:r w:rsidRPr="005E7CB6">
              <w:rPr>
                <w:rFonts w:cs="Calibri"/>
                <w:lang w:eastAsia="es-ES"/>
              </w:rPr>
              <w:t> </w:t>
            </w:r>
            <w:hyperlink r:id="rId923" w:tooltip="1610" w:history="1">
              <w:r w:rsidRPr="005E7CB6">
                <w:rPr>
                  <w:rFonts w:cs="Calibri"/>
                  <w:lang w:eastAsia="es-ES"/>
                </w:rPr>
                <w:t>1610</w:t>
              </w:r>
            </w:hyperlink>
            <w:r w:rsidRPr="005E7CB6">
              <w:rPr>
                <w:rFonts w:cs="Calibri"/>
                <w:lang w:eastAsia="es-ES"/>
              </w:rPr>
              <w:t xml:space="preserve">. Est sacré à Reims le </w:t>
            </w:r>
            <w:hyperlink r:id="rId924" w:tooltip="17 octobre" w:history="1">
              <w:r w:rsidRPr="005E7CB6">
                <w:rPr>
                  <w:rFonts w:cs="Calibri"/>
                  <w:lang w:eastAsia="es-ES"/>
                </w:rPr>
                <w:t>17 octobre</w:t>
              </w:r>
            </w:hyperlink>
            <w:r w:rsidRPr="005E7CB6">
              <w:rPr>
                <w:rFonts w:cs="Calibri"/>
                <w:lang w:eastAsia="es-ES"/>
              </w:rPr>
              <w:t xml:space="preserve">. Le </w:t>
            </w:r>
            <w:hyperlink r:id="rId925" w:tooltip="14 mai" w:history="1">
              <w:r w:rsidRPr="005E7CB6">
                <w:rPr>
                  <w:rFonts w:cs="Calibri"/>
                  <w:lang w:eastAsia="es-ES"/>
                </w:rPr>
                <w:t>14</w:t>
              </w:r>
            </w:hyperlink>
            <w:r w:rsidRPr="005E7CB6">
              <w:rPr>
                <w:rFonts w:cs="Calibri"/>
                <w:lang w:eastAsia="es-ES"/>
              </w:rPr>
              <w:t> </w:t>
            </w:r>
            <w:hyperlink r:id="rId926" w:tooltip="Mai" w:history="1">
              <w:r w:rsidRPr="005E7CB6">
                <w:rPr>
                  <w:rFonts w:cs="Calibri"/>
                  <w:lang w:eastAsia="es-ES"/>
                </w:rPr>
                <w:t>mai</w:t>
              </w:r>
            </w:hyperlink>
            <w:r w:rsidRPr="005E7CB6">
              <w:rPr>
                <w:rFonts w:cs="Calibri"/>
                <w:lang w:eastAsia="es-ES"/>
              </w:rPr>
              <w:t> </w:t>
            </w:r>
            <w:hyperlink r:id="rId927" w:tooltip="1643" w:history="1">
              <w:r w:rsidRPr="005E7CB6">
                <w:rPr>
                  <w:rFonts w:cs="Calibri"/>
                  <w:lang w:eastAsia="es-ES"/>
                </w:rPr>
                <w:t>1643</w:t>
              </w:r>
            </w:hyperlink>
            <w:r w:rsidRPr="005E7CB6">
              <w:rPr>
                <w:rFonts w:cs="Calibri"/>
                <w:lang w:eastAsia="es-ES"/>
              </w:rPr>
              <w:t xml:space="preserve">, il meurt d'un mal aujourd'hui identifié comme la </w:t>
            </w:r>
            <w:hyperlink r:id="rId928" w:tooltip="Maladie de Crohn" w:history="1">
              <w:r w:rsidRPr="005E7CB6">
                <w:rPr>
                  <w:rFonts w:cs="Calibri"/>
                  <w:lang w:eastAsia="es-ES"/>
                </w:rPr>
                <w:t>maladie de Crohn</w:t>
              </w:r>
            </w:hyperlink>
            <w:hyperlink r:id="rId929" w:tooltip="Modèle:Référence nécessaire/Explication" w:history="1">
              <w:r w:rsidRPr="005E7CB6">
                <w:rPr>
                  <w:rFonts w:cs="Calibri"/>
                  <w:vertAlign w:val="superscript"/>
                  <w:lang w:eastAsia="es-ES"/>
                </w:rPr>
                <w:t>[réf. nécessaire]</w:t>
              </w:r>
            </w:hyperlink>
            <w:r w:rsidRPr="005E7CB6">
              <w:rPr>
                <w:rFonts w:cs="Calibri"/>
                <w:lang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Régence (1643 – 1651) : </w:t>
            </w:r>
            <w:hyperlink r:id="rId930" w:tooltip="Anne d'Autriche (1601-1666)" w:history="1">
              <w:r w:rsidRPr="005E7CB6">
                <w:rPr>
                  <w:rFonts w:cs="Calibri"/>
                  <w:i/>
                  <w:iCs/>
                  <w:lang w:eastAsia="es-ES"/>
                </w:rPr>
                <w:t>Anne d'Autriche</w:t>
              </w:r>
            </w:hyperlink>
            <w:r w:rsidRPr="005E7CB6">
              <w:rPr>
                <w:rFonts w:cs="Calibri"/>
                <w:i/>
                <w:iCs/>
                <w:lang w:eastAsia="es-ES"/>
              </w:rPr>
              <w:t>, épouse de Louis XIII.</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31" w:tooltip="&quot;Louis XIV&quot; " w:history="1">
              <w:r w:rsidRPr="005E7CB6">
                <w:rPr>
                  <w:rFonts w:cs="Calibri"/>
                  <w:noProof/>
                  <w:lang w:val="es-ES" w:eastAsia="es-ES"/>
                </w:rPr>
                <w:pict>
                  <v:shape id="Imagen 119" o:spid="_x0000_i1105" type="#_x0000_t75" alt="Louis XIV" href="http://fr.wikipedia.org/wiki/Fichier:Louis_XIV_of_France.j" title="&quot;Louis XIV&quot;" style="width:60pt;height:85.5pt;visibility:visible" o:button="t">
                    <v:fill o:detectmouseclick="t"/>
                    <v:imagedata r:id="rId93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933" w:tooltip="Louis XIV de France" w:history="1">
              <w:r w:rsidRPr="005E7CB6">
                <w:rPr>
                  <w:rFonts w:cs="Calibri"/>
                  <w:lang w:eastAsia="es-ES"/>
                </w:rPr>
                <w:t>Louis XIV</w:t>
              </w:r>
            </w:hyperlink>
            <w:r w:rsidRPr="005E7CB6">
              <w:rPr>
                <w:rFonts w:cs="Calibri"/>
                <w:lang w:eastAsia="es-ES"/>
              </w:rPr>
              <w:t xml:space="preserve"> </w:t>
            </w:r>
            <w:r w:rsidRPr="005E7CB6">
              <w:rPr>
                <w:rFonts w:cs="Calibri"/>
                <w:i/>
                <w:iCs/>
                <w:lang w:eastAsia="es-ES"/>
              </w:rPr>
              <w:t>le Grand</w:t>
            </w:r>
            <w:r w:rsidRPr="005E7CB6">
              <w:rPr>
                <w:rFonts w:cs="Calibri"/>
                <w:lang w:eastAsia="es-ES"/>
              </w:rPr>
              <w:t xml:space="preserve"> ou </w:t>
            </w:r>
            <w:r w:rsidRPr="005E7CB6">
              <w:rPr>
                <w:rFonts w:cs="Calibri"/>
                <w:i/>
                <w:iCs/>
                <w:lang w:eastAsia="es-ES"/>
              </w:rPr>
              <w:t>le Roi-Soleil</w:t>
            </w:r>
            <w:r w:rsidRPr="005E7CB6">
              <w:rPr>
                <w:rFonts w:cs="Calibri"/>
                <w:lang w:eastAsia="es-ES"/>
              </w:rPr>
              <w:br/>
              <w:t>(5 septembre 1638 – 1</w:t>
            </w:r>
            <w:r w:rsidRPr="005E7CB6">
              <w:rPr>
                <w:rFonts w:cs="Calibri"/>
                <w:vertAlign w:val="superscript"/>
                <w:lang w:eastAsia="es-ES"/>
              </w:rPr>
              <w:t>er</w:t>
            </w:r>
            <w:r w:rsidRPr="005E7CB6">
              <w:rPr>
                <w:rFonts w:cs="Calibri"/>
                <w:lang w:eastAsia="es-ES"/>
              </w:rPr>
              <w:t xml:space="preserve"> septembre 1715)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34" w:tooltip="1643" w:history="1">
              <w:r w:rsidRPr="005E7CB6">
                <w:rPr>
                  <w:rFonts w:cs="Calibri"/>
                  <w:lang w:val="es-ES" w:eastAsia="es-ES"/>
                </w:rPr>
                <w:t>1643</w:t>
              </w:r>
            </w:hyperlink>
            <w:r w:rsidRPr="005E7CB6">
              <w:rPr>
                <w:rFonts w:cs="Calibri"/>
                <w:lang w:val="es-ES" w:eastAsia="es-ES"/>
              </w:rPr>
              <w:t xml:space="preserve"> – </w:t>
            </w:r>
            <w:hyperlink r:id="rId935" w:tooltip="1715" w:history="1">
              <w:r w:rsidRPr="005E7CB6">
                <w:rPr>
                  <w:rFonts w:cs="Calibri"/>
                  <w:lang w:val="es-ES" w:eastAsia="es-ES"/>
                </w:rPr>
                <w:t>1715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36"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Devient roi de France et de Navarre à la mort de son père Louis XIII, le </w:t>
            </w:r>
            <w:hyperlink r:id="rId937" w:tooltip="14 mai" w:history="1">
              <w:r w:rsidRPr="005E7CB6">
                <w:rPr>
                  <w:rFonts w:cs="Calibri"/>
                  <w:lang w:eastAsia="es-ES"/>
                </w:rPr>
                <w:t>14</w:t>
              </w:r>
            </w:hyperlink>
            <w:r w:rsidRPr="005E7CB6">
              <w:rPr>
                <w:rFonts w:cs="Calibri"/>
                <w:lang w:eastAsia="es-ES"/>
              </w:rPr>
              <w:t> </w:t>
            </w:r>
            <w:hyperlink r:id="rId938" w:tooltip="Mai" w:history="1">
              <w:r w:rsidRPr="005E7CB6">
                <w:rPr>
                  <w:rFonts w:cs="Calibri"/>
                  <w:lang w:eastAsia="es-ES"/>
                </w:rPr>
                <w:t>mai</w:t>
              </w:r>
            </w:hyperlink>
            <w:r w:rsidRPr="005E7CB6">
              <w:rPr>
                <w:rFonts w:cs="Calibri"/>
                <w:lang w:eastAsia="es-ES"/>
              </w:rPr>
              <w:t> </w:t>
            </w:r>
            <w:hyperlink r:id="rId939" w:tooltip="1643" w:history="1">
              <w:r w:rsidRPr="005E7CB6">
                <w:rPr>
                  <w:rFonts w:cs="Calibri"/>
                  <w:lang w:eastAsia="es-ES"/>
                </w:rPr>
                <w:t>1643</w:t>
              </w:r>
            </w:hyperlink>
            <w:r w:rsidRPr="005E7CB6">
              <w:rPr>
                <w:rFonts w:cs="Calibri"/>
                <w:lang w:eastAsia="es-ES"/>
              </w:rPr>
              <w:t xml:space="preserve">. Est sacré à Reims le </w:t>
            </w:r>
            <w:hyperlink r:id="rId940" w:tooltip="7 juin" w:history="1">
              <w:r w:rsidRPr="005E7CB6">
                <w:rPr>
                  <w:rFonts w:cs="Calibri"/>
                  <w:lang w:eastAsia="es-ES"/>
                </w:rPr>
                <w:t>7</w:t>
              </w:r>
            </w:hyperlink>
            <w:r w:rsidRPr="005E7CB6">
              <w:rPr>
                <w:rFonts w:cs="Calibri"/>
                <w:lang w:eastAsia="es-ES"/>
              </w:rPr>
              <w:t> </w:t>
            </w:r>
            <w:hyperlink r:id="rId941" w:tooltip="Juin" w:history="1">
              <w:r w:rsidRPr="005E7CB6">
                <w:rPr>
                  <w:rFonts w:cs="Calibri"/>
                  <w:lang w:eastAsia="es-ES"/>
                </w:rPr>
                <w:t>juin</w:t>
              </w:r>
            </w:hyperlink>
            <w:r w:rsidRPr="005E7CB6">
              <w:rPr>
                <w:rFonts w:cs="Calibri"/>
                <w:lang w:eastAsia="es-ES"/>
              </w:rPr>
              <w:t> </w:t>
            </w:r>
            <w:hyperlink r:id="rId942" w:tooltip="1654" w:history="1">
              <w:r w:rsidRPr="005E7CB6">
                <w:rPr>
                  <w:rFonts w:cs="Calibri"/>
                  <w:lang w:eastAsia="es-ES"/>
                </w:rPr>
                <w:t>1654</w:t>
              </w:r>
            </w:hyperlink>
            <w:r w:rsidRPr="005E7CB6">
              <w:rPr>
                <w:rFonts w:cs="Calibri"/>
                <w:lang w:eastAsia="es-ES"/>
              </w:rPr>
              <w:t xml:space="preserve"> Ne commence à réellement gouverner qu'après la mort de </w:t>
            </w:r>
            <w:hyperlink r:id="rId943" w:tooltip="Jules Mazarin" w:history="1">
              <w:r w:rsidRPr="005E7CB6">
                <w:rPr>
                  <w:rFonts w:cs="Calibri"/>
                  <w:lang w:eastAsia="es-ES"/>
                </w:rPr>
                <w:t>Mazarin</w:t>
              </w:r>
            </w:hyperlink>
            <w:r w:rsidRPr="005E7CB6">
              <w:rPr>
                <w:rFonts w:cs="Calibri"/>
                <w:lang w:eastAsia="es-ES"/>
              </w:rPr>
              <w:t xml:space="preserve">, en </w:t>
            </w:r>
            <w:hyperlink r:id="rId944" w:tooltip="1661" w:history="1">
              <w:r w:rsidRPr="005E7CB6">
                <w:rPr>
                  <w:rFonts w:cs="Calibri"/>
                  <w:lang w:eastAsia="es-ES"/>
                </w:rPr>
                <w:t>1661</w:t>
              </w:r>
            </w:hyperlink>
            <w:r w:rsidRPr="005E7CB6">
              <w:rPr>
                <w:rFonts w:cs="Calibri"/>
                <w:lang w:eastAsia="es-ES"/>
              </w:rPr>
              <w:t xml:space="preserve">. </w:t>
            </w:r>
            <w:r w:rsidRPr="005E7CB6">
              <w:rPr>
                <w:rFonts w:cs="Calibri"/>
                <w:lang w:val="es-ES" w:eastAsia="es-ES"/>
              </w:rPr>
              <w:t xml:space="preserve">Meurt de la </w:t>
            </w:r>
            <w:hyperlink r:id="rId945" w:tooltip="Gangrène" w:history="1">
              <w:r w:rsidRPr="005E7CB6">
                <w:rPr>
                  <w:rFonts w:cs="Calibri"/>
                  <w:lang w:val="es-ES" w:eastAsia="es-ES"/>
                </w:rPr>
                <w:t>gangrène</w:t>
              </w:r>
            </w:hyperlink>
            <w:r w:rsidRPr="005E7CB6">
              <w:rPr>
                <w:rFonts w:cs="Calibri"/>
                <w:lang w:val="es-ES" w:eastAsia="es-ES"/>
              </w:rPr>
              <w:t xml:space="preserve"> le </w:t>
            </w:r>
            <w:hyperlink r:id="rId946" w:tooltip="1er septembre" w:history="1">
              <w:r w:rsidRPr="005E7CB6">
                <w:rPr>
                  <w:rFonts w:cs="Calibri"/>
                  <w:lang w:val="es-ES" w:eastAsia="es-ES"/>
                </w:rPr>
                <w:t>1</w:t>
              </w:r>
              <w:r w:rsidRPr="005E7CB6">
                <w:rPr>
                  <w:rFonts w:cs="Calibri"/>
                  <w:vertAlign w:val="superscript"/>
                  <w:lang w:val="es-ES" w:eastAsia="es-ES"/>
                </w:rPr>
                <w:t>er</w:t>
              </w:r>
            </w:hyperlink>
            <w:r w:rsidRPr="005E7CB6">
              <w:rPr>
                <w:rFonts w:cs="Calibri"/>
                <w:lang w:val="es-ES" w:eastAsia="es-ES"/>
              </w:rPr>
              <w:t> </w:t>
            </w:r>
            <w:hyperlink r:id="rId947" w:tooltip="Septembre" w:history="1">
              <w:r w:rsidRPr="005E7CB6">
                <w:rPr>
                  <w:rFonts w:cs="Calibri"/>
                  <w:lang w:val="es-ES" w:eastAsia="es-ES"/>
                </w:rPr>
                <w:t>septembre</w:t>
              </w:r>
            </w:hyperlink>
            <w:r w:rsidRPr="005E7CB6">
              <w:rPr>
                <w:rFonts w:cs="Calibri"/>
                <w:lang w:val="es-ES" w:eastAsia="es-ES"/>
              </w:rPr>
              <w:t> </w:t>
            </w:r>
            <w:hyperlink r:id="rId948" w:tooltip="1715" w:history="1">
              <w:r w:rsidRPr="005E7CB6">
                <w:rPr>
                  <w:rFonts w:cs="Calibri"/>
                  <w:lang w:val="es-ES" w:eastAsia="es-ES"/>
                </w:rPr>
                <w:t>1715</w:t>
              </w:r>
            </w:hyperlink>
            <w:r w:rsidRPr="005E7CB6">
              <w:rPr>
                <w:rFonts w:cs="Calibri"/>
                <w:lang w:val="es-ES" w:eastAsia="es-ES"/>
              </w:rPr>
              <w:t>.</w:t>
            </w:r>
          </w:p>
        </w:tc>
      </w:tr>
      <w:tr w:rsidR="00086070" w:rsidRPr="005E7CB6" w:rsidTr="000C428F">
        <w:tc>
          <w:tcPr>
            <w:tcW w:w="0" w:type="auto"/>
            <w:gridSpan w:val="6"/>
            <w:tcBorders>
              <w:top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949" w:tooltip="Régence (1715-1723)" w:history="1">
              <w:r w:rsidRPr="005E7CB6">
                <w:rPr>
                  <w:rFonts w:cs="Calibri"/>
                  <w:i/>
                  <w:iCs/>
                  <w:lang w:eastAsia="es-ES"/>
                </w:rPr>
                <w:t>Régence</w:t>
              </w:r>
            </w:hyperlink>
            <w:r w:rsidRPr="005E7CB6">
              <w:rPr>
                <w:rFonts w:cs="Calibri"/>
                <w:i/>
                <w:iCs/>
                <w:lang w:eastAsia="es-ES"/>
              </w:rPr>
              <w:t xml:space="preserve"> (1715 – 1723) : </w:t>
            </w:r>
            <w:hyperlink r:id="rId950" w:tooltip="Philippe d'Orléans (1674-1723)" w:history="1">
              <w:r w:rsidRPr="005E7CB6">
                <w:rPr>
                  <w:rFonts w:cs="Calibri"/>
                  <w:i/>
                  <w:iCs/>
                  <w:lang w:eastAsia="es-ES"/>
                </w:rPr>
                <w:t>Philippe d'Orléans</w:t>
              </w:r>
            </w:hyperlink>
            <w:r w:rsidRPr="005E7CB6">
              <w:rPr>
                <w:rFonts w:cs="Calibri"/>
                <w:i/>
                <w:iCs/>
                <w:lang w:eastAsia="es-ES"/>
              </w:rPr>
              <w:t>, neveu de Louis XIV.</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51" w:tooltip="&quot;Louis XV&quot; " w:history="1">
              <w:r w:rsidRPr="005E7CB6">
                <w:rPr>
                  <w:rFonts w:cs="Calibri"/>
                  <w:noProof/>
                  <w:lang w:val="es-ES" w:eastAsia="es-ES"/>
                </w:rPr>
                <w:pict>
                  <v:shape id="Imagen 120" o:spid="_x0000_i1106" type="#_x0000_t75" alt="Louis XV" href="http://fr.wikipedia.org/wiki/Fichier:Louis_XV_France_by_Louis-Michel_van_Loo_002.j" title="&quot;Louis XV&quot;" style="width:60pt;height:75.75pt;visibility:visible" o:button="t">
                    <v:fill o:detectmouseclick="t"/>
                    <v:imagedata r:id="rId952"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953" w:tooltip="Louis XV de France" w:history="1">
              <w:r w:rsidRPr="005E7CB6">
                <w:rPr>
                  <w:rFonts w:cs="Calibri"/>
                  <w:lang w:eastAsia="es-ES"/>
                </w:rPr>
                <w:t>Louis XV</w:t>
              </w:r>
            </w:hyperlink>
            <w:r w:rsidRPr="005E7CB6">
              <w:rPr>
                <w:rFonts w:cs="Calibri"/>
                <w:lang w:eastAsia="es-ES"/>
              </w:rPr>
              <w:t xml:space="preserve"> </w:t>
            </w:r>
            <w:r w:rsidRPr="005E7CB6">
              <w:rPr>
                <w:rFonts w:cs="Calibri"/>
                <w:i/>
                <w:iCs/>
                <w:lang w:eastAsia="es-ES"/>
              </w:rPr>
              <w:t>le Bien-Aimé</w:t>
            </w:r>
            <w:r w:rsidRPr="005E7CB6">
              <w:rPr>
                <w:rFonts w:cs="Calibri"/>
                <w:lang w:eastAsia="es-ES"/>
              </w:rPr>
              <w:br/>
              <w:t>(15 février 1710 – 10 mai 1774)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54" w:tooltip="1715" w:history="1">
              <w:r w:rsidRPr="005E7CB6">
                <w:rPr>
                  <w:rFonts w:cs="Calibri"/>
                  <w:lang w:val="es-ES" w:eastAsia="es-ES"/>
                </w:rPr>
                <w:t>1715</w:t>
              </w:r>
            </w:hyperlink>
            <w:r w:rsidRPr="005E7CB6">
              <w:rPr>
                <w:rFonts w:cs="Calibri"/>
                <w:lang w:val="es-ES" w:eastAsia="es-ES"/>
              </w:rPr>
              <w:t xml:space="preserve"> – </w:t>
            </w:r>
            <w:hyperlink r:id="rId955" w:tooltip="1774" w:history="1">
              <w:r w:rsidRPr="005E7CB6">
                <w:rPr>
                  <w:rFonts w:cs="Calibri"/>
                  <w:lang w:val="es-ES" w:eastAsia="es-ES"/>
                </w:rPr>
                <w:t>1774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56"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et de Navarre à la mort de son arrière-grand-père Louis XIV, le </w:t>
            </w:r>
            <w:hyperlink r:id="rId957" w:tooltip="1er septembre" w:history="1">
              <w:r w:rsidRPr="005E7CB6">
                <w:rPr>
                  <w:rFonts w:cs="Calibri"/>
                  <w:lang w:eastAsia="es-ES"/>
                </w:rPr>
                <w:t>1</w:t>
              </w:r>
              <w:r w:rsidRPr="005E7CB6">
                <w:rPr>
                  <w:rFonts w:cs="Calibri"/>
                  <w:vertAlign w:val="superscript"/>
                  <w:lang w:eastAsia="es-ES"/>
                </w:rPr>
                <w:t>er</w:t>
              </w:r>
            </w:hyperlink>
            <w:r w:rsidRPr="005E7CB6">
              <w:rPr>
                <w:rFonts w:cs="Calibri"/>
                <w:lang w:eastAsia="es-ES"/>
              </w:rPr>
              <w:t> </w:t>
            </w:r>
            <w:hyperlink r:id="rId958" w:tooltip="Septembre" w:history="1">
              <w:r w:rsidRPr="005E7CB6">
                <w:rPr>
                  <w:rFonts w:cs="Calibri"/>
                  <w:lang w:eastAsia="es-ES"/>
                </w:rPr>
                <w:t>septembre</w:t>
              </w:r>
            </w:hyperlink>
            <w:r w:rsidRPr="005E7CB6">
              <w:rPr>
                <w:rFonts w:cs="Calibri"/>
                <w:lang w:eastAsia="es-ES"/>
              </w:rPr>
              <w:t> </w:t>
            </w:r>
            <w:hyperlink r:id="rId959" w:tooltip="1715" w:history="1">
              <w:r w:rsidRPr="005E7CB6">
                <w:rPr>
                  <w:rFonts w:cs="Calibri"/>
                  <w:lang w:eastAsia="es-ES"/>
                </w:rPr>
                <w:t>1715</w:t>
              </w:r>
            </w:hyperlink>
            <w:r w:rsidRPr="005E7CB6">
              <w:rPr>
                <w:rFonts w:cs="Calibri"/>
                <w:lang w:eastAsia="es-ES"/>
              </w:rPr>
              <w:t xml:space="preserve">. Est sacré à Reims le </w:t>
            </w:r>
            <w:hyperlink r:id="rId960" w:tooltip="25 octobre" w:history="1">
              <w:r w:rsidRPr="005E7CB6">
                <w:rPr>
                  <w:rFonts w:cs="Calibri"/>
                  <w:lang w:eastAsia="es-ES"/>
                </w:rPr>
                <w:t>25</w:t>
              </w:r>
            </w:hyperlink>
            <w:r w:rsidRPr="005E7CB6">
              <w:rPr>
                <w:rFonts w:cs="Calibri"/>
                <w:lang w:eastAsia="es-ES"/>
              </w:rPr>
              <w:t> </w:t>
            </w:r>
            <w:hyperlink r:id="rId961" w:tooltip="Octobre" w:history="1">
              <w:r w:rsidRPr="005E7CB6">
                <w:rPr>
                  <w:rFonts w:cs="Calibri"/>
                  <w:lang w:eastAsia="es-ES"/>
                </w:rPr>
                <w:t>octobre</w:t>
              </w:r>
            </w:hyperlink>
            <w:r w:rsidRPr="005E7CB6">
              <w:rPr>
                <w:rFonts w:cs="Calibri"/>
                <w:lang w:eastAsia="es-ES"/>
              </w:rPr>
              <w:t> </w:t>
            </w:r>
            <w:hyperlink r:id="rId962" w:tooltip="1722" w:history="1">
              <w:r w:rsidRPr="005E7CB6">
                <w:rPr>
                  <w:rFonts w:cs="Calibri"/>
                  <w:lang w:eastAsia="es-ES"/>
                </w:rPr>
                <w:t>1722</w:t>
              </w:r>
            </w:hyperlink>
            <w:r w:rsidRPr="005E7CB6">
              <w:rPr>
                <w:rFonts w:cs="Calibri"/>
                <w:lang w:eastAsia="es-ES"/>
              </w:rPr>
              <w:t xml:space="preserve">. Meurt de </w:t>
            </w:r>
            <w:hyperlink r:id="rId963" w:tooltip="Septicémie" w:history="1">
              <w:r w:rsidRPr="005E7CB6">
                <w:rPr>
                  <w:rFonts w:cs="Calibri"/>
                  <w:lang w:eastAsia="es-ES"/>
                </w:rPr>
                <w:t>septicémie</w:t>
              </w:r>
            </w:hyperlink>
            <w:r w:rsidRPr="005E7CB6">
              <w:rPr>
                <w:rFonts w:cs="Calibri"/>
                <w:lang w:eastAsia="es-ES"/>
              </w:rPr>
              <w:t xml:space="preserve"> le </w:t>
            </w:r>
            <w:hyperlink r:id="rId964" w:tooltip="10 mai" w:history="1">
              <w:r w:rsidRPr="005E7CB6">
                <w:rPr>
                  <w:rFonts w:cs="Calibri"/>
                  <w:lang w:eastAsia="es-ES"/>
                </w:rPr>
                <w:t>10</w:t>
              </w:r>
            </w:hyperlink>
            <w:r w:rsidRPr="005E7CB6">
              <w:rPr>
                <w:rFonts w:cs="Calibri"/>
                <w:lang w:eastAsia="es-ES"/>
              </w:rPr>
              <w:t> </w:t>
            </w:r>
            <w:hyperlink r:id="rId965" w:tooltip="Mai" w:history="1">
              <w:r w:rsidRPr="005E7CB6">
                <w:rPr>
                  <w:rFonts w:cs="Calibri"/>
                  <w:lang w:eastAsia="es-ES"/>
                </w:rPr>
                <w:t>mai</w:t>
              </w:r>
            </w:hyperlink>
            <w:r w:rsidRPr="005E7CB6">
              <w:rPr>
                <w:rFonts w:cs="Calibri"/>
                <w:lang w:eastAsia="es-ES"/>
              </w:rPr>
              <w:t> </w:t>
            </w:r>
            <w:hyperlink r:id="rId966" w:tooltip="1774" w:history="1">
              <w:r w:rsidRPr="005E7CB6">
                <w:rPr>
                  <w:rFonts w:cs="Calibri"/>
                  <w:lang w:eastAsia="es-ES"/>
                </w:rPr>
                <w:t>1774</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67" w:tooltip="&quot;Louis XVI&quot; " w:history="1">
              <w:r w:rsidRPr="005E7CB6">
                <w:rPr>
                  <w:rFonts w:cs="Calibri"/>
                  <w:noProof/>
                  <w:lang w:val="es-ES" w:eastAsia="es-ES"/>
                </w:rPr>
                <w:pict>
                  <v:shape id="Imagen 121" o:spid="_x0000_i1107" type="#_x0000_t75" alt="Louis XVI" href="http://fr.wikipedia.org/wiki/Fichier:Louis_xvi.j" title="&quot;Louis XVI&quot;" style="width:60pt;height:75pt;visibility:visible" o:button="t">
                    <v:fill o:detectmouseclick="t"/>
                    <v:imagedata r:id="rId96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69" w:tooltip="Louis XVI de France" w:history="1">
              <w:r w:rsidRPr="005E7CB6">
                <w:rPr>
                  <w:rFonts w:cs="Calibri"/>
                  <w:lang w:val="es-ES" w:eastAsia="es-ES"/>
                </w:rPr>
                <w:t>Louis XVI</w:t>
              </w:r>
            </w:hyperlink>
            <w:r w:rsidRPr="005E7CB6">
              <w:rPr>
                <w:rFonts w:cs="Calibri"/>
                <w:lang w:val="es-ES" w:eastAsia="es-ES"/>
              </w:rPr>
              <w:br/>
              <w:t>(23 août 1754 – 21 janvier 1793)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70" w:tooltip="1774" w:history="1">
              <w:r w:rsidRPr="005E7CB6">
                <w:rPr>
                  <w:rFonts w:cs="Calibri"/>
                  <w:lang w:val="es-ES" w:eastAsia="es-ES"/>
                </w:rPr>
                <w:t>1774</w:t>
              </w:r>
            </w:hyperlink>
            <w:r w:rsidRPr="005E7CB6">
              <w:rPr>
                <w:rFonts w:cs="Calibri"/>
                <w:lang w:val="es-ES" w:eastAsia="es-ES"/>
              </w:rPr>
              <w:t xml:space="preserve"> – </w:t>
            </w:r>
            <w:hyperlink r:id="rId971" w:tooltip="1792" w:history="1">
              <w:r w:rsidRPr="005E7CB6">
                <w:rPr>
                  <w:rFonts w:cs="Calibri"/>
                  <w:lang w:val="es-ES" w:eastAsia="es-ES"/>
                </w:rPr>
                <w:t>1792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72"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et de Navarre à la mort de son grand-père Louis XV, le </w:t>
            </w:r>
            <w:hyperlink r:id="rId973" w:tooltip="10 mai" w:history="1">
              <w:r w:rsidRPr="005E7CB6">
                <w:rPr>
                  <w:rFonts w:cs="Calibri"/>
                  <w:lang w:eastAsia="es-ES"/>
                </w:rPr>
                <w:t>10</w:t>
              </w:r>
            </w:hyperlink>
            <w:r w:rsidRPr="005E7CB6">
              <w:rPr>
                <w:rFonts w:cs="Calibri"/>
                <w:lang w:eastAsia="es-ES"/>
              </w:rPr>
              <w:t> </w:t>
            </w:r>
            <w:hyperlink r:id="rId974" w:tooltip="Mai" w:history="1">
              <w:r w:rsidRPr="005E7CB6">
                <w:rPr>
                  <w:rFonts w:cs="Calibri"/>
                  <w:lang w:eastAsia="es-ES"/>
                </w:rPr>
                <w:t>mai</w:t>
              </w:r>
            </w:hyperlink>
            <w:r w:rsidRPr="005E7CB6">
              <w:rPr>
                <w:rFonts w:cs="Calibri"/>
                <w:lang w:eastAsia="es-ES"/>
              </w:rPr>
              <w:t> </w:t>
            </w:r>
            <w:hyperlink r:id="rId975" w:tooltip="1774" w:history="1">
              <w:r w:rsidRPr="005E7CB6">
                <w:rPr>
                  <w:rFonts w:cs="Calibri"/>
                  <w:lang w:eastAsia="es-ES"/>
                </w:rPr>
                <w:t>1774</w:t>
              </w:r>
            </w:hyperlink>
            <w:r w:rsidRPr="005E7CB6">
              <w:rPr>
                <w:rFonts w:cs="Calibri"/>
                <w:lang w:eastAsia="es-ES"/>
              </w:rPr>
              <w:t xml:space="preserve">. Est sacré à Reims le </w:t>
            </w:r>
            <w:hyperlink r:id="rId976" w:tooltip="11 juin" w:history="1">
              <w:r w:rsidRPr="005E7CB6">
                <w:rPr>
                  <w:rFonts w:cs="Calibri"/>
                  <w:lang w:eastAsia="es-ES"/>
                </w:rPr>
                <w:t>11</w:t>
              </w:r>
            </w:hyperlink>
            <w:r w:rsidRPr="005E7CB6">
              <w:rPr>
                <w:rFonts w:cs="Calibri"/>
                <w:lang w:eastAsia="es-ES"/>
              </w:rPr>
              <w:t> </w:t>
            </w:r>
            <w:hyperlink r:id="rId977" w:tooltip="Juin" w:history="1">
              <w:r w:rsidRPr="005E7CB6">
                <w:rPr>
                  <w:rFonts w:cs="Calibri"/>
                  <w:lang w:eastAsia="es-ES"/>
                </w:rPr>
                <w:t>juin</w:t>
              </w:r>
            </w:hyperlink>
            <w:r w:rsidRPr="005E7CB6">
              <w:rPr>
                <w:rFonts w:cs="Calibri"/>
                <w:lang w:eastAsia="es-ES"/>
              </w:rPr>
              <w:t> </w:t>
            </w:r>
            <w:hyperlink r:id="rId978" w:tooltip="1775" w:history="1">
              <w:r w:rsidRPr="005E7CB6">
                <w:rPr>
                  <w:rFonts w:cs="Calibri"/>
                  <w:lang w:eastAsia="es-ES"/>
                </w:rPr>
                <w:t>1775</w:t>
              </w:r>
            </w:hyperlink>
            <w:r w:rsidRPr="005E7CB6">
              <w:rPr>
                <w:rFonts w:cs="Calibri"/>
                <w:lang w:eastAsia="es-ES"/>
              </w:rPr>
              <w:t xml:space="preserve">. Devient </w:t>
            </w:r>
            <w:r w:rsidRPr="005E7CB6">
              <w:rPr>
                <w:rFonts w:cs="Calibri"/>
                <w:b/>
                <w:bCs/>
                <w:lang w:eastAsia="es-ES"/>
              </w:rPr>
              <w:t>roi des Français</w:t>
            </w:r>
            <w:r w:rsidRPr="005E7CB6">
              <w:rPr>
                <w:rFonts w:cs="Calibri"/>
                <w:lang w:eastAsia="es-ES"/>
              </w:rPr>
              <w:t xml:space="preserve"> le </w:t>
            </w:r>
            <w:hyperlink r:id="rId979" w:tooltip="10 octobre" w:history="1">
              <w:r w:rsidRPr="005E7CB6">
                <w:rPr>
                  <w:rFonts w:cs="Calibri"/>
                  <w:lang w:eastAsia="es-ES"/>
                </w:rPr>
                <w:t>10</w:t>
              </w:r>
            </w:hyperlink>
            <w:r w:rsidRPr="005E7CB6">
              <w:rPr>
                <w:rFonts w:cs="Calibri"/>
                <w:lang w:eastAsia="es-ES"/>
              </w:rPr>
              <w:t> </w:t>
            </w:r>
            <w:hyperlink r:id="rId980" w:tooltip="Octobre 1789" w:history="1">
              <w:r w:rsidRPr="005E7CB6">
                <w:rPr>
                  <w:rFonts w:cs="Calibri"/>
                  <w:lang w:eastAsia="es-ES"/>
                </w:rPr>
                <w:t>octobre</w:t>
              </w:r>
            </w:hyperlink>
            <w:r w:rsidRPr="005E7CB6">
              <w:rPr>
                <w:rFonts w:cs="Calibri"/>
                <w:lang w:eastAsia="es-ES"/>
              </w:rPr>
              <w:t> </w:t>
            </w:r>
            <w:hyperlink r:id="rId981" w:tooltip="1789" w:history="1">
              <w:r w:rsidRPr="005E7CB6">
                <w:rPr>
                  <w:rFonts w:cs="Calibri"/>
                  <w:lang w:eastAsia="es-ES"/>
                </w:rPr>
                <w:t>1789</w:t>
              </w:r>
            </w:hyperlink>
            <w:r w:rsidRPr="005E7CB6">
              <w:rPr>
                <w:rFonts w:cs="Calibri"/>
                <w:lang w:eastAsia="es-ES"/>
              </w:rPr>
              <w:t xml:space="preserve">. Voit ses pouvoirs limités par la </w:t>
            </w:r>
            <w:hyperlink r:id="rId982" w:tooltip="Constitution du 3 septembre 1791" w:history="1">
              <w:r w:rsidRPr="005E7CB6">
                <w:rPr>
                  <w:rFonts w:cs="Calibri"/>
                  <w:lang w:eastAsia="es-ES"/>
                </w:rPr>
                <w:t>Constitution du 3 septembre 1791</w:t>
              </w:r>
            </w:hyperlink>
            <w:r w:rsidRPr="005E7CB6">
              <w:rPr>
                <w:rFonts w:cs="Calibri"/>
                <w:lang w:eastAsia="es-ES"/>
              </w:rPr>
              <w:t xml:space="preserve">, qu'il accepte le </w:t>
            </w:r>
            <w:hyperlink r:id="rId983" w:tooltip="13 septembre" w:history="1">
              <w:r w:rsidRPr="005E7CB6">
                <w:rPr>
                  <w:rFonts w:cs="Calibri"/>
                  <w:lang w:eastAsia="es-ES"/>
                </w:rPr>
                <w:t>13</w:t>
              </w:r>
            </w:hyperlink>
            <w:r w:rsidRPr="005E7CB6">
              <w:rPr>
                <w:rFonts w:cs="Calibri"/>
                <w:lang w:eastAsia="es-ES"/>
              </w:rPr>
              <w:t xml:space="preserve">. Suspendu par l'Assemblée nationale le </w:t>
            </w:r>
            <w:hyperlink r:id="rId984" w:tooltip="10 août" w:history="1">
              <w:r w:rsidRPr="005E7CB6">
                <w:rPr>
                  <w:rFonts w:cs="Calibri"/>
                  <w:lang w:eastAsia="es-ES"/>
                </w:rPr>
                <w:t>10</w:t>
              </w:r>
            </w:hyperlink>
            <w:r w:rsidRPr="005E7CB6">
              <w:rPr>
                <w:rFonts w:cs="Calibri"/>
                <w:lang w:eastAsia="es-ES"/>
              </w:rPr>
              <w:t> </w:t>
            </w:r>
            <w:hyperlink r:id="rId985" w:tooltip="Août" w:history="1">
              <w:r w:rsidRPr="005E7CB6">
                <w:rPr>
                  <w:rFonts w:cs="Calibri"/>
                  <w:lang w:eastAsia="es-ES"/>
                </w:rPr>
                <w:t>août</w:t>
              </w:r>
            </w:hyperlink>
            <w:r w:rsidRPr="005E7CB6">
              <w:rPr>
                <w:rFonts w:cs="Calibri"/>
                <w:lang w:eastAsia="es-ES"/>
              </w:rPr>
              <w:t> </w:t>
            </w:r>
            <w:hyperlink r:id="rId986" w:tooltip="1792" w:history="1">
              <w:r w:rsidRPr="005E7CB6">
                <w:rPr>
                  <w:rFonts w:cs="Calibri"/>
                  <w:lang w:eastAsia="es-ES"/>
                </w:rPr>
                <w:t>1792</w:t>
              </w:r>
            </w:hyperlink>
            <w:r w:rsidRPr="005E7CB6">
              <w:rPr>
                <w:rFonts w:cs="Calibri"/>
                <w:lang w:eastAsia="es-ES"/>
              </w:rPr>
              <w:t xml:space="preserve"> et détrôné le </w:t>
            </w:r>
            <w:hyperlink r:id="rId987" w:tooltip="21 septembre" w:history="1">
              <w:r w:rsidRPr="005E7CB6">
                <w:rPr>
                  <w:rFonts w:cs="Calibri"/>
                  <w:lang w:eastAsia="es-ES"/>
                </w:rPr>
                <w:t>21 septembre</w:t>
              </w:r>
            </w:hyperlink>
            <w:r w:rsidRPr="005E7CB6">
              <w:rPr>
                <w:rFonts w:cs="Calibri"/>
                <w:lang w:eastAsia="es-ES"/>
              </w:rPr>
              <w:t xml:space="preserve">. </w:t>
            </w:r>
            <w:hyperlink r:id="rId988" w:tooltip="Guillotine" w:history="1">
              <w:r w:rsidRPr="005E7CB6">
                <w:rPr>
                  <w:rFonts w:cs="Calibri"/>
                  <w:lang w:eastAsia="es-ES"/>
                </w:rPr>
                <w:t>Guillotiné</w:t>
              </w:r>
            </w:hyperlink>
            <w:r w:rsidRPr="005E7CB6">
              <w:rPr>
                <w:rFonts w:cs="Calibri"/>
                <w:lang w:eastAsia="es-ES"/>
              </w:rPr>
              <w:t xml:space="preserve"> au terme de son </w:t>
            </w:r>
            <w:hyperlink r:id="rId989" w:tooltip="Procès de Louis XVI" w:history="1">
              <w:r w:rsidRPr="005E7CB6">
                <w:rPr>
                  <w:rFonts w:cs="Calibri"/>
                  <w:lang w:eastAsia="es-ES"/>
                </w:rPr>
                <w:t>procès</w:t>
              </w:r>
            </w:hyperlink>
            <w:r w:rsidRPr="005E7CB6">
              <w:rPr>
                <w:rFonts w:cs="Calibri"/>
                <w:lang w:eastAsia="es-ES"/>
              </w:rPr>
              <w:t xml:space="preserve"> le </w:t>
            </w:r>
            <w:hyperlink r:id="rId990" w:tooltip="21 janvier" w:history="1">
              <w:r w:rsidRPr="005E7CB6">
                <w:rPr>
                  <w:rFonts w:cs="Calibri"/>
                  <w:lang w:eastAsia="es-ES"/>
                </w:rPr>
                <w:t>21</w:t>
              </w:r>
            </w:hyperlink>
            <w:r w:rsidRPr="005E7CB6">
              <w:rPr>
                <w:rFonts w:cs="Calibri"/>
                <w:lang w:eastAsia="es-ES"/>
              </w:rPr>
              <w:t> </w:t>
            </w:r>
            <w:hyperlink r:id="rId991" w:tooltip="Janvier" w:history="1">
              <w:r w:rsidRPr="005E7CB6">
                <w:rPr>
                  <w:rFonts w:cs="Calibri"/>
                  <w:lang w:eastAsia="es-ES"/>
                </w:rPr>
                <w:t>janvier</w:t>
              </w:r>
            </w:hyperlink>
            <w:r w:rsidRPr="005E7CB6">
              <w:rPr>
                <w:rFonts w:cs="Calibri"/>
                <w:lang w:eastAsia="es-ES"/>
              </w:rPr>
              <w:t> </w:t>
            </w:r>
            <w:hyperlink r:id="rId992" w:tooltip="1793" w:history="1">
              <w:r w:rsidRPr="005E7CB6">
                <w:rPr>
                  <w:rFonts w:cs="Calibri"/>
                  <w:lang w:eastAsia="es-ES"/>
                </w:rPr>
                <w:t>1793</w:t>
              </w:r>
            </w:hyperlink>
            <w:r w:rsidRPr="005E7CB6">
              <w:rPr>
                <w:rFonts w:cs="Calibri"/>
                <w:lang w:eastAsia="es-ES"/>
              </w:rPr>
              <w:t xml:space="preserve">. Son fils </w:t>
            </w:r>
            <w:hyperlink r:id="rId993" w:tooltip="Louis XVII" w:history="1">
              <w:r w:rsidRPr="005E7CB6">
                <w:rPr>
                  <w:rFonts w:cs="Calibri"/>
                  <w:lang w:eastAsia="es-ES"/>
                </w:rPr>
                <w:t>Louis XVII</w:t>
              </w:r>
            </w:hyperlink>
            <w:r w:rsidRPr="005E7CB6">
              <w:rPr>
                <w:rFonts w:cs="Calibri"/>
                <w:lang w:eastAsia="es-ES"/>
              </w:rPr>
              <w:t>, emprisonné, est reconnu comme roi par les monarchistes.</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994" w:tooltip="Bonaparte" w:history="1">
        <w:r w:rsidRPr="000C428F">
          <w:rPr>
            <w:rFonts w:cs="Calibri"/>
            <w:b/>
            <w:bCs/>
            <w:lang w:eastAsia="es-ES"/>
          </w:rPr>
          <w:t>Bonaparte</w:t>
        </w:r>
      </w:hyperlink>
      <w:r w:rsidRPr="000C428F">
        <w:rPr>
          <w:rFonts w:cs="Calibri"/>
          <w:b/>
          <w:bCs/>
          <w:lang w:eastAsia="es-ES"/>
        </w:rPr>
        <w:t xml:space="preserve"> </w:t>
      </w:r>
      <w:r w:rsidRPr="000C428F">
        <w:rPr>
          <w:rFonts w:cs="Calibri"/>
          <w:b/>
          <w:bCs/>
          <w:i/>
          <w:iCs/>
          <w:lang w:eastAsia="es-ES"/>
        </w:rPr>
        <w:t>(</w:t>
      </w:r>
      <w:hyperlink r:id="rId995" w:tooltip="Premier Empire" w:history="1">
        <w:r w:rsidRPr="000C428F">
          <w:rPr>
            <w:rFonts w:cs="Calibri"/>
            <w:b/>
            <w:bCs/>
            <w:i/>
            <w:iCs/>
            <w:lang w:eastAsia="es-ES"/>
          </w:rPr>
          <w:t>Premier Empire</w:t>
        </w:r>
      </w:hyperlink>
      <w:r w:rsidRPr="000C428F">
        <w:rPr>
          <w:rFonts w:cs="Calibri"/>
          <w:b/>
          <w:bCs/>
          <w:i/>
          <w:iCs/>
          <w:lang w:eastAsia="es-ES"/>
        </w:rPr>
        <w:t>)</w:t>
      </w:r>
      <w:r w:rsidRPr="000C428F">
        <w:rPr>
          <w:rFonts w:cs="Calibri"/>
          <w:b/>
          <w:bCs/>
          <w:lang w:eastAsia="es-ES"/>
        </w:rPr>
        <w:t xml:space="preserve"> </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81"/>
        <w:gridCol w:w="1080"/>
        <w:gridCol w:w="1082"/>
        <w:gridCol w:w="2881"/>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96" w:tooltip="&quot;Napoléon Ier&quot; " w:history="1">
              <w:r w:rsidRPr="005E7CB6">
                <w:rPr>
                  <w:rFonts w:cs="Calibri"/>
                  <w:noProof/>
                  <w:lang w:val="es-ES" w:eastAsia="es-ES"/>
                </w:rPr>
                <w:pict>
                  <v:shape id="Imagen 122" o:spid="_x0000_i1108" type="#_x0000_t75" alt="Napoléon Ier" href="http://fr.wikipedia.org/wiki/Fichier:Ingres,_Napoleon_on_his_Imperial_throne.j" title="&quot;Napoléon Ier&quot;" style="width:60pt;height:97.5pt;visibility:visible" o:button="t">
                    <v:fill o:detectmouseclick="t"/>
                    <v:imagedata r:id="rId99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98" w:tooltip="Napoléon Ier" w:history="1">
              <w:r w:rsidRPr="005E7CB6">
                <w:rPr>
                  <w:rFonts w:cs="Calibri"/>
                  <w:lang w:val="es-ES" w:eastAsia="es-ES"/>
                </w:rPr>
                <w:t xml:space="preserve">Napoléon </w:t>
              </w:r>
              <w:r w:rsidRPr="005E7CB6">
                <w:rPr>
                  <w:rFonts w:cs="Calibri"/>
                  <w:caps/>
                  <w:smallCaps/>
                  <w:lang w:val="es-ES" w:eastAsia="es-ES"/>
                </w:rPr>
                <w:t>I</w:t>
              </w:r>
              <w:r w:rsidRPr="005E7CB6">
                <w:rPr>
                  <w:rFonts w:cs="Calibri"/>
                  <w:vertAlign w:val="superscript"/>
                  <w:lang w:val="es-ES" w:eastAsia="es-ES"/>
                </w:rPr>
                <w:t>er</w:t>
              </w:r>
            </w:hyperlink>
            <w:r w:rsidRPr="005E7CB6">
              <w:rPr>
                <w:rFonts w:cs="Calibri"/>
                <w:lang w:val="es-ES" w:eastAsia="es-ES"/>
              </w:rPr>
              <w:br/>
              <w:t>(15 août 1769 – 5 mai 1821)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999" w:tooltip="1804" w:history="1">
              <w:r w:rsidRPr="005E7CB6">
                <w:rPr>
                  <w:rFonts w:cs="Calibri"/>
                  <w:lang w:val="es-ES" w:eastAsia="es-ES"/>
                </w:rPr>
                <w:t>1804</w:t>
              </w:r>
            </w:hyperlink>
            <w:r w:rsidRPr="005E7CB6">
              <w:rPr>
                <w:rFonts w:cs="Calibri"/>
                <w:lang w:val="es-ES" w:eastAsia="es-ES"/>
              </w:rPr>
              <w:t xml:space="preserve"> – </w:t>
            </w:r>
            <w:hyperlink r:id="rId1000" w:tooltip="1814" w:history="1">
              <w:r w:rsidRPr="005E7CB6">
                <w:rPr>
                  <w:rFonts w:cs="Calibri"/>
                  <w:lang w:val="es-ES" w:eastAsia="es-ES"/>
                </w:rPr>
                <w:t>1814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01" w:tooltip="Bonaparte" w:history="1">
              <w:r w:rsidRPr="005E7CB6">
                <w:rPr>
                  <w:rFonts w:cs="Calibri"/>
                  <w:lang w:val="es-ES" w:eastAsia="es-ES"/>
                </w:rPr>
                <w:t>Bonaparte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Premier consul depuis </w:t>
            </w:r>
            <w:hyperlink r:id="rId1002" w:tooltip="1799" w:history="1">
              <w:r w:rsidRPr="005E7CB6">
                <w:rPr>
                  <w:rFonts w:cs="Calibri"/>
                  <w:lang w:eastAsia="es-ES"/>
                </w:rPr>
                <w:t>1799</w:t>
              </w:r>
            </w:hyperlink>
            <w:r w:rsidRPr="005E7CB6">
              <w:rPr>
                <w:rFonts w:cs="Calibri"/>
                <w:lang w:eastAsia="es-ES"/>
              </w:rPr>
              <w:t xml:space="preserve">, consul à vie depuis </w:t>
            </w:r>
            <w:hyperlink r:id="rId1003" w:tooltip="1802" w:history="1">
              <w:r w:rsidRPr="005E7CB6">
                <w:rPr>
                  <w:rFonts w:cs="Calibri"/>
                  <w:lang w:eastAsia="es-ES"/>
                </w:rPr>
                <w:t>1802</w:t>
              </w:r>
            </w:hyperlink>
            <w:r w:rsidRPr="005E7CB6">
              <w:rPr>
                <w:rFonts w:cs="Calibri"/>
                <w:lang w:eastAsia="es-ES"/>
              </w:rPr>
              <w:t xml:space="preserve">, devient </w:t>
            </w:r>
            <w:r w:rsidRPr="005E7CB6">
              <w:rPr>
                <w:rFonts w:cs="Calibri"/>
                <w:b/>
                <w:bCs/>
                <w:lang w:eastAsia="es-ES"/>
              </w:rPr>
              <w:t>empereur des Français</w:t>
            </w:r>
            <w:r w:rsidRPr="005E7CB6">
              <w:rPr>
                <w:rFonts w:cs="Calibri"/>
                <w:lang w:eastAsia="es-ES"/>
              </w:rPr>
              <w:t xml:space="preserve"> par la </w:t>
            </w:r>
            <w:hyperlink r:id="rId1004" w:tooltip="Constitution de l'an XII" w:history="1">
              <w:r w:rsidRPr="005E7CB6">
                <w:rPr>
                  <w:rFonts w:cs="Calibri"/>
                  <w:lang w:eastAsia="es-ES"/>
                </w:rPr>
                <w:t>constitution</w:t>
              </w:r>
            </w:hyperlink>
            <w:r w:rsidRPr="005E7CB6">
              <w:rPr>
                <w:rFonts w:cs="Calibri"/>
                <w:lang w:eastAsia="es-ES"/>
              </w:rPr>
              <w:t xml:space="preserve"> du </w:t>
            </w:r>
            <w:hyperlink r:id="rId1005" w:tooltip="18 mai" w:history="1">
              <w:r w:rsidRPr="005E7CB6">
                <w:rPr>
                  <w:rFonts w:cs="Calibri"/>
                  <w:lang w:eastAsia="es-ES"/>
                </w:rPr>
                <w:t>18</w:t>
              </w:r>
            </w:hyperlink>
            <w:r w:rsidRPr="005E7CB6">
              <w:rPr>
                <w:rFonts w:cs="Calibri"/>
                <w:lang w:eastAsia="es-ES"/>
              </w:rPr>
              <w:t> </w:t>
            </w:r>
            <w:hyperlink r:id="rId1006" w:tooltip="Mai" w:history="1">
              <w:r w:rsidRPr="005E7CB6">
                <w:rPr>
                  <w:rFonts w:cs="Calibri"/>
                  <w:lang w:eastAsia="es-ES"/>
                </w:rPr>
                <w:t>mai</w:t>
              </w:r>
            </w:hyperlink>
            <w:r w:rsidRPr="005E7CB6">
              <w:rPr>
                <w:rFonts w:cs="Calibri"/>
                <w:lang w:eastAsia="es-ES"/>
              </w:rPr>
              <w:t> </w:t>
            </w:r>
            <w:hyperlink r:id="rId1007" w:tooltip="1804" w:history="1">
              <w:r w:rsidRPr="005E7CB6">
                <w:rPr>
                  <w:rFonts w:cs="Calibri"/>
                  <w:lang w:eastAsia="es-ES"/>
                </w:rPr>
                <w:t>1804</w:t>
              </w:r>
            </w:hyperlink>
            <w:r w:rsidRPr="005E7CB6">
              <w:rPr>
                <w:rFonts w:cs="Calibri"/>
                <w:lang w:eastAsia="es-ES"/>
              </w:rPr>
              <w:t xml:space="preserve">, approuvée par plébiscite le </w:t>
            </w:r>
            <w:hyperlink r:id="rId1008" w:tooltip="6 novembre" w:history="1">
              <w:r w:rsidRPr="005E7CB6">
                <w:rPr>
                  <w:rFonts w:cs="Calibri"/>
                  <w:lang w:eastAsia="es-ES"/>
                </w:rPr>
                <w:t>6 novembre</w:t>
              </w:r>
            </w:hyperlink>
            <w:r w:rsidRPr="005E7CB6">
              <w:rPr>
                <w:rFonts w:cs="Calibri"/>
                <w:lang w:eastAsia="es-ES"/>
              </w:rPr>
              <w:t xml:space="preserve">. Sacré à </w:t>
            </w:r>
            <w:hyperlink r:id="rId1009" w:tooltip="Cathédrale Notre-Dame de Paris" w:history="1">
              <w:r w:rsidRPr="005E7CB6">
                <w:rPr>
                  <w:rFonts w:cs="Calibri"/>
                  <w:lang w:eastAsia="es-ES"/>
                </w:rPr>
                <w:t>Notre-Dame-de-Paris</w:t>
              </w:r>
            </w:hyperlink>
            <w:r w:rsidRPr="005E7CB6">
              <w:rPr>
                <w:rFonts w:cs="Calibri"/>
                <w:lang w:eastAsia="es-ES"/>
              </w:rPr>
              <w:t xml:space="preserve"> le </w:t>
            </w:r>
            <w:hyperlink r:id="rId1010" w:tooltip="2 décembre" w:history="1">
              <w:r w:rsidRPr="005E7CB6">
                <w:rPr>
                  <w:rFonts w:cs="Calibri"/>
                  <w:lang w:eastAsia="es-ES"/>
                </w:rPr>
                <w:t>2 décembre</w:t>
              </w:r>
            </w:hyperlink>
            <w:r w:rsidRPr="005E7CB6">
              <w:rPr>
                <w:rFonts w:cs="Calibri"/>
                <w:lang w:eastAsia="es-ES"/>
              </w:rPr>
              <w:t xml:space="preserve">. Est déchu par le Sénat le </w:t>
            </w:r>
            <w:hyperlink r:id="rId1011" w:tooltip="3 avril" w:history="1">
              <w:r w:rsidRPr="005E7CB6">
                <w:rPr>
                  <w:rFonts w:cs="Calibri"/>
                  <w:lang w:eastAsia="es-ES"/>
                </w:rPr>
                <w:t>3</w:t>
              </w:r>
            </w:hyperlink>
            <w:r w:rsidRPr="005E7CB6">
              <w:rPr>
                <w:rFonts w:cs="Calibri"/>
                <w:lang w:eastAsia="es-ES"/>
              </w:rPr>
              <w:t> </w:t>
            </w:r>
            <w:hyperlink r:id="rId1012" w:tooltip="Avril" w:history="1">
              <w:r w:rsidRPr="005E7CB6">
                <w:rPr>
                  <w:rFonts w:cs="Calibri"/>
                  <w:lang w:eastAsia="es-ES"/>
                </w:rPr>
                <w:t>avril</w:t>
              </w:r>
            </w:hyperlink>
            <w:r w:rsidRPr="005E7CB6">
              <w:rPr>
                <w:rFonts w:cs="Calibri"/>
                <w:lang w:eastAsia="es-ES"/>
              </w:rPr>
              <w:t> </w:t>
            </w:r>
            <w:hyperlink r:id="rId1013" w:tooltip="1814" w:history="1">
              <w:r w:rsidRPr="005E7CB6">
                <w:rPr>
                  <w:rFonts w:cs="Calibri"/>
                  <w:lang w:eastAsia="es-ES"/>
                </w:rPr>
                <w:t>1814</w:t>
              </w:r>
            </w:hyperlink>
            <w:r w:rsidRPr="005E7CB6">
              <w:rPr>
                <w:rFonts w:cs="Calibri"/>
                <w:lang w:eastAsia="es-ES"/>
              </w:rPr>
              <w:t xml:space="preserve">, abdique sans conditions le </w:t>
            </w:r>
            <w:hyperlink r:id="rId1014" w:tooltip="6 avril" w:history="1">
              <w:r w:rsidRPr="005E7CB6">
                <w:rPr>
                  <w:rFonts w:cs="Calibri"/>
                  <w:lang w:eastAsia="es-ES"/>
                </w:rPr>
                <w:t>6</w:t>
              </w:r>
            </w:hyperlink>
            <w:r w:rsidRPr="005E7CB6">
              <w:rPr>
                <w:rFonts w:cs="Calibri"/>
                <w:lang w:eastAsia="es-ES"/>
              </w:rPr>
              <w:t>.</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1015" w:tooltip="Bourbons (dynastie française)" w:history="1">
        <w:r w:rsidRPr="000C428F">
          <w:rPr>
            <w:rFonts w:cs="Calibri"/>
            <w:b/>
            <w:bCs/>
            <w:lang w:eastAsia="es-ES"/>
          </w:rPr>
          <w:t>Bourbons</w:t>
        </w:r>
      </w:hyperlink>
      <w:r w:rsidRPr="000C428F">
        <w:rPr>
          <w:rFonts w:cs="Calibri"/>
          <w:b/>
          <w:bCs/>
          <w:lang w:eastAsia="es-ES"/>
        </w:rPr>
        <w:t xml:space="preserve"> </w:t>
      </w:r>
      <w:r w:rsidRPr="000C428F">
        <w:rPr>
          <w:rFonts w:cs="Calibri"/>
          <w:b/>
          <w:bCs/>
          <w:i/>
          <w:iCs/>
          <w:lang w:eastAsia="es-ES"/>
        </w:rPr>
        <w:t>(</w:t>
      </w:r>
      <w:hyperlink r:id="rId1016" w:tooltip="Première Restauration" w:history="1">
        <w:r w:rsidRPr="000C428F">
          <w:rPr>
            <w:rFonts w:cs="Calibri"/>
            <w:b/>
            <w:bCs/>
            <w:i/>
            <w:iCs/>
            <w:lang w:eastAsia="es-ES"/>
          </w:rPr>
          <w:t>Première Restauration</w:t>
        </w:r>
      </w:hyperlink>
      <w:r w:rsidRPr="000C428F">
        <w:rPr>
          <w:rFonts w:cs="Calibri"/>
          <w:b/>
          <w:bCs/>
          <w:i/>
          <w:iCs/>
          <w:lang w:eastAsia="es-ES"/>
        </w:rPr>
        <w:t>)</w:t>
      </w:r>
      <w:r w:rsidRPr="000C428F">
        <w:rPr>
          <w:rFonts w:cs="Calibri"/>
          <w:b/>
          <w:bCs/>
          <w:lang w:eastAsia="es-ES"/>
        </w:rPr>
        <w:t xml:space="preserve"> </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3"/>
        <w:gridCol w:w="1682"/>
        <w:gridCol w:w="1080"/>
        <w:gridCol w:w="1080"/>
        <w:gridCol w:w="2883"/>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17" w:tooltip="&quot;Louis XVIII&quot; " w:history="1">
              <w:r w:rsidRPr="005E7CB6">
                <w:rPr>
                  <w:rFonts w:cs="Calibri"/>
                  <w:noProof/>
                  <w:lang w:val="es-ES" w:eastAsia="es-ES"/>
                </w:rPr>
                <w:pict>
                  <v:shape id="Imagen 123" o:spid="_x0000_i1109" type="#_x0000_t75" alt="Louis XVIII" href="http://fr.wikipedia.org/wiki/Fichier:Louis_XVIII2.j" title="&quot;Louis XVIII&quot;" style="width:60pt;height:79.5pt;visibility:visible" o:button="t">
                    <v:fill o:detectmouseclick="t"/>
                    <v:imagedata r:id="rId101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19" w:tooltip="Louis XVIII" w:history="1">
              <w:r w:rsidRPr="005E7CB6">
                <w:rPr>
                  <w:rFonts w:cs="Calibri"/>
                  <w:lang w:val="es-ES" w:eastAsia="es-ES"/>
                </w:rPr>
                <w:t>Louis XVIII</w:t>
              </w:r>
            </w:hyperlink>
            <w:r w:rsidRPr="005E7CB6">
              <w:rPr>
                <w:rFonts w:cs="Calibri"/>
                <w:lang w:val="es-ES" w:eastAsia="es-ES"/>
              </w:rPr>
              <w:br/>
              <w:t>(17 novembre 1755 – 16 septembre 1824)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20" w:tooltip="1814" w:history="1">
              <w:r w:rsidRPr="005E7CB6">
                <w:rPr>
                  <w:rFonts w:cs="Calibri"/>
                  <w:lang w:val="es-ES" w:eastAsia="es-ES"/>
                </w:rPr>
                <w:t>1814</w:t>
              </w:r>
            </w:hyperlink>
            <w:r w:rsidRPr="005E7CB6">
              <w:rPr>
                <w:rFonts w:cs="Calibri"/>
                <w:lang w:val="es-ES" w:eastAsia="es-ES"/>
              </w:rPr>
              <w:t xml:space="preserve"> – </w:t>
            </w:r>
            <w:hyperlink r:id="rId1021" w:tooltip="1815" w:history="1">
              <w:r w:rsidRPr="005E7CB6">
                <w:rPr>
                  <w:rFonts w:cs="Calibri"/>
                  <w:lang w:val="es-ES" w:eastAsia="es-ES"/>
                </w:rPr>
                <w:t>1815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22"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 xml:space="preserve">Auto-proclamé roi dès la mort de son neveu </w:t>
            </w:r>
            <w:hyperlink r:id="rId1023" w:tooltip="Louis XVII" w:history="1">
              <w:r w:rsidRPr="005E7CB6">
                <w:rPr>
                  <w:rFonts w:cs="Calibri"/>
                  <w:lang w:eastAsia="es-ES"/>
                </w:rPr>
                <w:t>Louis XVII</w:t>
              </w:r>
            </w:hyperlink>
            <w:r w:rsidRPr="005E7CB6">
              <w:rPr>
                <w:rFonts w:cs="Calibri"/>
                <w:lang w:eastAsia="es-ES"/>
              </w:rPr>
              <w:t xml:space="preserve">, le </w:t>
            </w:r>
            <w:hyperlink r:id="rId1024" w:tooltip="8 juin" w:history="1">
              <w:r w:rsidRPr="005E7CB6">
                <w:rPr>
                  <w:rFonts w:cs="Calibri"/>
                  <w:lang w:eastAsia="es-ES"/>
                </w:rPr>
                <w:t>8</w:t>
              </w:r>
            </w:hyperlink>
            <w:r w:rsidRPr="005E7CB6">
              <w:rPr>
                <w:rFonts w:cs="Calibri"/>
                <w:lang w:eastAsia="es-ES"/>
              </w:rPr>
              <w:t> </w:t>
            </w:r>
            <w:hyperlink r:id="rId1025" w:tooltip="Juin" w:history="1">
              <w:r w:rsidRPr="005E7CB6">
                <w:rPr>
                  <w:rFonts w:cs="Calibri"/>
                  <w:lang w:eastAsia="es-ES"/>
                </w:rPr>
                <w:t>juin</w:t>
              </w:r>
            </w:hyperlink>
            <w:r w:rsidRPr="005E7CB6">
              <w:rPr>
                <w:rFonts w:cs="Calibri"/>
                <w:lang w:eastAsia="es-ES"/>
              </w:rPr>
              <w:t> </w:t>
            </w:r>
            <w:hyperlink r:id="rId1026" w:tooltip="1795" w:history="1">
              <w:r w:rsidRPr="005E7CB6">
                <w:rPr>
                  <w:rFonts w:cs="Calibri"/>
                  <w:lang w:eastAsia="es-ES"/>
                </w:rPr>
                <w:t>1795</w:t>
              </w:r>
            </w:hyperlink>
            <w:r w:rsidRPr="005E7CB6">
              <w:rPr>
                <w:rFonts w:cs="Calibri"/>
                <w:lang w:eastAsia="es-ES"/>
              </w:rPr>
              <w:t xml:space="preserve">, ne le devient effectivement que le </w:t>
            </w:r>
            <w:hyperlink r:id="rId1027" w:tooltip="6 avril" w:history="1">
              <w:r w:rsidRPr="005E7CB6">
                <w:rPr>
                  <w:rFonts w:cs="Calibri"/>
                  <w:lang w:eastAsia="es-ES"/>
                </w:rPr>
                <w:t>6</w:t>
              </w:r>
            </w:hyperlink>
            <w:r w:rsidRPr="005E7CB6">
              <w:rPr>
                <w:rFonts w:cs="Calibri"/>
                <w:lang w:eastAsia="es-ES"/>
              </w:rPr>
              <w:t> </w:t>
            </w:r>
            <w:hyperlink r:id="rId1028" w:tooltip="Avril" w:history="1">
              <w:r w:rsidRPr="005E7CB6">
                <w:rPr>
                  <w:rFonts w:cs="Calibri"/>
                  <w:lang w:eastAsia="es-ES"/>
                </w:rPr>
                <w:t>avril</w:t>
              </w:r>
            </w:hyperlink>
            <w:r w:rsidRPr="005E7CB6">
              <w:rPr>
                <w:rFonts w:cs="Calibri"/>
                <w:lang w:eastAsia="es-ES"/>
              </w:rPr>
              <w:t> </w:t>
            </w:r>
            <w:hyperlink r:id="rId1029" w:tooltip="1814" w:history="1">
              <w:r w:rsidRPr="005E7CB6">
                <w:rPr>
                  <w:rFonts w:cs="Calibri"/>
                  <w:lang w:eastAsia="es-ES"/>
                </w:rPr>
                <w:t>1814</w:t>
              </w:r>
            </w:hyperlink>
            <w:r w:rsidRPr="005E7CB6">
              <w:rPr>
                <w:rFonts w:cs="Calibri"/>
                <w:lang w:eastAsia="es-ES"/>
              </w:rPr>
              <w:t xml:space="preserve">, après l'abdication de Napoléon. </w:t>
            </w:r>
            <w:r w:rsidRPr="005E7CB6">
              <w:rPr>
                <w:rFonts w:cs="Calibri"/>
                <w:lang w:val="es-ES" w:eastAsia="es-ES"/>
              </w:rPr>
              <w:t xml:space="preserve">S'enfuit de Paris dans la nuit du </w:t>
            </w:r>
            <w:hyperlink r:id="rId1030" w:tooltip="20 mars" w:history="1">
              <w:r w:rsidRPr="005E7CB6">
                <w:rPr>
                  <w:rFonts w:cs="Calibri"/>
                  <w:lang w:val="es-ES" w:eastAsia="es-ES"/>
                </w:rPr>
                <w:t>20</w:t>
              </w:r>
            </w:hyperlink>
            <w:r w:rsidRPr="005E7CB6">
              <w:rPr>
                <w:rFonts w:cs="Calibri"/>
                <w:lang w:val="es-ES" w:eastAsia="es-ES"/>
              </w:rPr>
              <w:t> </w:t>
            </w:r>
            <w:hyperlink r:id="rId1031" w:tooltip="Mars (mois)" w:history="1">
              <w:r w:rsidRPr="005E7CB6">
                <w:rPr>
                  <w:rFonts w:cs="Calibri"/>
                  <w:lang w:val="es-ES" w:eastAsia="es-ES"/>
                </w:rPr>
                <w:t>mars</w:t>
              </w:r>
            </w:hyperlink>
            <w:r w:rsidRPr="005E7CB6">
              <w:rPr>
                <w:rFonts w:cs="Calibri"/>
                <w:lang w:val="es-ES" w:eastAsia="es-ES"/>
              </w:rPr>
              <w:t> </w:t>
            </w:r>
            <w:hyperlink r:id="rId1032" w:tooltip="1815" w:history="1">
              <w:r w:rsidRPr="005E7CB6">
                <w:rPr>
                  <w:rFonts w:cs="Calibri"/>
                  <w:lang w:val="es-ES" w:eastAsia="es-ES"/>
                </w:rPr>
                <w:t>1815</w:t>
              </w:r>
            </w:hyperlink>
            <w:r w:rsidRPr="005E7CB6">
              <w:rPr>
                <w:rFonts w:cs="Calibri"/>
                <w:lang w:val="es-ES" w:eastAsia="es-ES"/>
              </w:rPr>
              <w:t>.</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1033" w:tooltip="Bonaparte" w:history="1">
        <w:r w:rsidRPr="000C428F">
          <w:rPr>
            <w:rFonts w:cs="Calibri"/>
            <w:b/>
            <w:bCs/>
            <w:lang w:eastAsia="es-ES"/>
          </w:rPr>
          <w:t>Bonaparte</w:t>
        </w:r>
      </w:hyperlink>
      <w:r w:rsidRPr="000C428F">
        <w:rPr>
          <w:rFonts w:cs="Calibri"/>
          <w:b/>
          <w:bCs/>
          <w:lang w:eastAsia="es-ES"/>
        </w:rPr>
        <w:t xml:space="preserve"> </w:t>
      </w:r>
      <w:r w:rsidRPr="000C428F">
        <w:rPr>
          <w:rFonts w:cs="Calibri"/>
          <w:b/>
          <w:bCs/>
          <w:i/>
          <w:iCs/>
          <w:lang w:eastAsia="es-ES"/>
        </w:rPr>
        <w:t>(</w:t>
      </w:r>
      <w:hyperlink r:id="rId1034" w:tooltip="Cent-Jours" w:history="1">
        <w:r w:rsidRPr="000C428F">
          <w:rPr>
            <w:rFonts w:cs="Calibri"/>
            <w:b/>
            <w:bCs/>
            <w:i/>
            <w:iCs/>
            <w:lang w:eastAsia="es-ES"/>
          </w:rPr>
          <w:t>Cent-Jours</w:t>
        </w:r>
      </w:hyperlink>
      <w:r w:rsidRPr="000C428F">
        <w:rPr>
          <w:rFonts w:cs="Calibri"/>
          <w:b/>
          <w:bCs/>
          <w:i/>
          <w:iCs/>
          <w:lang w:eastAsia="es-ES"/>
        </w:rPr>
        <w:t>)</w:t>
      </w:r>
      <w:r w:rsidRPr="000C428F">
        <w:rPr>
          <w:rFonts w:cs="Calibri"/>
          <w:lang w:eastAsia="es-ES"/>
        </w:rPr>
        <w:t>]</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81"/>
        <w:gridCol w:w="1080"/>
        <w:gridCol w:w="1082"/>
        <w:gridCol w:w="2881"/>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35" w:tooltip="&quot;Napoléon Ier&quot; " w:history="1">
              <w:r w:rsidRPr="005E7CB6">
                <w:rPr>
                  <w:rFonts w:cs="Calibri"/>
                  <w:noProof/>
                  <w:lang w:val="es-ES" w:eastAsia="es-ES"/>
                </w:rPr>
                <w:pict>
                  <v:shape id="Imagen 124" o:spid="_x0000_i1110" type="#_x0000_t75" alt="Napoléon Ier" href="http://fr.wikipedia.org/wiki/Fichier:Ingres,_Napoleon_on_his_Imperial_throne.j" title="&quot;Napoléon Ier&quot;" style="width:60pt;height:97.5pt;visibility:visible" o:button="t">
                    <v:fill o:detectmouseclick="t"/>
                    <v:imagedata r:id="rId99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36" w:tooltip="Napoléon Ier" w:history="1">
              <w:r w:rsidRPr="005E7CB6">
                <w:rPr>
                  <w:rFonts w:cs="Calibri"/>
                  <w:lang w:val="es-ES" w:eastAsia="es-ES"/>
                </w:rPr>
                <w:t xml:space="preserve">Napoléon </w:t>
              </w:r>
              <w:r w:rsidRPr="005E7CB6">
                <w:rPr>
                  <w:rFonts w:cs="Calibri"/>
                  <w:caps/>
                  <w:smallCaps/>
                  <w:lang w:val="es-ES" w:eastAsia="es-ES"/>
                </w:rPr>
                <w:t>I</w:t>
              </w:r>
              <w:r w:rsidRPr="005E7CB6">
                <w:rPr>
                  <w:rFonts w:cs="Calibri"/>
                  <w:vertAlign w:val="superscript"/>
                  <w:lang w:val="es-ES" w:eastAsia="es-ES"/>
                </w:rPr>
                <w:t>er</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37" w:tooltip="1815" w:history="1">
              <w:r w:rsidRPr="005E7CB6">
                <w:rPr>
                  <w:rFonts w:cs="Calibri"/>
                  <w:lang w:val="es-ES" w:eastAsia="es-ES"/>
                </w:rPr>
                <w:t>1815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38" w:tooltip="Bonaparte" w:history="1">
              <w:r w:rsidRPr="005E7CB6">
                <w:rPr>
                  <w:rFonts w:cs="Calibri"/>
                  <w:lang w:val="es-ES" w:eastAsia="es-ES"/>
                </w:rPr>
                <w:t>Bonaparte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Regagne les </w:t>
            </w:r>
            <w:hyperlink r:id="rId1039" w:tooltip="Tuileries" w:history="1">
              <w:r w:rsidRPr="005E7CB6">
                <w:rPr>
                  <w:rFonts w:cs="Calibri"/>
                  <w:lang w:eastAsia="es-ES"/>
                </w:rPr>
                <w:t>Tuileries</w:t>
              </w:r>
            </w:hyperlink>
            <w:r w:rsidRPr="005E7CB6">
              <w:rPr>
                <w:rFonts w:cs="Calibri"/>
                <w:lang w:eastAsia="es-ES"/>
              </w:rPr>
              <w:t xml:space="preserve"> le </w:t>
            </w:r>
            <w:hyperlink r:id="rId1040" w:tooltip="20 mars" w:history="1">
              <w:r w:rsidRPr="005E7CB6">
                <w:rPr>
                  <w:rFonts w:cs="Calibri"/>
                  <w:lang w:eastAsia="es-ES"/>
                </w:rPr>
                <w:t>20 mars</w:t>
              </w:r>
            </w:hyperlink>
            <w:r w:rsidRPr="005E7CB6">
              <w:rPr>
                <w:rFonts w:cs="Calibri"/>
                <w:lang w:eastAsia="es-ES"/>
              </w:rPr>
              <w:t xml:space="preserve">, peu après la fuite de Louis XVIII. Vaincu à </w:t>
            </w:r>
            <w:hyperlink r:id="rId1041" w:tooltip="Bataille de Waterloo" w:history="1">
              <w:r w:rsidRPr="005E7CB6">
                <w:rPr>
                  <w:rFonts w:cs="Calibri"/>
                  <w:lang w:eastAsia="es-ES"/>
                </w:rPr>
                <w:t>Waterloo</w:t>
              </w:r>
            </w:hyperlink>
            <w:r w:rsidRPr="005E7CB6">
              <w:rPr>
                <w:rFonts w:cs="Calibri"/>
                <w:lang w:eastAsia="es-ES"/>
              </w:rPr>
              <w:t xml:space="preserve"> le </w:t>
            </w:r>
            <w:hyperlink r:id="rId1042" w:tooltip="18 juin" w:history="1">
              <w:r w:rsidRPr="005E7CB6">
                <w:rPr>
                  <w:rFonts w:cs="Calibri"/>
                  <w:lang w:eastAsia="es-ES"/>
                </w:rPr>
                <w:t>18 juin</w:t>
              </w:r>
            </w:hyperlink>
            <w:r w:rsidRPr="005E7CB6">
              <w:rPr>
                <w:rFonts w:cs="Calibri"/>
                <w:lang w:eastAsia="es-ES"/>
              </w:rPr>
              <w:t xml:space="preserve">, abdique le </w:t>
            </w:r>
            <w:hyperlink r:id="rId1043" w:tooltip="22 juin" w:history="1">
              <w:r w:rsidRPr="005E7CB6">
                <w:rPr>
                  <w:rFonts w:cs="Calibri"/>
                  <w:lang w:eastAsia="es-ES"/>
                </w:rPr>
                <w:t>22</w:t>
              </w:r>
            </w:hyperlink>
            <w:r w:rsidRPr="005E7CB6">
              <w:rPr>
                <w:rFonts w:cs="Calibri"/>
                <w:lang w:eastAsia="es-ES"/>
              </w:rPr>
              <w:t xml:space="preserve"> en faveur de son fils </w:t>
            </w:r>
            <w:hyperlink r:id="rId1044" w:tooltip="Napoléon II" w:history="1">
              <w:r w:rsidRPr="005E7CB6">
                <w:rPr>
                  <w:rFonts w:cs="Calibri"/>
                  <w:lang w:eastAsia="es-ES"/>
                </w:rPr>
                <w:t>Napoléon II</w:t>
              </w:r>
            </w:hyperlink>
            <w:r w:rsidRPr="005E7CB6">
              <w:rPr>
                <w:rFonts w:cs="Calibri"/>
                <w:lang w:eastAsia="es-ES"/>
              </w:rPr>
              <w:t>, qui n'est pas proclamé et dont le « règne » demeure entièrement symbolique.</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45" w:tooltip="&quot;Napoléon II&quot; " w:history="1">
              <w:r w:rsidRPr="005E7CB6">
                <w:rPr>
                  <w:rFonts w:cs="Calibri"/>
                  <w:noProof/>
                  <w:lang w:val="es-ES" w:eastAsia="es-ES"/>
                </w:rPr>
                <w:pict>
                  <v:shape id="Imagen 125" o:spid="_x0000_i1111" type="#_x0000_t75" alt="Napoléon II" href="http://fr.wikipedia.org/wiki/Fichier:80_Napoleon_II.j" title="&quot;Napoléon II&quot;" style="width:60pt;height:89.25pt;visibility:visible" o:button="t">
                    <v:fill o:detectmouseclick="t"/>
                    <v:imagedata r:id="rId1046"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47" w:tooltip="Napoléon II" w:history="1">
              <w:r w:rsidRPr="005E7CB6">
                <w:rPr>
                  <w:rFonts w:cs="Calibri"/>
                  <w:lang w:val="es-ES" w:eastAsia="es-ES"/>
                </w:rPr>
                <w:t>Napoléon II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48" w:tooltip="1815" w:history="1">
              <w:r w:rsidRPr="005E7CB6">
                <w:rPr>
                  <w:rFonts w:cs="Calibri"/>
                  <w:lang w:val="es-ES" w:eastAsia="es-ES"/>
                </w:rPr>
                <w:t>1815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49" w:tooltip="Bonaparte" w:history="1">
              <w:r w:rsidRPr="005E7CB6">
                <w:rPr>
                  <w:rFonts w:cs="Calibri"/>
                  <w:lang w:val="es-ES" w:eastAsia="es-ES"/>
                </w:rPr>
                <w:t>Bonaparte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Après l'abdication de son père Napoléon I</w:t>
            </w:r>
            <w:r w:rsidRPr="005E7CB6">
              <w:rPr>
                <w:rFonts w:cs="Calibri"/>
                <w:vertAlign w:val="superscript"/>
                <w:lang w:eastAsia="es-ES"/>
              </w:rPr>
              <w:t>er</w:t>
            </w:r>
            <w:r w:rsidRPr="005E7CB6">
              <w:rPr>
                <w:rFonts w:cs="Calibri"/>
                <w:lang w:eastAsia="es-ES"/>
              </w:rPr>
              <w:t xml:space="preserve"> en avril 1814 et en juin 1815, il est reconnu empereur, « régnant » sous le nom de </w:t>
            </w:r>
            <w:r w:rsidRPr="005E7CB6">
              <w:rPr>
                <w:rFonts w:cs="Calibri"/>
                <w:b/>
                <w:bCs/>
                <w:lang w:eastAsia="es-ES"/>
              </w:rPr>
              <w:t>Napoléon II</w:t>
            </w:r>
            <w:r w:rsidRPr="005E7CB6">
              <w:rPr>
                <w:rFonts w:cs="Calibri"/>
                <w:lang w:eastAsia="es-ES"/>
              </w:rPr>
              <w:t xml:space="preserve">, du </w:t>
            </w:r>
            <w:hyperlink r:id="rId1050" w:tooltip="4 avril" w:history="1">
              <w:r w:rsidRPr="005E7CB6">
                <w:rPr>
                  <w:rFonts w:cs="Calibri"/>
                  <w:lang w:eastAsia="es-ES"/>
                </w:rPr>
                <w:t>4 avril</w:t>
              </w:r>
            </w:hyperlink>
            <w:r w:rsidRPr="005E7CB6">
              <w:rPr>
                <w:rFonts w:cs="Calibri"/>
                <w:lang w:eastAsia="es-ES"/>
              </w:rPr>
              <w:t xml:space="preserve"> au </w:t>
            </w:r>
            <w:hyperlink r:id="rId1051" w:tooltip="6 avril" w:history="1">
              <w:r w:rsidRPr="005E7CB6">
                <w:rPr>
                  <w:rFonts w:cs="Calibri"/>
                  <w:lang w:eastAsia="es-ES"/>
                </w:rPr>
                <w:t>6</w:t>
              </w:r>
            </w:hyperlink>
            <w:r w:rsidRPr="005E7CB6">
              <w:rPr>
                <w:rFonts w:cs="Calibri"/>
                <w:lang w:eastAsia="es-ES"/>
              </w:rPr>
              <w:t> </w:t>
            </w:r>
            <w:hyperlink r:id="rId1052" w:tooltip="Avril" w:history="1">
              <w:r w:rsidRPr="005E7CB6">
                <w:rPr>
                  <w:rFonts w:cs="Calibri"/>
                  <w:lang w:eastAsia="es-ES"/>
                </w:rPr>
                <w:t>avril</w:t>
              </w:r>
            </w:hyperlink>
            <w:r w:rsidRPr="005E7CB6">
              <w:rPr>
                <w:rFonts w:cs="Calibri"/>
                <w:lang w:eastAsia="es-ES"/>
              </w:rPr>
              <w:t> </w:t>
            </w:r>
            <w:hyperlink r:id="rId1053" w:tooltip="1814" w:history="1">
              <w:r w:rsidRPr="005E7CB6">
                <w:rPr>
                  <w:rFonts w:cs="Calibri"/>
                  <w:lang w:eastAsia="es-ES"/>
                </w:rPr>
                <w:t>1814</w:t>
              </w:r>
            </w:hyperlink>
            <w:r w:rsidRPr="005E7CB6">
              <w:rPr>
                <w:rFonts w:cs="Calibri"/>
                <w:lang w:eastAsia="es-ES"/>
              </w:rPr>
              <w:t xml:space="preserve"> et du </w:t>
            </w:r>
            <w:hyperlink r:id="rId1054" w:tooltip="22 juin" w:history="1">
              <w:r w:rsidRPr="005E7CB6">
                <w:rPr>
                  <w:rFonts w:cs="Calibri"/>
                  <w:lang w:eastAsia="es-ES"/>
                </w:rPr>
                <w:t>22 juin</w:t>
              </w:r>
            </w:hyperlink>
            <w:r w:rsidRPr="005E7CB6">
              <w:rPr>
                <w:rFonts w:cs="Calibri"/>
                <w:lang w:eastAsia="es-ES"/>
              </w:rPr>
              <w:t xml:space="preserve"> au </w:t>
            </w:r>
            <w:hyperlink r:id="rId1055" w:tooltip="7 juillet" w:history="1">
              <w:r w:rsidRPr="005E7CB6">
                <w:rPr>
                  <w:rFonts w:cs="Calibri"/>
                  <w:lang w:eastAsia="es-ES"/>
                </w:rPr>
                <w:t>7</w:t>
              </w:r>
            </w:hyperlink>
            <w:r w:rsidRPr="005E7CB6">
              <w:rPr>
                <w:rFonts w:cs="Calibri"/>
                <w:lang w:eastAsia="es-ES"/>
              </w:rPr>
              <w:t> </w:t>
            </w:r>
            <w:hyperlink r:id="rId1056" w:tooltip="Juillet" w:history="1">
              <w:r w:rsidRPr="005E7CB6">
                <w:rPr>
                  <w:rFonts w:cs="Calibri"/>
                  <w:lang w:eastAsia="es-ES"/>
                </w:rPr>
                <w:t>juillet</w:t>
              </w:r>
            </w:hyperlink>
            <w:r w:rsidRPr="005E7CB6">
              <w:rPr>
                <w:rFonts w:cs="Calibri"/>
                <w:lang w:eastAsia="es-ES"/>
              </w:rPr>
              <w:t> </w:t>
            </w:r>
            <w:hyperlink r:id="rId1057" w:tooltip="1815" w:history="1">
              <w:r w:rsidRPr="005E7CB6">
                <w:rPr>
                  <w:rFonts w:cs="Calibri"/>
                  <w:lang w:eastAsia="es-ES"/>
                </w:rPr>
                <w:t>1815</w:t>
              </w:r>
            </w:hyperlink>
            <w:r w:rsidRPr="005E7CB6">
              <w:rPr>
                <w:rFonts w:cs="Calibri"/>
                <w:lang w:eastAsia="es-ES"/>
              </w:rPr>
              <w:t>.</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1058" w:tooltip="Bourbons (dynastie française)" w:history="1">
        <w:r w:rsidRPr="000C428F">
          <w:rPr>
            <w:rFonts w:cs="Calibri"/>
            <w:b/>
            <w:bCs/>
            <w:lang w:eastAsia="es-ES"/>
          </w:rPr>
          <w:t>Bourbons</w:t>
        </w:r>
      </w:hyperlink>
      <w:r w:rsidRPr="000C428F">
        <w:rPr>
          <w:rFonts w:cs="Calibri"/>
          <w:b/>
          <w:bCs/>
          <w:lang w:eastAsia="es-ES"/>
        </w:rPr>
        <w:t xml:space="preserve"> </w:t>
      </w:r>
      <w:r w:rsidRPr="000C428F">
        <w:rPr>
          <w:rFonts w:cs="Calibri"/>
          <w:b/>
          <w:bCs/>
          <w:i/>
          <w:iCs/>
          <w:lang w:eastAsia="es-ES"/>
        </w:rPr>
        <w:t>(</w:t>
      </w:r>
      <w:hyperlink r:id="rId1059" w:tooltip="Seconde Restauration" w:history="1">
        <w:r w:rsidRPr="000C428F">
          <w:rPr>
            <w:rFonts w:cs="Calibri"/>
            <w:b/>
            <w:bCs/>
            <w:i/>
            <w:iCs/>
            <w:lang w:eastAsia="es-ES"/>
          </w:rPr>
          <w:t>Seconde Restauration</w:t>
        </w:r>
      </w:hyperlink>
      <w:r w:rsidRPr="000C428F">
        <w:rPr>
          <w:rFonts w:cs="Calibri"/>
          <w:b/>
          <w:bCs/>
          <w:i/>
          <w:iCs/>
          <w:lang w:eastAsia="es-ES"/>
        </w:rPr>
        <w:t>)</w:t>
      </w:r>
      <w:r w:rsidRPr="000C428F">
        <w:rPr>
          <w:rFonts w:cs="Calibri"/>
          <w:b/>
          <w:bCs/>
          <w:lang w:eastAsia="es-ES"/>
        </w:rPr>
        <w:t xml:space="preserve"> </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5"/>
        <w:gridCol w:w="1681"/>
        <w:gridCol w:w="1079"/>
        <w:gridCol w:w="1080"/>
        <w:gridCol w:w="2883"/>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0" w:tooltip="&quot;Louis XVIII&quot; " w:history="1">
              <w:r w:rsidRPr="005E7CB6">
                <w:rPr>
                  <w:rFonts w:cs="Calibri"/>
                  <w:noProof/>
                  <w:lang w:val="es-ES" w:eastAsia="es-ES"/>
                </w:rPr>
                <w:pict>
                  <v:shape id="Imagen 126" o:spid="_x0000_i1112" type="#_x0000_t75" alt="Louis XVIII" href="http://fr.wikipedia.org/wiki/Fichier:Louis_XVIII2.j" title="&quot;Louis XVIII&quot;" style="width:60pt;height:79.5pt;visibility:visible" o:button="t">
                    <v:fill o:detectmouseclick="t"/>
                    <v:imagedata r:id="rId101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1" w:tooltip="Louis XVIII de France" w:history="1">
              <w:r w:rsidRPr="005E7CB6">
                <w:rPr>
                  <w:rFonts w:cs="Calibri"/>
                  <w:lang w:val="es-ES" w:eastAsia="es-ES"/>
                </w:rPr>
                <w:t>Louis XVIII</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2" w:tooltip="1815" w:history="1">
              <w:r w:rsidRPr="005E7CB6">
                <w:rPr>
                  <w:rFonts w:cs="Calibri"/>
                  <w:lang w:val="es-ES" w:eastAsia="es-ES"/>
                </w:rPr>
                <w:t>1815</w:t>
              </w:r>
            </w:hyperlink>
            <w:r w:rsidRPr="005E7CB6">
              <w:rPr>
                <w:rFonts w:cs="Calibri"/>
                <w:lang w:val="es-ES" w:eastAsia="es-ES"/>
              </w:rPr>
              <w:t xml:space="preserve"> – </w:t>
            </w:r>
            <w:hyperlink r:id="rId1063" w:tooltip="1824" w:history="1">
              <w:r w:rsidRPr="005E7CB6">
                <w:rPr>
                  <w:rFonts w:cs="Calibri"/>
                  <w:lang w:val="es-ES" w:eastAsia="es-ES"/>
                </w:rPr>
                <w:t>1824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4"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Rappelé par le gouvernement provisoire le </w:t>
            </w:r>
            <w:hyperlink r:id="rId1065" w:tooltip="22 juin" w:history="1">
              <w:r w:rsidRPr="005E7CB6">
                <w:rPr>
                  <w:rFonts w:cs="Calibri"/>
                  <w:lang w:eastAsia="es-ES"/>
                </w:rPr>
                <w:t>22 juin</w:t>
              </w:r>
            </w:hyperlink>
            <w:r w:rsidRPr="005E7CB6">
              <w:rPr>
                <w:rFonts w:cs="Calibri"/>
                <w:lang w:eastAsia="es-ES"/>
              </w:rPr>
              <w:t xml:space="preserve">, date de la seconde abdication de Napoléon, il rentre à Paris le </w:t>
            </w:r>
            <w:hyperlink r:id="rId1066" w:tooltip="8 juillet" w:history="1">
              <w:r w:rsidRPr="005E7CB6">
                <w:rPr>
                  <w:rFonts w:cs="Calibri"/>
                  <w:lang w:eastAsia="es-ES"/>
                </w:rPr>
                <w:t>8 juillet</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7" w:tooltip="&quot;Charles X&quot; " w:history="1">
              <w:r w:rsidRPr="005E7CB6">
                <w:rPr>
                  <w:rFonts w:cs="Calibri"/>
                  <w:noProof/>
                  <w:lang w:val="es-ES" w:eastAsia="es-ES"/>
                </w:rPr>
                <w:pict>
                  <v:shape id="Imagen 127" o:spid="_x0000_i1113" type="#_x0000_t75" alt="Charles X" href="http://fr.wikipedia.org/wiki/Fichier:Fran%C3%A7ois_Pascal_Simon_G%C3%A9rard_006.J" title="&quot;Charles X&quot;" style="width:60pt;height:81pt;visibility:visible" o:button="t">
                    <v:fill o:detectmouseclick="t"/>
                    <v:imagedata r:id="rId1068"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69" w:tooltip="Charles X de France" w:history="1">
              <w:r w:rsidRPr="005E7CB6">
                <w:rPr>
                  <w:rFonts w:cs="Calibri"/>
                  <w:lang w:val="es-ES" w:eastAsia="es-ES"/>
                </w:rPr>
                <w:t>Charles X</w:t>
              </w:r>
            </w:hyperlink>
            <w:r w:rsidRPr="005E7CB6">
              <w:rPr>
                <w:rFonts w:cs="Calibri"/>
                <w:lang w:val="es-ES" w:eastAsia="es-ES"/>
              </w:rPr>
              <w:br/>
              <w:t>(9 octobre 1757 – 6 novembre 1836)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70" w:tooltip="1824" w:history="1">
              <w:r w:rsidRPr="005E7CB6">
                <w:rPr>
                  <w:rFonts w:cs="Calibri"/>
                  <w:lang w:val="es-ES" w:eastAsia="es-ES"/>
                </w:rPr>
                <w:t>1824</w:t>
              </w:r>
            </w:hyperlink>
            <w:r w:rsidRPr="005E7CB6">
              <w:rPr>
                <w:rFonts w:cs="Calibri"/>
                <w:lang w:val="es-ES" w:eastAsia="es-ES"/>
              </w:rPr>
              <w:t xml:space="preserve"> – </w:t>
            </w:r>
            <w:hyperlink r:id="rId1071" w:tooltip="1830" w:history="1">
              <w:r w:rsidRPr="005E7CB6">
                <w:rPr>
                  <w:rFonts w:cs="Calibri"/>
                  <w:lang w:val="es-ES" w:eastAsia="es-ES"/>
                </w:rPr>
                <w:t>1830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72" w:tooltip="Bourbons (dynastie française)" w:history="1">
              <w:r w:rsidRPr="005E7CB6">
                <w:rPr>
                  <w:rFonts w:cs="Calibri"/>
                  <w:lang w:val="es-ES" w:eastAsia="es-ES"/>
                </w:rPr>
                <w:t>Bourbons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Devient roi de France à la mort de son frère Louis XVIII, le </w:t>
            </w:r>
            <w:hyperlink r:id="rId1073" w:tooltip="16 septembre" w:history="1">
              <w:r w:rsidRPr="005E7CB6">
                <w:rPr>
                  <w:rFonts w:cs="Calibri"/>
                  <w:lang w:eastAsia="es-ES"/>
                </w:rPr>
                <w:t>16 septembre</w:t>
              </w:r>
            </w:hyperlink>
            <w:r w:rsidRPr="005E7CB6">
              <w:rPr>
                <w:rFonts w:cs="Calibri"/>
                <w:lang w:eastAsia="es-ES"/>
              </w:rPr>
              <w:t xml:space="preserve"> 1824. Est sacré à </w:t>
            </w:r>
            <w:hyperlink r:id="rId1074" w:tooltip="Cathédrale Notre-Dame de Reims" w:history="1">
              <w:r w:rsidRPr="005E7CB6">
                <w:rPr>
                  <w:rFonts w:cs="Calibri"/>
                  <w:lang w:eastAsia="es-ES"/>
                </w:rPr>
                <w:t>Reims</w:t>
              </w:r>
            </w:hyperlink>
            <w:r w:rsidRPr="005E7CB6">
              <w:rPr>
                <w:rFonts w:cs="Calibri"/>
                <w:lang w:eastAsia="es-ES"/>
              </w:rPr>
              <w:t xml:space="preserve"> le </w:t>
            </w:r>
            <w:hyperlink r:id="rId1075" w:tooltip="29 mai" w:history="1">
              <w:r w:rsidRPr="005E7CB6">
                <w:rPr>
                  <w:rFonts w:cs="Calibri"/>
                  <w:lang w:eastAsia="es-ES"/>
                </w:rPr>
                <w:t>29 mai</w:t>
              </w:r>
            </w:hyperlink>
            <w:r w:rsidRPr="005E7CB6">
              <w:rPr>
                <w:rFonts w:cs="Calibri"/>
                <w:lang w:eastAsia="es-ES"/>
              </w:rPr>
              <w:t xml:space="preserve"> </w:t>
            </w:r>
            <w:hyperlink r:id="rId1076" w:tooltip="1825" w:history="1">
              <w:r w:rsidRPr="005E7CB6">
                <w:rPr>
                  <w:rFonts w:cs="Calibri"/>
                  <w:lang w:eastAsia="es-ES"/>
                </w:rPr>
                <w:t>1825</w:t>
              </w:r>
            </w:hyperlink>
            <w:r w:rsidRPr="005E7CB6">
              <w:rPr>
                <w:rFonts w:cs="Calibri"/>
                <w:lang w:eastAsia="es-ES"/>
              </w:rPr>
              <w:t xml:space="preserve">. Doit abdiquer suite aux </w:t>
            </w:r>
            <w:hyperlink r:id="rId1077" w:tooltip="Trois Glorieuses" w:history="1">
              <w:r w:rsidRPr="005E7CB6">
                <w:rPr>
                  <w:rFonts w:cs="Calibri"/>
                  <w:lang w:eastAsia="es-ES"/>
                </w:rPr>
                <w:t>Trois Glorieuses</w:t>
              </w:r>
            </w:hyperlink>
            <w:r w:rsidRPr="005E7CB6">
              <w:rPr>
                <w:rFonts w:cs="Calibri"/>
                <w:lang w:eastAsia="es-ES"/>
              </w:rPr>
              <w:t xml:space="preserve"> le </w:t>
            </w:r>
            <w:hyperlink r:id="rId1078" w:tooltip="2 août" w:history="1">
              <w:r w:rsidRPr="005E7CB6">
                <w:rPr>
                  <w:rFonts w:cs="Calibri"/>
                  <w:lang w:eastAsia="es-ES"/>
                </w:rPr>
                <w:t>2 août</w:t>
              </w:r>
            </w:hyperlink>
            <w:r w:rsidRPr="005E7CB6">
              <w:rPr>
                <w:rFonts w:cs="Calibri"/>
                <w:lang w:eastAsia="es-ES"/>
              </w:rPr>
              <w:t xml:space="preserve"> 1830. Son fils, </w:t>
            </w:r>
            <w:hyperlink r:id="rId1079" w:tooltip="Louis de France (1775-1844)" w:history="1">
              <w:r w:rsidRPr="005E7CB6">
                <w:rPr>
                  <w:rFonts w:cs="Calibri"/>
                  <w:lang w:eastAsia="es-ES"/>
                </w:rPr>
                <w:t>Louis XIX</w:t>
              </w:r>
            </w:hyperlink>
            <w:r w:rsidRPr="005E7CB6">
              <w:rPr>
                <w:rFonts w:cs="Calibri"/>
                <w:lang w:eastAsia="es-ES"/>
              </w:rPr>
              <w:t xml:space="preserve">, qui abdique lui-même moins d'une heure plus tard, et son petit-fils, </w:t>
            </w:r>
            <w:hyperlink r:id="rId1080" w:tooltip="Comte de Chambord" w:history="1">
              <w:r w:rsidRPr="005E7CB6">
                <w:rPr>
                  <w:rFonts w:cs="Calibri"/>
                  <w:lang w:eastAsia="es-ES"/>
                </w:rPr>
                <w:t>Henri V</w:t>
              </w:r>
            </w:hyperlink>
            <w:r w:rsidRPr="005E7CB6">
              <w:rPr>
                <w:rFonts w:cs="Calibri"/>
                <w:lang w:eastAsia="es-ES"/>
              </w:rPr>
              <w:t>, ne sont ni proclamés ni reconnus.</w:t>
            </w:r>
          </w:p>
        </w:tc>
      </w:tr>
      <w:tr w:rsidR="00086070" w:rsidRPr="005E7CB6" w:rsidTr="000C428F">
        <w:tc>
          <w:tcPr>
            <w:tcW w:w="0" w:type="auto"/>
            <w:gridSpan w:val="5"/>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Roi non proclamé :</w:t>
            </w:r>
            <w:r w:rsidRPr="005E7CB6">
              <w:rPr>
                <w:rFonts w:cs="Calibri"/>
                <w:lang w:eastAsia="es-ES"/>
              </w:rPr>
              <w:t xml:space="preserve"> </w:t>
            </w:r>
            <w:hyperlink r:id="rId1081" w:tooltip="Louis XIX" w:history="1">
              <w:r w:rsidRPr="005E7CB6">
                <w:rPr>
                  <w:rFonts w:cs="Calibri"/>
                  <w:lang w:eastAsia="es-ES"/>
                </w:rPr>
                <w:t>Louis XIX</w:t>
              </w:r>
            </w:hyperlink>
            <w:r w:rsidRPr="005E7CB6">
              <w:rPr>
                <w:rFonts w:cs="Calibri"/>
                <w:lang w:eastAsia="es-ES"/>
              </w:rPr>
              <w:t xml:space="preserve"> le </w:t>
            </w:r>
            <w:hyperlink r:id="rId1082" w:tooltip="2 août" w:history="1">
              <w:r w:rsidRPr="005E7CB6">
                <w:rPr>
                  <w:rFonts w:cs="Calibri"/>
                  <w:lang w:eastAsia="es-ES"/>
                </w:rPr>
                <w:t>2 août</w:t>
              </w:r>
            </w:hyperlink>
            <w:r w:rsidRPr="005E7CB6">
              <w:rPr>
                <w:rFonts w:cs="Calibri"/>
                <w:lang w:eastAsia="es-ES"/>
              </w:rPr>
              <w:t xml:space="preserve"> </w:t>
            </w:r>
            <w:hyperlink r:id="rId1083" w:tooltip="1830" w:history="1">
              <w:r w:rsidRPr="005E7CB6">
                <w:rPr>
                  <w:rFonts w:cs="Calibri"/>
                  <w:lang w:eastAsia="es-ES"/>
                </w:rPr>
                <w:t>1830</w:t>
              </w:r>
            </w:hyperlink>
          </w:p>
        </w:tc>
        <w:tc>
          <w:tcPr>
            <w:tcW w:w="0" w:type="auto"/>
            <w:shd w:val="clear" w:color="auto" w:fill="F9F9F9"/>
            <w:vAlign w:val="center"/>
          </w:tcPr>
          <w:p w:rsidR="00086070" w:rsidRPr="005E7CB6" w:rsidRDefault="00086070" w:rsidP="000C428F">
            <w:pPr>
              <w:spacing w:before="0" w:beforeAutospacing="0" w:after="0" w:afterAutospacing="0"/>
              <w:ind w:left="0" w:firstLine="0"/>
              <w:rPr>
                <w:rFonts w:cs="Calibri"/>
                <w:lang w:eastAsia="es-ES"/>
              </w:rPr>
            </w:pPr>
          </w:p>
        </w:tc>
      </w:tr>
      <w:tr w:rsidR="00086070" w:rsidRPr="005E7CB6" w:rsidTr="000C428F">
        <w:tc>
          <w:tcPr>
            <w:tcW w:w="0" w:type="auto"/>
            <w:gridSpan w:val="5"/>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Roi non proclamé :</w:t>
            </w:r>
            <w:r w:rsidRPr="005E7CB6">
              <w:rPr>
                <w:rFonts w:cs="Calibri"/>
                <w:lang w:eastAsia="es-ES"/>
              </w:rPr>
              <w:t xml:space="preserve"> </w:t>
            </w:r>
            <w:hyperlink r:id="rId1084" w:tooltip="Henri V comte de Chambord" w:history="1">
              <w:r w:rsidRPr="005E7CB6">
                <w:rPr>
                  <w:rFonts w:cs="Calibri"/>
                  <w:lang w:eastAsia="es-ES"/>
                </w:rPr>
                <w:t>Henri V</w:t>
              </w:r>
            </w:hyperlink>
            <w:r w:rsidRPr="005E7CB6">
              <w:rPr>
                <w:rFonts w:cs="Calibri"/>
                <w:lang w:eastAsia="es-ES"/>
              </w:rPr>
              <w:t xml:space="preserve"> du </w:t>
            </w:r>
            <w:hyperlink r:id="rId1085" w:tooltip="2 août" w:history="1">
              <w:r w:rsidRPr="005E7CB6">
                <w:rPr>
                  <w:rFonts w:cs="Calibri"/>
                  <w:lang w:eastAsia="es-ES"/>
                </w:rPr>
                <w:t>2 août</w:t>
              </w:r>
            </w:hyperlink>
            <w:r w:rsidRPr="005E7CB6">
              <w:rPr>
                <w:rFonts w:cs="Calibri"/>
                <w:lang w:eastAsia="es-ES"/>
              </w:rPr>
              <w:t xml:space="preserve"> au </w:t>
            </w:r>
            <w:hyperlink r:id="rId1086" w:tooltip="7 août" w:history="1">
              <w:r w:rsidRPr="005E7CB6">
                <w:rPr>
                  <w:rFonts w:cs="Calibri"/>
                  <w:lang w:eastAsia="es-ES"/>
                </w:rPr>
                <w:t>7 août</w:t>
              </w:r>
            </w:hyperlink>
            <w:r w:rsidRPr="005E7CB6">
              <w:rPr>
                <w:rFonts w:cs="Calibri"/>
                <w:lang w:eastAsia="es-ES"/>
              </w:rPr>
              <w:t xml:space="preserve"> </w:t>
            </w:r>
            <w:hyperlink r:id="rId1087" w:tooltip="1830" w:history="1">
              <w:r w:rsidRPr="005E7CB6">
                <w:rPr>
                  <w:rFonts w:cs="Calibri"/>
                  <w:lang w:eastAsia="es-ES"/>
                </w:rPr>
                <w:t>1830</w:t>
              </w:r>
            </w:hyperlink>
          </w:p>
        </w:tc>
        <w:tc>
          <w:tcPr>
            <w:tcW w:w="0" w:type="auto"/>
            <w:tcBorders>
              <w:bottom w:val="single" w:sz="6" w:space="0" w:color="AAAAAA"/>
            </w:tcBorders>
            <w:shd w:val="clear" w:color="auto" w:fill="F9F9F9"/>
            <w:vAlign w:val="center"/>
          </w:tcPr>
          <w:p w:rsidR="00086070" w:rsidRPr="005E7CB6" w:rsidRDefault="00086070" w:rsidP="000C428F">
            <w:pPr>
              <w:spacing w:before="0" w:beforeAutospacing="0" w:after="0" w:afterAutospacing="0"/>
              <w:ind w:left="0" w:firstLine="0"/>
              <w:rPr>
                <w:rFonts w:cs="Calibri"/>
                <w:lang w:eastAsia="es-ES"/>
              </w:rPr>
            </w:pP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1088" w:tooltip="Maison d'Orléans" w:history="1">
        <w:r w:rsidRPr="000C428F">
          <w:rPr>
            <w:rFonts w:cs="Calibri"/>
            <w:b/>
            <w:bCs/>
            <w:lang w:eastAsia="es-ES"/>
          </w:rPr>
          <w:t>Orléans</w:t>
        </w:r>
      </w:hyperlink>
      <w:r w:rsidRPr="000C428F">
        <w:rPr>
          <w:rFonts w:cs="Calibri"/>
          <w:b/>
          <w:bCs/>
          <w:lang w:eastAsia="es-ES"/>
        </w:rPr>
        <w:t xml:space="preserve"> </w:t>
      </w:r>
      <w:r w:rsidRPr="000C428F">
        <w:rPr>
          <w:rFonts w:cs="Calibri"/>
          <w:b/>
          <w:bCs/>
          <w:i/>
          <w:iCs/>
          <w:lang w:eastAsia="es-ES"/>
        </w:rPr>
        <w:t>(</w:t>
      </w:r>
      <w:hyperlink r:id="rId1089" w:tooltip="Monarchie de Juillet" w:history="1">
        <w:r w:rsidRPr="000C428F">
          <w:rPr>
            <w:rFonts w:cs="Calibri"/>
            <w:b/>
            <w:bCs/>
            <w:i/>
            <w:iCs/>
            <w:lang w:eastAsia="es-ES"/>
          </w:rPr>
          <w:t>Monarchie de Juillet</w:t>
        </w:r>
      </w:hyperlink>
      <w:r w:rsidRPr="000C428F">
        <w:rPr>
          <w:rFonts w:cs="Calibri"/>
          <w:b/>
          <w:bCs/>
          <w:i/>
          <w:iCs/>
          <w:lang w:eastAsia="es-ES"/>
        </w:rPr>
        <w:t>)</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4"/>
        <w:gridCol w:w="1681"/>
        <w:gridCol w:w="1080"/>
        <w:gridCol w:w="1080"/>
        <w:gridCol w:w="2883"/>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69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90" w:tooltip="Louis-Philippe" w:history="1">
              <w:r w:rsidRPr="005E7CB6">
                <w:rPr>
                  <w:rFonts w:cs="Calibri"/>
                  <w:noProof/>
                  <w:lang w:val="es-ES" w:eastAsia="es-ES"/>
                </w:rPr>
                <w:pict>
                  <v:shape id="Imagen 128" o:spid="_x0000_i1114" type="#_x0000_t75" alt="Louis-Philippe" href="http://fr.wikipedia.org/wiki/Fichier:Louis-Philippe_de_Bourbon.j" title="Louis-Philippe" style="width:60pt;height:87pt;visibility:visible" o:button="t">
                    <v:fill o:detectmouseclick="t"/>
                    <v:imagedata r:id="rId1091"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1092" w:tooltip="Louis-Philippe Ier" w:history="1">
              <w:r w:rsidRPr="005E7CB6">
                <w:rPr>
                  <w:rFonts w:cs="Calibri"/>
                  <w:lang w:eastAsia="es-ES"/>
                </w:rPr>
                <w:t xml:space="preserve">Louis-Philippe </w:t>
              </w:r>
              <w:r w:rsidRPr="005E7CB6">
                <w:rPr>
                  <w:rFonts w:cs="Calibri"/>
                  <w:caps/>
                  <w:smallCaps/>
                  <w:lang w:eastAsia="es-ES"/>
                </w:rPr>
                <w:t>I</w:t>
              </w:r>
              <w:r w:rsidRPr="005E7CB6">
                <w:rPr>
                  <w:rFonts w:cs="Calibri"/>
                  <w:vertAlign w:val="superscript"/>
                  <w:lang w:eastAsia="es-ES"/>
                </w:rPr>
                <w:t>er</w:t>
              </w:r>
            </w:hyperlink>
            <w:r w:rsidRPr="005E7CB6">
              <w:rPr>
                <w:rFonts w:cs="Calibri"/>
                <w:lang w:eastAsia="es-ES"/>
              </w:rPr>
              <w:t xml:space="preserve"> </w:t>
            </w:r>
            <w:r w:rsidRPr="005E7CB6">
              <w:rPr>
                <w:rFonts w:cs="Calibri"/>
                <w:i/>
                <w:iCs/>
                <w:lang w:eastAsia="es-ES"/>
              </w:rPr>
              <w:t>le Roi-Citoyen</w:t>
            </w:r>
            <w:r w:rsidRPr="005E7CB6">
              <w:rPr>
                <w:rFonts w:cs="Calibri"/>
                <w:lang w:eastAsia="es-ES"/>
              </w:rPr>
              <w:br/>
              <w:t>(6 octobre 1773 – 26 août 1850)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93" w:tooltip="1830" w:history="1">
              <w:r w:rsidRPr="005E7CB6">
                <w:rPr>
                  <w:rFonts w:cs="Calibri"/>
                  <w:lang w:val="es-ES" w:eastAsia="es-ES"/>
                </w:rPr>
                <w:t>1830</w:t>
              </w:r>
            </w:hyperlink>
            <w:r w:rsidRPr="005E7CB6">
              <w:rPr>
                <w:rFonts w:cs="Calibri"/>
                <w:lang w:val="es-ES" w:eastAsia="es-ES"/>
              </w:rPr>
              <w:t xml:space="preserve"> – </w:t>
            </w:r>
            <w:hyperlink r:id="rId1094" w:tooltip="1848" w:history="1">
              <w:r w:rsidRPr="005E7CB6">
                <w:rPr>
                  <w:rFonts w:cs="Calibri"/>
                  <w:lang w:val="es-ES" w:eastAsia="es-ES"/>
                </w:rPr>
                <w:t>1848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095" w:tooltip="Maison d'Orléans" w:history="1">
              <w:r w:rsidRPr="005E7CB6">
                <w:rPr>
                  <w:rFonts w:cs="Calibri"/>
                  <w:lang w:val="es-ES" w:eastAsia="es-ES"/>
                </w:rPr>
                <w:t>Bourbon-Orléans</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Descendant de </w:t>
            </w:r>
            <w:hyperlink r:id="rId1096" w:tooltip="Louis XIII" w:history="1">
              <w:r w:rsidRPr="005E7CB6">
                <w:rPr>
                  <w:rFonts w:cs="Calibri"/>
                  <w:lang w:eastAsia="es-ES"/>
                </w:rPr>
                <w:t>Louis XIII</w:t>
              </w:r>
            </w:hyperlink>
            <w:r w:rsidRPr="005E7CB6">
              <w:rPr>
                <w:rFonts w:cs="Calibri"/>
                <w:lang w:eastAsia="es-ES"/>
              </w:rPr>
              <w:t xml:space="preserve">. Après la </w:t>
            </w:r>
            <w:hyperlink r:id="rId1097" w:tooltip="Trois Glorieuses" w:history="1">
              <w:r w:rsidRPr="005E7CB6">
                <w:rPr>
                  <w:rFonts w:cs="Calibri"/>
                  <w:lang w:eastAsia="es-ES"/>
                </w:rPr>
                <w:t>révolution</w:t>
              </w:r>
            </w:hyperlink>
            <w:r w:rsidRPr="005E7CB6">
              <w:rPr>
                <w:rFonts w:cs="Calibri"/>
                <w:lang w:eastAsia="es-ES"/>
              </w:rPr>
              <w:t xml:space="preserve"> de </w:t>
            </w:r>
            <w:hyperlink r:id="rId1098" w:tooltip="Juillet" w:history="1">
              <w:r w:rsidRPr="005E7CB6">
                <w:rPr>
                  <w:rFonts w:cs="Calibri"/>
                  <w:lang w:eastAsia="es-ES"/>
                </w:rPr>
                <w:t>juillet</w:t>
              </w:r>
            </w:hyperlink>
            <w:r w:rsidRPr="005E7CB6">
              <w:rPr>
                <w:rFonts w:cs="Calibri"/>
                <w:lang w:eastAsia="es-ES"/>
              </w:rPr>
              <w:t xml:space="preserve"> </w:t>
            </w:r>
            <w:hyperlink r:id="rId1099" w:tooltip="1830" w:history="1">
              <w:r w:rsidRPr="005E7CB6">
                <w:rPr>
                  <w:rFonts w:cs="Calibri"/>
                  <w:lang w:eastAsia="es-ES"/>
                </w:rPr>
                <w:t>1830</w:t>
              </w:r>
            </w:hyperlink>
            <w:r w:rsidRPr="005E7CB6">
              <w:rPr>
                <w:rFonts w:cs="Calibri"/>
                <w:lang w:eastAsia="es-ES"/>
              </w:rPr>
              <w:t xml:space="preserve">, est proclamé </w:t>
            </w:r>
            <w:r w:rsidRPr="005E7CB6">
              <w:rPr>
                <w:rFonts w:cs="Calibri"/>
                <w:b/>
                <w:bCs/>
                <w:lang w:eastAsia="es-ES"/>
              </w:rPr>
              <w:t>roi des Français</w:t>
            </w:r>
            <w:r w:rsidRPr="005E7CB6">
              <w:rPr>
                <w:rFonts w:cs="Calibri"/>
                <w:lang w:eastAsia="es-ES"/>
              </w:rPr>
              <w:t xml:space="preserve"> le </w:t>
            </w:r>
            <w:hyperlink r:id="rId1100" w:tooltip="9 août" w:history="1">
              <w:r w:rsidRPr="005E7CB6">
                <w:rPr>
                  <w:rFonts w:cs="Calibri"/>
                  <w:lang w:eastAsia="es-ES"/>
                </w:rPr>
                <w:t>9 août</w:t>
              </w:r>
            </w:hyperlink>
            <w:r w:rsidRPr="005E7CB6">
              <w:rPr>
                <w:rFonts w:cs="Calibri"/>
                <w:lang w:eastAsia="es-ES"/>
              </w:rPr>
              <w:t xml:space="preserve">. Incapable de contenir la </w:t>
            </w:r>
            <w:hyperlink r:id="rId1101" w:tooltip="Révolution française de 1848" w:history="1">
              <w:r w:rsidRPr="005E7CB6">
                <w:rPr>
                  <w:rFonts w:cs="Calibri"/>
                  <w:lang w:eastAsia="es-ES"/>
                </w:rPr>
                <w:t>révolution</w:t>
              </w:r>
            </w:hyperlink>
            <w:r w:rsidRPr="005E7CB6">
              <w:rPr>
                <w:rFonts w:cs="Calibri"/>
                <w:lang w:eastAsia="es-ES"/>
              </w:rPr>
              <w:t xml:space="preserve"> qui éclate en </w:t>
            </w:r>
            <w:hyperlink r:id="rId1102" w:tooltip="Février" w:history="1">
              <w:r w:rsidRPr="005E7CB6">
                <w:rPr>
                  <w:rFonts w:cs="Calibri"/>
                  <w:lang w:eastAsia="es-ES"/>
                </w:rPr>
                <w:t>février</w:t>
              </w:r>
            </w:hyperlink>
            <w:r w:rsidRPr="005E7CB6">
              <w:rPr>
                <w:rFonts w:cs="Calibri"/>
                <w:lang w:eastAsia="es-ES"/>
              </w:rPr>
              <w:t xml:space="preserve"> </w:t>
            </w:r>
            <w:hyperlink r:id="rId1103" w:tooltip="1848" w:history="1">
              <w:r w:rsidRPr="005E7CB6">
                <w:rPr>
                  <w:rFonts w:cs="Calibri"/>
                  <w:lang w:eastAsia="es-ES"/>
                </w:rPr>
                <w:t>1848</w:t>
              </w:r>
            </w:hyperlink>
            <w:r w:rsidRPr="005E7CB6">
              <w:rPr>
                <w:rFonts w:cs="Calibri"/>
                <w:lang w:eastAsia="es-ES"/>
              </w:rPr>
              <w:t xml:space="preserve">, il abdique le </w:t>
            </w:r>
            <w:hyperlink r:id="rId1104" w:tooltip="24 février" w:history="1">
              <w:r w:rsidRPr="005E7CB6">
                <w:rPr>
                  <w:rFonts w:cs="Calibri"/>
                  <w:lang w:eastAsia="es-ES"/>
                </w:rPr>
                <w:t>24 février</w:t>
              </w:r>
            </w:hyperlink>
            <w:r w:rsidRPr="005E7CB6">
              <w:rPr>
                <w:rFonts w:cs="Calibri"/>
                <w:lang w:eastAsia="es-ES"/>
              </w:rPr>
              <w:t xml:space="preserve"> en faveur de son petit-fils </w:t>
            </w:r>
            <w:hyperlink r:id="rId1105" w:tooltip="Philippe d'Orléans (1838-1894)" w:history="1">
              <w:r w:rsidRPr="005E7CB6">
                <w:rPr>
                  <w:rFonts w:cs="Calibri"/>
                  <w:lang w:eastAsia="es-ES"/>
                </w:rPr>
                <w:t>Philippe d'Orléans</w:t>
              </w:r>
            </w:hyperlink>
            <w:r w:rsidRPr="005E7CB6">
              <w:rPr>
                <w:rFonts w:cs="Calibri"/>
                <w:lang w:eastAsia="es-ES"/>
              </w:rPr>
              <w:t xml:space="preserve">, que l'Assemblée refuse de reconnaître, proclamant la </w:t>
            </w:r>
            <w:hyperlink r:id="rId1106" w:tooltip="Seconde République (France)" w:history="1">
              <w:r w:rsidRPr="005E7CB6">
                <w:rPr>
                  <w:rFonts w:cs="Calibri"/>
                  <w:lang w:eastAsia="es-ES"/>
                </w:rPr>
                <w:t>Seconde République</w:t>
              </w:r>
            </w:hyperlink>
            <w:r w:rsidRPr="005E7CB6">
              <w:rPr>
                <w:rFonts w:cs="Calibri"/>
                <w:lang w:eastAsia="es-ES"/>
              </w:rPr>
              <w:t>.</w:t>
            </w:r>
          </w:p>
        </w:tc>
      </w:tr>
    </w:tbl>
    <w:p w:rsidR="00086070" w:rsidRPr="000C428F" w:rsidRDefault="00086070" w:rsidP="000C428F">
      <w:pPr>
        <w:pStyle w:val="ListParagraph"/>
        <w:numPr>
          <w:ilvl w:val="0"/>
          <w:numId w:val="2"/>
        </w:numPr>
        <w:pBdr>
          <w:bottom w:val="dotted" w:sz="6" w:space="0" w:color="AAAAAA"/>
        </w:pBdr>
        <w:outlineLvl w:val="2"/>
        <w:rPr>
          <w:rFonts w:cs="Calibri"/>
          <w:b/>
          <w:bCs/>
          <w:lang w:eastAsia="es-ES"/>
        </w:rPr>
      </w:pPr>
      <w:hyperlink r:id="rId1107" w:tooltip="Bonaparte" w:history="1">
        <w:r w:rsidRPr="000C428F">
          <w:rPr>
            <w:rFonts w:cs="Calibri"/>
            <w:b/>
            <w:bCs/>
            <w:lang w:eastAsia="es-ES"/>
          </w:rPr>
          <w:t>Bonaparte</w:t>
        </w:r>
      </w:hyperlink>
      <w:r w:rsidRPr="000C428F">
        <w:rPr>
          <w:rFonts w:cs="Calibri"/>
          <w:b/>
          <w:bCs/>
          <w:lang w:eastAsia="es-ES"/>
        </w:rPr>
        <w:t xml:space="preserve"> </w:t>
      </w:r>
      <w:r w:rsidRPr="000C428F">
        <w:rPr>
          <w:rFonts w:cs="Calibri"/>
          <w:b/>
          <w:bCs/>
          <w:i/>
          <w:iCs/>
          <w:lang w:eastAsia="es-ES"/>
        </w:rPr>
        <w:t>(</w:t>
      </w:r>
      <w:hyperlink r:id="rId1108" w:tooltip="Second Empire" w:history="1">
        <w:r w:rsidRPr="000C428F">
          <w:rPr>
            <w:rFonts w:cs="Calibri"/>
            <w:b/>
            <w:bCs/>
            <w:i/>
            <w:iCs/>
            <w:lang w:eastAsia="es-ES"/>
          </w:rPr>
          <w:t>Second Empire</w:t>
        </w:r>
      </w:hyperlink>
      <w:r w:rsidRPr="000C428F">
        <w:rPr>
          <w:rFonts w:cs="Calibri"/>
          <w:b/>
          <w:bCs/>
          <w:i/>
          <w:iCs/>
          <w:lang w:eastAsia="es-ES"/>
        </w:rPr>
        <w:t>)</w:t>
      </w:r>
      <w:r w:rsidRPr="000C428F">
        <w:rPr>
          <w:rFonts w:cs="Calibri"/>
          <w:b/>
          <w:bCs/>
          <w:lang w:eastAsia="es-ES"/>
        </w:rPr>
        <w:t xml:space="preserve"> </w:t>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580"/>
        <w:gridCol w:w="1343"/>
        <w:gridCol w:w="1682"/>
        <w:gridCol w:w="1080"/>
        <w:gridCol w:w="1082"/>
        <w:gridCol w:w="2881"/>
      </w:tblGrid>
      <w:tr w:rsidR="00086070" w:rsidRPr="005E7CB6" w:rsidTr="000C428F">
        <w:tc>
          <w:tcPr>
            <w:tcW w:w="200" w:type="pct"/>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Rang</w:t>
            </w:r>
          </w:p>
        </w:tc>
        <w:tc>
          <w:tcPr>
            <w:tcW w:w="4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Portrait</w:t>
            </w:r>
          </w:p>
        </w:tc>
        <w:tc>
          <w:tcPr>
            <w:tcW w:w="75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Règne</w:t>
            </w:r>
          </w:p>
        </w:tc>
        <w:tc>
          <w:tcPr>
            <w:tcW w:w="500" w:type="pct"/>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Dynastie</w:t>
            </w:r>
          </w:p>
        </w:tc>
        <w:tc>
          <w:tcPr>
            <w:tcW w:w="1250" w:type="pct"/>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09" w:tooltip="&quot;Napoléon III&quot; " w:history="1">
              <w:r w:rsidRPr="005E7CB6">
                <w:rPr>
                  <w:rFonts w:cs="Calibri"/>
                  <w:noProof/>
                  <w:lang w:val="es-ES" w:eastAsia="es-ES"/>
                </w:rPr>
                <w:pict>
                  <v:shape id="Imagen 129" o:spid="_x0000_i1115" type="#_x0000_t75" alt="Napoléon III" href="http://fr.wikipedia.org/wiki/Fichier:Franz_Xaver_Winterhalter_Napoleon_III.j" title="&quot;Napoléon III&quot;" style="width:60pt;height:93.75pt;visibility:visible" o:button="t">
                    <v:fill o:detectmouseclick="t"/>
                    <v:imagedata r:id="rId1110"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11" w:tooltip="Napoléon III" w:history="1">
              <w:r w:rsidRPr="005E7CB6">
                <w:rPr>
                  <w:rFonts w:cs="Calibri"/>
                  <w:lang w:val="es-ES" w:eastAsia="es-ES"/>
                </w:rPr>
                <w:t>Napoléon III</w:t>
              </w:r>
            </w:hyperlink>
            <w:r w:rsidRPr="005E7CB6">
              <w:rPr>
                <w:rFonts w:cs="Calibri"/>
                <w:lang w:val="es-ES" w:eastAsia="es-ES"/>
              </w:rPr>
              <w:br/>
              <w:t>(20 avril 1808 – 9 janvier 1873)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12" w:tooltip="1852" w:history="1">
              <w:r w:rsidRPr="005E7CB6">
                <w:rPr>
                  <w:rFonts w:cs="Calibri"/>
                  <w:lang w:val="es-ES" w:eastAsia="es-ES"/>
                </w:rPr>
                <w:t>1852</w:t>
              </w:r>
            </w:hyperlink>
            <w:r w:rsidRPr="005E7CB6">
              <w:rPr>
                <w:rFonts w:cs="Calibri"/>
                <w:lang w:val="es-ES" w:eastAsia="es-ES"/>
              </w:rPr>
              <w:t xml:space="preserve"> – </w:t>
            </w:r>
            <w:hyperlink r:id="rId1113" w:tooltip="1870" w:history="1">
              <w:r w:rsidRPr="005E7CB6">
                <w:rPr>
                  <w:rFonts w:cs="Calibri"/>
                  <w:lang w:val="es-ES" w:eastAsia="es-ES"/>
                </w:rPr>
                <w:t>1870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14" w:tooltip="Bonaparte" w:history="1">
              <w:r w:rsidRPr="005E7CB6">
                <w:rPr>
                  <w:rFonts w:cs="Calibri"/>
                  <w:lang w:val="es-ES" w:eastAsia="es-ES"/>
                </w:rPr>
                <w:t>Bonaparte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Neveu de </w:t>
            </w:r>
            <w:hyperlink r:id="rId1115" w:tooltip="Napoléon Ier" w:history="1">
              <w:r w:rsidRPr="005E7CB6">
                <w:rPr>
                  <w:rFonts w:cs="Calibri"/>
                  <w:lang w:eastAsia="es-ES"/>
                </w:rPr>
                <w:t xml:space="preserve">Napoléon </w:t>
              </w:r>
              <w:r w:rsidRPr="005E7CB6">
                <w:rPr>
                  <w:rFonts w:cs="Calibri"/>
                  <w:caps/>
                  <w:smallCaps/>
                  <w:lang w:eastAsia="es-ES"/>
                </w:rPr>
                <w:t>I</w:t>
              </w:r>
              <w:r w:rsidRPr="005E7CB6">
                <w:rPr>
                  <w:rFonts w:cs="Calibri"/>
                  <w:vertAlign w:val="superscript"/>
                  <w:lang w:eastAsia="es-ES"/>
                </w:rPr>
                <w:t>er</w:t>
              </w:r>
            </w:hyperlink>
            <w:r w:rsidRPr="005E7CB6">
              <w:rPr>
                <w:rFonts w:cs="Calibri"/>
                <w:lang w:eastAsia="es-ES"/>
              </w:rPr>
              <w:t xml:space="preserve">. Élu président de la </w:t>
            </w:r>
            <w:hyperlink r:id="rId1116" w:tooltip="Seconde République (France)" w:history="1">
              <w:r w:rsidRPr="005E7CB6">
                <w:rPr>
                  <w:rFonts w:cs="Calibri"/>
                  <w:lang w:eastAsia="es-ES"/>
                </w:rPr>
                <w:t>Seconde République</w:t>
              </w:r>
            </w:hyperlink>
            <w:r w:rsidRPr="005E7CB6">
              <w:rPr>
                <w:rFonts w:cs="Calibri"/>
                <w:lang w:eastAsia="es-ES"/>
              </w:rPr>
              <w:t xml:space="preserve"> en 1848, mène le </w:t>
            </w:r>
            <w:hyperlink r:id="rId1117" w:tooltip="Coup d'État du 2 décembre 1851" w:history="1">
              <w:r w:rsidRPr="005E7CB6">
                <w:rPr>
                  <w:rFonts w:cs="Calibri"/>
                  <w:lang w:eastAsia="es-ES"/>
                </w:rPr>
                <w:t>coup d'État du 2 décembre 1851</w:t>
              </w:r>
            </w:hyperlink>
            <w:r w:rsidRPr="005E7CB6">
              <w:rPr>
                <w:rFonts w:cs="Calibri"/>
                <w:lang w:eastAsia="es-ES"/>
              </w:rPr>
              <w:t xml:space="preserve"> qui conduit à l'instauration du Second Empire le </w:t>
            </w:r>
            <w:hyperlink r:id="rId1118" w:tooltip="2 décembre" w:history="1">
              <w:r w:rsidRPr="005E7CB6">
                <w:rPr>
                  <w:rFonts w:cs="Calibri"/>
                  <w:lang w:eastAsia="es-ES"/>
                </w:rPr>
                <w:t>2</w:t>
              </w:r>
            </w:hyperlink>
            <w:r w:rsidRPr="005E7CB6">
              <w:rPr>
                <w:rFonts w:cs="Calibri"/>
                <w:lang w:eastAsia="es-ES"/>
              </w:rPr>
              <w:t> </w:t>
            </w:r>
            <w:hyperlink r:id="rId1119" w:tooltip="Décembre" w:history="1">
              <w:r w:rsidRPr="005E7CB6">
                <w:rPr>
                  <w:rFonts w:cs="Calibri"/>
                  <w:lang w:eastAsia="es-ES"/>
                </w:rPr>
                <w:t>décembre</w:t>
              </w:r>
            </w:hyperlink>
            <w:r w:rsidRPr="005E7CB6">
              <w:rPr>
                <w:rFonts w:cs="Calibri"/>
                <w:lang w:eastAsia="es-ES"/>
              </w:rPr>
              <w:t> </w:t>
            </w:r>
            <w:hyperlink r:id="rId1120" w:tooltip="1852" w:history="1">
              <w:r w:rsidRPr="005E7CB6">
                <w:rPr>
                  <w:rFonts w:cs="Calibri"/>
                  <w:lang w:eastAsia="es-ES"/>
                </w:rPr>
                <w:t>1852</w:t>
              </w:r>
            </w:hyperlink>
            <w:r w:rsidRPr="005E7CB6">
              <w:rPr>
                <w:rFonts w:cs="Calibri"/>
                <w:lang w:eastAsia="es-ES"/>
              </w:rPr>
              <w:t xml:space="preserve">, devenant </w:t>
            </w:r>
            <w:r w:rsidRPr="005E7CB6">
              <w:rPr>
                <w:rFonts w:cs="Calibri"/>
                <w:b/>
                <w:bCs/>
                <w:lang w:eastAsia="es-ES"/>
              </w:rPr>
              <w:t>empereur des Français</w:t>
            </w:r>
            <w:r w:rsidRPr="005E7CB6">
              <w:rPr>
                <w:rFonts w:cs="Calibri"/>
                <w:lang w:eastAsia="es-ES"/>
              </w:rPr>
              <w:t xml:space="preserve">. Vaincu à </w:t>
            </w:r>
            <w:hyperlink r:id="rId1121" w:tooltip="Bataille de Sedan" w:history="1">
              <w:r w:rsidRPr="005E7CB6">
                <w:rPr>
                  <w:rFonts w:cs="Calibri"/>
                  <w:lang w:eastAsia="es-ES"/>
                </w:rPr>
                <w:t>Sedan</w:t>
              </w:r>
            </w:hyperlink>
            <w:r w:rsidRPr="005E7CB6">
              <w:rPr>
                <w:rFonts w:cs="Calibri"/>
                <w:lang w:eastAsia="es-ES"/>
              </w:rPr>
              <w:t xml:space="preserve">, il est fait prisonnier le </w:t>
            </w:r>
            <w:hyperlink r:id="rId1122" w:tooltip="2 septembre" w:history="1">
              <w:r w:rsidRPr="005E7CB6">
                <w:rPr>
                  <w:rFonts w:cs="Calibri"/>
                  <w:lang w:eastAsia="es-ES"/>
                </w:rPr>
                <w:t>2</w:t>
              </w:r>
            </w:hyperlink>
            <w:r w:rsidRPr="005E7CB6">
              <w:rPr>
                <w:rFonts w:cs="Calibri"/>
                <w:lang w:eastAsia="es-ES"/>
              </w:rPr>
              <w:t> </w:t>
            </w:r>
            <w:hyperlink r:id="rId1123" w:tooltip="Septembre" w:history="1">
              <w:r w:rsidRPr="005E7CB6">
                <w:rPr>
                  <w:rFonts w:cs="Calibri"/>
                  <w:lang w:eastAsia="es-ES"/>
                </w:rPr>
                <w:t>septembre</w:t>
              </w:r>
            </w:hyperlink>
            <w:r w:rsidRPr="005E7CB6">
              <w:rPr>
                <w:rFonts w:cs="Calibri"/>
                <w:lang w:eastAsia="es-ES"/>
              </w:rPr>
              <w:t> </w:t>
            </w:r>
            <w:hyperlink r:id="rId1124" w:tooltip="1870" w:history="1">
              <w:r w:rsidRPr="005E7CB6">
                <w:rPr>
                  <w:rFonts w:cs="Calibri"/>
                  <w:lang w:eastAsia="es-ES"/>
                </w:rPr>
                <w:t>1870</w:t>
              </w:r>
            </w:hyperlink>
            <w:r w:rsidRPr="005E7CB6">
              <w:rPr>
                <w:rFonts w:cs="Calibri"/>
                <w:lang w:eastAsia="es-ES"/>
              </w:rPr>
              <w:t xml:space="preserve">. La </w:t>
            </w:r>
            <w:hyperlink r:id="rId1125" w:tooltip="Troisième République" w:history="1">
              <w:r w:rsidRPr="005E7CB6">
                <w:rPr>
                  <w:rFonts w:cs="Calibri"/>
                  <w:lang w:eastAsia="es-ES"/>
                </w:rPr>
                <w:t>Troisième République</w:t>
              </w:r>
            </w:hyperlink>
            <w:r w:rsidRPr="005E7CB6">
              <w:rPr>
                <w:rFonts w:cs="Calibri"/>
                <w:lang w:eastAsia="es-ES"/>
              </w:rPr>
              <w:t xml:space="preserve"> est proclamée deux jours plus tard.</w:t>
            </w:r>
          </w:p>
        </w:tc>
      </w:tr>
    </w:tbl>
    <w:p w:rsidR="00086070" w:rsidRPr="000C428F" w:rsidRDefault="00086070" w:rsidP="000C428F">
      <w:pPr>
        <w:pStyle w:val="ListParagraph"/>
        <w:spacing w:line="288" w:lineRule="atLeast"/>
        <w:ind w:firstLine="0"/>
        <w:outlineLvl w:val="0"/>
        <w:rPr>
          <w:rFonts w:cs="Calibri"/>
          <w:b/>
          <w:bCs/>
          <w:kern w:val="36"/>
          <w:lang w:eastAsia="es-ES"/>
        </w:rPr>
      </w:pPr>
    </w:p>
    <w:p w:rsidR="00086070" w:rsidRPr="000C428F" w:rsidRDefault="00086070" w:rsidP="000C428F">
      <w:pPr>
        <w:pStyle w:val="ListParagraph"/>
        <w:spacing w:line="288" w:lineRule="atLeast"/>
        <w:ind w:firstLine="0"/>
        <w:outlineLvl w:val="0"/>
        <w:rPr>
          <w:rFonts w:cs="Calibri"/>
          <w:b/>
          <w:bCs/>
          <w:kern w:val="36"/>
          <w:lang w:eastAsia="es-ES"/>
        </w:rPr>
      </w:pPr>
    </w:p>
    <w:p w:rsidR="00086070" w:rsidRDefault="00086070" w:rsidP="000C428F">
      <w:pPr>
        <w:pStyle w:val="ListParagraph"/>
        <w:spacing w:line="288" w:lineRule="atLeast"/>
        <w:ind w:firstLine="0"/>
        <w:outlineLvl w:val="0"/>
        <w:rPr>
          <w:rFonts w:cs="Calibri"/>
          <w:b/>
          <w:bCs/>
          <w:kern w:val="36"/>
          <w:lang w:eastAsia="es-ES"/>
        </w:rPr>
      </w:pPr>
    </w:p>
    <w:p w:rsidR="00086070" w:rsidRPr="000C428F" w:rsidRDefault="00086070" w:rsidP="000C428F">
      <w:pPr>
        <w:pStyle w:val="ListParagraph"/>
        <w:spacing w:line="288" w:lineRule="atLeast"/>
        <w:ind w:firstLine="0"/>
        <w:outlineLvl w:val="0"/>
        <w:rPr>
          <w:rFonts w:cs="Calibri"/>
          <w:b/>
          <w:bCs/>
          <w:kern w:val="36"/>
          <w:lang w:eastAsia="es-ES"/>
        </w:rPr>
      </w:pPr>
      <w:r>
        <w:rPr>
          <w:rFonts w:cs="Calibri"/>
          <w:b/>
          <w:bCs/>
          <w:kern w:val="36"/>
          <w:lang w:eastAsia="es-ES"/>
        </w:rPr>
        <w:t>B</w:t>
      </w:r>
      <w:r w:rsidRPr="000C428F">
        <w:rPr>
          <w:rFonts w:cs="Calibri"/>
          <w:b/>
          <w:bCs/>
          <w:kern w:val="36"/>
          <w:lang w:eastAsia="es-ES"/>
        </w:rPr>
        <w:t xml:space="preserve">- </w:t>
      </w:r>
      <w:r w:rsidRPr="000C428F">
        <w:rPr>
          <w:rFonts w:cs="Calibri"/>
          <w:b/>
          <w:bCs/>
          <w:kern w:val="36"/>
          <w:u w:val="single"/>
          <w:lang w:eastAsia="es-ES"/>
        </w:rPr>
        <w:t>Liste des présidents de la République française</w:t>
      </w:r>
    </w:p>
    <w:p w:rsidR="00086070" w:rsidRPr="000C428F" w:rsidRDefault="00086070" w:rsidP="000C428F">
      <w:pPr>
        <w:ind w:left="0" w:firstLine="0"/>
        <w:rPr>
          <w:rFonts w:cs="Calibri"/>
          <w:lang w:eastAsia="es-ES"/>
        </w:rPr>
      </w:pPr>
      <w:r w:rsidRPr="000C428F">
        <w:rPr>
          <w:rFonts w:cs="Calibri"/>
          <w:lang w:eastAsia="es-ES"/>
        </w:rPr>
        <w:t xml:space="preserve">Cet article dresse la liste des vingt-trois hommes qui ont exercé la charge de </w:t>
      </w:r>
      <w:hyperlink r:id="rId1126" w:tooltip="Président de la République française" w:history="1">
        <w:r w:rsidRPr="000C428F">
          <w:rPr>
            <w:rFonts w:cs="Calibri"/>
            <w:b/>
            <w:bCs/>
            <w:lang w:eastAsia="es-ES"/>
          </w:rPr>
          <w:t>président de la République française</w:t>
        </w:r>
      </w:hyperlink>
      <w:r w:rsidRPr="000C428F">
        <w:rPr>
          <w:rFonts w:cs="Calibri"/>
          <w:lang w:eastAsia="es-ES"/>
        </w:rPr>
        <w:t xml:space="preserve"> depuis </w:t>
      </w:r>
      <w:hyperlink r:id="rId1127" w:tooltip="1848" w:history="1">
        <w:r w:rsidRPr="000C428F">
          <w:rPr>
            <w:rFonts w:cs="Calibri"/>
            <w:lang w:eastAsia="es-ES"/>
          </w:rPr>
          <w:t>1848</w:t>
        </w:r>
      </w:hyperlink>
      <w:r>
        <w:rPr>
          <w:rFonts w:cs="Calibri"/>
          <w:lang w:eastAsia="es-ES"/>
        </w:rPr>
        <w:t xml:space="preserve">, jusqu’à l’actuelle V République. </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2619"/>
        <w:gridCol w:w="2462"/>
        <w:gridCol w:w="1869"/>
        <w:gridCol w:w="1698"/>
      </w:tblGrid>
      <w:tr w:rsidR="00086070" w:rsidRPr="005E7CB6" w:rsidTr="000C428F">
        <w:tc>
          <w:tcPr>
            <w:tcW w:w="3750" w:type="dxa"/>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3750" w:type="dxa"/>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Dates du mandat</w:t>
            </w:r>
          </w:p>
        </w:tc>
        <w:tc>
          <w:tcPr>
            <w:tcW w:w="2250" w:type="dxa"/>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Appartenance politique</w:t>
            </w:r>
          </w:p>
        </w:tc>
        <w:tc>
          <w:tcPr>
            <w:tcW w:w="2250" w:type="dxa"/>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eastAsia="es-ES"/>
              </w:rPr>
            </w:pPr>
            <w:r w:rsidRPr="005E7CB6">
              <w:rPr>
                <w:rFonts w:cs="Calibri"/>
                <w:b/>
                <w:bCs/>
                <w:lang w:eastAsia="es-ES"/>
              </w:rPr>
              <w:t>Dates de naissance et de décès</w:t>
            </w:r>
          </w:p>
        </w:tc>
      </w:tr>
      <w:tr w:rsidR="00086070" w:rsidRPr="005E7CB6" w:rsidTr="000C428F">
        <w:tc>
          <w:tcPr>
            <w:tcW w:w="0" w:type="auto"/>
            <w:gridSpan w:val="4"/>
            <w:tcBorders>
              <w:top w:val="single" w:sz="18" w:space="0" w:color="A52A2A"/>
              <w:bottom w:val="single" w:sz="18" w:space="0" w:color="A52A2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28" w:tooltip="Deuxième République (France)" w:history="1">
              <w:r w:rsidRPr="005E7CB6">
                <w:rPr>
                  <w:rFonts w:cs="Calibri"/>
                  <w:b/>
                  <w:bCs/>
                  <w:lang w:val="es-ES" w:eastAsia="es-ES"/>
                </w:rPr>
                <w:t>Deuxième République</w:t>
              </w:r>
            </w:hyperlink>
            <w:r w:rsidRPr="005E7CB6">
              <w:rPr>
                <w:rFonts w:cs="Calibri"/>
                <w:lang w:val="es-ES" w:eastAsia="es-ES"/>
              </w:rPr>
              <w:t xml:space="preserve"> (</w:t>
            </w:r>
            <w:hyperlink r:id="rId1129" w:tooltip="1848" w:history="1">
              <w:r w:rsidRPr="005E7CB6">
                <w:rPr>
                  <w:rFonts w:cs="Calibri"/>
                  <w:lang w:val="es-ES" w:eastAsia="es-ES"/>
                </w:rPr>
                <w:t>1848</w:t>
              </w:r>
            </w:hyperlink>
            <w:r w:rsidRPr="005E7CB6">
              <w:rPr>
                <w:rFonts w:cs="Calibri"/>
                <w:lang w:val="es-ES" w:eastAsia="es-ES"/>
              </w:rPr>
              <w:t xml:space="preserve"> - </w:t>
            </w:r>
            <w:hyperlink r:id="rId1130" w:tooltip="1852" w:history="1">
              <w:r w:rsidRPr="005E7CB6">
                <w:rPr>
                  <w:rFonts w:cs="Calibri"/>
                  <w:lang w:val="es-ES" w:eastAsia="es-ES"/>
                </w:rPr>
                <w:t>1852</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31" w:tooltip="Napoléon III" w:history="1">
              <w:r w:rsidRPr="005E7CB6">
                <w:rPr>
                  <w:rFonts w:cs="Calibri"/>
                  <w:b/>
                  <w:bCs/>
                  <w:lang w:val="es-ES" w:eastAsia="es-ES"/>
                </w:rPr>
                <w:t>Louis-Napoléon Bonaparte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32" w:tooltip="1848" w:history="1">
              <w:r w:rsidRPr="005E7CB6">
                <w:rPr>
                  <w:rFonts w:cs="Calibri"/>
                  <w:lang w:val="es-ES" w:eastAsia="es-ES"/>
                </w:rPr>
                <w:t>1848</w:t>
              </w:r>
            </w:hyperlink>
            <w:r w:rsidRPr="005E7CB6">
              <w:rPr>
                <w:rFonts w:cs="Calibri"/>
                <w:lang w:val="es-ES" w:eastAsia="es-ES"/>
              </w:rPr>
              <w:t xml:space="preserve"> - </w:t>
            </w:r>
            <w:hyperlink r:id="rId1133" w:tooltip="1852" w:history="1">
              <w:r w:rsidRPr="005E7CB6">
                <w:rPr>
                  <w:rFonts w:cs="Calibri"/>
                  <w:lang w:val="es-ES" w:eastAsia="es-ES"/>
                </w:rPr>
                <w:t>1852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34" w:tooltip="Bonapartisme" w:history="1">
              <w:r w:rsidRPr="005E7CB6">
                <w:rPr>
                  <w:rFonts w:cs="Calibri"/>
                  <w:lang w:val="es-ES" w:eastAsia="es-ES"/>
                </w:rPr>
                <w:t>Bonapartiste</w:t>
              </w:r>
            </w:hyperlink>
            <w:r w:rsidRPr="005E7CB6">
              <w:rPr>
                <w:rFonts w:cs="Calibri"/>
                <w:lang w:val="es-ES" w:eastAsia="es-ES"/>
              </w:rPr>
              <w:t>,</w:t>
            </w:r>
            <w:r w:rsidRPr="005E7CB6">
              <w:rPr>
                <w:rFonts w:cs="Calibri"/>
                <w:lang w:val="es-ES" w:eastAsia="es-ES"/>
              </w:rPr>
              <w:br/>
            </w:r>
            <w:hyperlink r:id="rId1135" w:tooltip="Parti de l'Ordre (1848)" w:history="1">
              <w:r w:rsidRPr="005E7CB6">
                <w:rPr>
                  <w:rFonts w:cs="Calibri"/>
                  <w:lang w:val="es-ES" w:eastAsia="es-ES"/>
                </w:rPr>
                <w:t>Parti de l'Ordre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36" w:tooltip="1808" w:history="1">
              <w:r w:rsidRPr="005E7CB6">
                <w:rPr>
                  <w:rFonts w:cs="Calibri"/>
                  <w:lang w:val="es-ES" w:eastAsia="es-ES"/>
                </w:rPr>
                <w:t>1808</w:t>
              </w:r>
            </w:hyperlink>
            <w:r w:rsidRPr="005E7CB6">
              <w:rPr>
                <w:rFonts w:cs="Calibri"/>
                <w:lang w:val="es-ES" w:eastAsia="es-ES"/>
              </w:rPr>
              <w:t xml:space="preserve"> - </w:t>
            </w:r>
            <w:hyperlink r:id="rId1137" w:tooltip="1873" w:history="1">
              <w:r w:rsidRPr="005E7CB6">
                <w:rPr>
                  <w:rFonts w:cs="Calibri"/>
                  <w:lang w:val="es-ES" w:eastAsia="es-ES"/>
                </w:rPr>
                <w:t>1873</w:t>
              </w:r>
            </w:hyperlink>
          </w:p>
        </w:tc>
      </w:tr>
      <w:tr w:rsidR="00086070" w:rsidRPr="005E7CB6" w:rsidTr="000C428F">
        <w:tc>
          <w:tcPr>
            <w:tcW w:w="0" w:type="auto"/>
            <w:gridSpan w:val="4"/>
            <w:tcBorders>
              <w:top w:val="single" w:sz="18" w:space="0" w:color="A52A2A"/>
              <w:bottom w:val="single" w:sz="18" w:space="0" w:color="A52A2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38" w:tooltip="Troisième République" w:history="1">
              <w:r w:rsidRPr="005E7CB6">
                <w:rPr>
                  <w:rFonts w:cs="Calibri"/>
                  <w:b/>
                  <w:bCs/>
                  <w:lang w:val="es-ES" w:eastAsia="es-ES"/>
                </w:rPr>
                <w:t>Troisième République</w:t>
              </w:r>
            </w:hyperlink>
            <w:r w:rsidRPr="005E7CB6">
              <w:rPr>
                <w:rFonts w:cs="Calibri"/>
                <w:lang w:val="es-ES" w:eastAsia="es-ES"/>
              </w:rPr>
              <w:t xml:space="preserve"> (</w:t>
            </w:r>
            <w:hyperlink r:id="rId1139" w:tooltip="1870" w:history="1">
              <w:r w:rsidRPr="005E7CB6">
                <w:rPr>
                  <w:rFonts w:cs="Calibri"/>
                  <w:lang w:val="es-ES" w:eastAsia="es-ES"/>
                </w:rPr>
                <w:t>1870</w:t>
              </w:r>
            </w:hyperlink>
            <w:r w:rsidRPr="005E7CB6">
              <w:rPr>
                <w:rFonts w:cs="Calibri"/>
                <w:lang w:val="es-ES" w:eastAsia="es-ES"/>
              </w:rPr>
              <w:t xml:space="preserve"> - </w:t>
            </w:r>
            <w:hyperlink r:id="rId1140" w:tooltip="1940" w:history="1">
              <w:r w:rsidRPr="005E7CB6">
                <w:rPr>
                  <w:rFonts w:cs="Calibri"/>
                  <w:lang w:val="es-ES" w:eastAsia="es-ES"/>
                </w:rPr>
                <w:t>1940</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41" w:tooltip="Adolphe Thiers" w:history="1">
              <w:r w:rsidRPr="005E7CB6">
                <w:rPr>
                  <w:rFonts w:cs="Calibri"/>
                  <w:b/>
                  <w:bCs/>
                  <w:lang w:val="es-ES" w:eastAsia="es-ES"/>
                </w:rPr>
                <w:t>Adolphe Thiers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42" w:tooltip="1871" w:history="1">
              <w:r w:rsidRPr="005E7CB6">
                <w:rPr>
                  <w:rFonts w:cs="Calibri"/>
                  <w:lang w:val="es-ES" w:eastAsia="es-ES"/>
                </w:rPr>
                <w:t>1871</w:t>
              </w:r>
            </w:hyperlink>
            <w:r w:rsidRPr="005E7CB6">
              <w:rPr>
                <w:rFonts w:cs="Calibri"/>
                <w:lang w:val="es-ES" w:eastAsia="es-ES"/>
              </w:rPr>
              <w:t xml:space="preserve"> - </w:t>
            </w:r>
            <w:hyperlink r:id="rId1143" w:tooltip="1873" w:history="1">
              <w:r w:rsidRPr="005E7CB6">
                <w:rPr>
                  <w:rFonts w:cs="Calibri"/>
                  <w:lang w:val="es-ES" w:eastAsia="es-ES"/>
                </w:rPr>
                <w:t>1873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44" w:tooltip="Orléanisme" w:history="1">
              <w:r w:rsidRPr="005E7CB6">
                <w:rPr>
                  <w:rFonts w:cs="Calibri"/>
                  <w:lang w:val="es-ES" w:eastAsia="es-ES"/>
                </w:rPr>
                <w:t>Orléaniste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45" w:tooltip="1797" w:history="1">
              <w:r w:rsidRPr="005E7CB6">
                <w:rPr>
                  <w:rFonts w:cs="Calibri"/>
                  <w:lang w:val="es-ES" w:eastAsia="es-ES"/>
                </w:rPr>
                <w:t>1797</w:t>
              </w:r>
            </w:hyperlink>
            <w:r w:rsidRPr="005E7CB6">
              <w:rPr>
                <w:rFonts w:cs="Calibri"/>
                <w:lang w:val="es-ES" w:eastAsia="es-ES"/>
              </w:rPr>
              <w:t xml:space="preserve"> - </w:t>
            </w:r>
            <w:hyperlink r:id="rId1146" w:tooltip="1877" w:history="1">
              <w:r w:rsidRPr="005E7CB6">
                <w:rPr>
                  <w:rFonts w:cs="Calibri"/>
                  <w:lang w:val="es-ES" w:eastAsia="es-ES"/>
                </w:rPr>
                <w:t>1877</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47" w:tooltip="Patrice de Mac Mahon" w:history="1">
              <w:r w:rsidRPr="005E7CB6">
                <w:rPr>
                  <w:rFonts w:cs="Calibri"/>
                  <w:b/>
                  <w:bCs/>
                  <w:lang w:val="es-ES" w:eastAsia="es-ES"/>
                </w:rPr>
                <w:t>Patrice de Mac Mahon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48" w:tooltip="1873" w:history="1">
              <w:r w:rsidRPr="005E7CB6">
                <w:rPr>
                  <w:rFonts w:cs="Calibri"/>
                  <w:lang w:val="es-ES" w:eastAsia="es-ES"/>
                </w:rPr>
                <w:t>1873</w:t>
              </w:r>
            </w:hyperlink>
            <w:r w:rsidRPr="005E7CB6">
              <w:rPr>
                <w:rFonts w:cs="Calibri"/>
                <w:lang w:val="es-ES" w:eastAsia="es-ES"/>
              </w:rPr>
              <w:t xml:space="preserve"> - </w:t>
            </w:r>
            <w:hyperlink r:id="rId1149" w:tooltip="1879" w:history="1">
              <w:r w:rsidRPr="005E7CB6">
                <w:rPr>
                  <w:rFonts w:cs="Calibri"/>
                  <w:lang w:val="es-ES" w:eastAsia="es-ES"/>
                </w:rPr>
                <w:t>1879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50" w:tooltip="Légitimisme" w:history="1">
              <w:r w:rsidRPr="005E7CB6">
                <w:rPr>
                  <w:rFonts w:cs="Calibri"/>
                  <w:lang w:val="es-ES" w:eastAsia="es-ES"/>
                </w:rPr>
                <w:t>Légitimiste</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51" w:tooltip="1808" w:history="1">
              <w:r w:rsidRPr="005E7CB6">
                <w:rPr>
                  <w:rFonts w:cs="Calibri"/>
                  <w:lang w:val="es-ES" w:eastAsia="es-ES"/>
                </w:rPr>
                <w:t>1808</w:t>
              </w:r>
            </w:hyperlink>
            <w:r w:rsidRPr="005E7CB6">
              <w:rPr>
                <w:rFonts w:cs="Calibri"/>
                <w:lang w:val="es-ES" w:eastAsia="es-ES"/>
              </w:rPr>
              <w:t xml:space="preserve"> - </w:t>
            </w:r>
            <w:hyperlink r:id="rId1152" w:tooltip="1893" w:history="1">
              <w:r w:rsidRPr="005E7CB6">
                <w:rPr>
                  <w:rFonts w:cs="Calibri"/>
                  <w:lang w:val="es-ES" w:eastAsia="es-ES"/>
                </w:rPr>
                <w:t>1893</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53" w:tooltip="Jules Grévy" w:history="1">
              <w:r w:rsidRPr="005E7CB6">
                <w:rPr>
                  <w:rFonts w:cs="Calibri"/>
                  <w:b/>
                  <w:bCs/>
                  <w:lang w:val="es-ES" w:eastAsia="es-ES"/>
                </w:rPr>
                <w:t>Jules Grévy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54" w:tooltip="1879" w:history="1">
              <w:r w:rsidRPr="005E7CB6">
                <w:rPr>
                  <w:rFonts w:cs="Calibri"/>
                  <w:lang w:val="es-ES" w:eastAsia="es-ES"/>
                </w:rPr>
                <w:t>1879</w:t>
              </w:r>
            </w:hyperlink>
            <w:r w:rsidRPr="005E7CB6">
              <w:rPr>
                <w:rFonts w:cs="Calibri"/>
                <w:lang w:val="es-ES" w:eastAsia="es-ES"/>
              </w:rPr>
              <w:t xml:space="preserve"> - </w:t>
            </w:r>
            <w:hyperlink r:id="rId1155" w:tooltip="1887" w:history="1">
              <w:r w:rsidRPr="005E7CB6">
                <w:rPr>
                  <w:rFonts w:cs="Calibri"/>
                  <w:lang w:val="es-ES" w:eastAsia="es-ES"/>
                </w:rPr>
                <w:t>1887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56" w:tooltip="Modérés" w:history="1">
              <w:r w:rsidRPr="005E7CB6">
                <w:rPr>
                  <w:rFonts w:cs="Calibri"/>
                  <w:lang w:val="es-ES" w:eastAsia="es-ES"/>
                </w:rPr>
                <w:t>Modéré</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57" w:tooltip="1807" w:history="1">
              <w:r w:rsidRPr="005E7CB6">
                <w:rPr>
                  <w:rFonts w:cs="Calibri"/>
                  <w:lang w:val="es-ES" w:eastAsia="es-ES"/>
                </w:rPr>
                <w:t>1807</w:t>
              </w:r>
            </w:hyperlink>
            <w:r w:rsidRPr="005E7CB6">
              <w:rPr>
                <w:rFonts w:cs="Calibri"/>
                <w:lang w:val="es-ES" w:eastAsia="es-ES"/>
              </w:rPr>
              <w:t xml:space="preserve"> - </w:t>
            </w:r>
            <w:hyperlink r:id="rId1158" w:tooltip="1891" w:history="1">
              <w:r w:rsidRPr="005E7CB6">
                <w:rPr>
                  <w:rFonts w:cs="Calibri"/>
                  <w:lang w:val="es-ES" w:eastAsia="es-ES"/>
                </w:rPr>
                <w:t>1891</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59" w:tooltip="Sadi Carnot (président)" w:history="1">
              <w:r w:rsidRPr="005E7CB6">
                <w:rPr>
                  <w:rFonts w:cs="Calibri"/>
                  <w:b/>
                  <w:bCs/>
                  <w:lang w:val="es-ES" w:eastAsia="es-ES"/>
                </w:rPr>
                <w:t>Sadi Carnot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60" w:tooltip="1887" w:history="1">
              <w:r w:rsidRPr="005E7CB6">
                <w:rPr>
                  <w:rFonts w:cs="Calibri"/>
                  <w:lang w:val="es-ES" w:eastAsia="es-ES"/>
                </w:rPr>
                <w:t>1887</w:t>
              </w:r>
            </w:hyperlink>
            <w:r w:rsidRPr="005E7CB6">
              <w:rPr>
                <w:rFonts w:cs="Calibri"/>
                <w:lang w:val="es-ES" w:eastAsia="es-ES"/>
              </w:rPr>
              <w:t xml:space="preserve"> - </w:t>
            </w:r>
            <w:hyperlink r:id="rId1161" w:tooltip="1894" w:history="1">
              <w:r w:rsidRPr="005E7CB6">
                <w:rPr>
                  <w:rFonts w:cs="Calibri"/>
                  <w:lang w:val="es-ES" w:eastAsia="es-ES"/>
                </w:rPr>
                <w:t>1894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62" w:tooltip="Modérés" w:history="1">
              <w:r w:rsidRPr="005E7CB6">
                <w:rPr>
                  <w:rFonts w:cs="Calibri"/>
                  <w:lang w:val="es-ES" w:eastAsia="es-ES"/>
                </w:rPr>
                <w:t>Modéré</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63" w:tooltip="1837" w:history="1">
              <w:r w:rsidRPr="005E7CB6">
                <w:rPr>
                  <w:rFonts w:cs="Calibri"/>
                  <w:lang w:val="es-ES" w:eastAsia="es-ES"/>
                </w:rPr>
                <w:t>1837</w:t>
              </w:r>
            </w:hyperlink>
            <w:r w:rsidRPr="005E7CB6">
              <w:rPr>
                <w:rFonts w:cs="Calibri"/>
                <w:lang w:val="es-ES" w:eastAsia="es-ES"/>
              </w:rPr>
              <w:t xml:space="preserve"> - </w:t>
            </w:r>
            <w:hyperlink r:id="rId1164" w:tooltip="1894" w:history="1">
              <w:r w:rsidRPr="005E7CB6">
                <w:rPr>
                  <w:rFonts w:cs="Calibri"/>
                  <w:lang w:val="es-ES" w:eastAsia="es-ES"/>
                </w:rPr>
                <w:t>1894</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65" w:tooltip="Jean Casimir-Perier" w:history="1">
              <w:r w:rsidRPr="005E7CB6">
                <w:rPr>
                  <w:rFonts w:cs="Calibri"/>
                  <w:b/>
                  <w:bCs/>
                  <w:lang w:val="es-ES" w:eastAsia="es-ES"/>
                </w:rPr>
                <w:t>Jean Casimir-Perier</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66" w:tooltip="1894" w:history="1">
              <w:r w:rsidRPr="005E7CB6">
                <w:rPr>
                  <w:rFonts w:cs="Calibri"/>
                  <w:lang w:val="es-ES" w:eastAsia="es-ES"/>
                </w:rPr>
                <w:t>1894</w:t>
              </w:r>
            </w:hyperlink>
            <w:r w:rsidRPr="005E7CB6">
              <w:rPr>
                <w:rFonts w:cs="Calibri"/>
                <w:lang w:val="es-ES" w:eastAsia="es-ES"/>
              </w:rPr>
              <w:t xml:space="preserve"> - </w:t>
            </w:r>
            <w:hyperlink r:id="rId1167" w:tooltip="1895" w:history="1">
              <w:r w:rsidRPr="005E7CB6">
                <w:rPr>
                  <w:rFonts w:cs="Calibri"/>
                  <w:lang w:val="es-ES" w:eastAsia="es-ES"/>
                </w:rPr>
                <w:t>1895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68" w:tooltip="Modérés" w:history="1">
              <w:r w:rsidRPr="005E7CB6">
                <w:rPr>
                  <w:rFonts w:cs="Calibri"/>
                  <w:lang w:val="es-ES" w:eastAsia="es-ES"/>
                </w:rPr>
                <w:t>Modéré</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69" w:tooltip="1847" w:history="1">
              <w:r w:rsidRPr="005E7CB6">
                <w:rPr>
                  <w:rFonts w:cs="Calibri"/>
                  <w:lang w:val="es-ES" w:eastAsia="es-ES"/>
                </w:rPr>
                <w:t>1847</w:t>
              </w:r>
            </w:hyperlink>
            <w:r w:rsidRPr="005E7CB6">
              <w:rPr>
                <w:rFonts w:cs="Calibri"/>
                <w:lang w:val="es-ES" w:eastAsia="es-ES"/>
              </w:rPr>
              <w:t xml:space="preserve"> - </w:t>
            </w:r>
            <w:hyperlink r:id="rId1170" w:tooltip="1907" w:history="1">
              <w:r w:rsidRPr="005E7CB6">
                <w:rPr>
                  <w:rFonts w:cs="Calibri"/>
                  <w:lang w:val="es-ES" w:eastAsia="es-ES"/>
                </w:rPr>
                <w:t>1907</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71" w:tooltip="Félix Faure" w:history="1">
              <w:r w:rsidRPr="005E7CB6">
                <w:rPr>
                  <w:rFonts w:cs="Calibri"/>
                  <w:b/>
                  <w:bCs/>
                  <w:lang w:val="es-ES" w:eastAsia="es-ES"/>
                </w:rPr>
                <w:t>Félix Faure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72" w:tooltip="1895" w:history="1">
              <w:r w:rsidRPr="005E7CB6">
                <w:rPr>
                  <w:rFonts w:cs="Calibri"/>
                  <w:lang w:val="es-ES" w:eastAsia="es-ES"/>
                </w:rPr>
                <w:t>1895</w:t>
              </w:r>
            </w:hyperlink>
            <w:r w:rsidRPr="005E7CB6">
              <w:rPr>
                <w:rFonts w:cs="Calibri"/>
                <w:lang w:val="es-ES" w:eastAsia="es-ES"/>
              </w:rPr>
              <w:t xml:space="preserve"> - </w:t>
            </w:r>
            <w:hyperlink r:id="rId1173" w:tooltip="1899" w:history="1">
              <w:r w:rsidRPr="005E7CB6">
                <w:rPr>
                  <w:rFonts w:cs="Calibri"/>
                  <w:lang w:val="es-ES" w:eastAsia="es-ES"/>
                </w:rPr>
                <w:t>1899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74" w:tooltip="Modérés" w:history="1">
              <w:r w:rsidRPr="005E7CB6">
                <w:rPr>
                  <w:rFonts w:cs="Calibri"/>
                  <w:lang w:val="es-ES" w:eastAsia="es-ES"/>
                </w:rPr>
                <w:t>Modéré</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75" w:tooltip="1841" w:history="1">
              <w:r w:rsidRPr="005E7CB6">
                <w:rPr>
                  <w:rFonts w:cs="Calibri"/>
                  <w:lang w:val="es-ES" w:eastAsia="es-ES"/>
                </w:rPr>
                <w:t>1841</w:t>
              </w:r>
            </w:hyperlink>
            <w:r w:rsidRPr="005E7CB6">
              <w:rPr>
                <w:rFonts w:cs="Calibri"/>
                <w:lang w:val="es-ES" w:eastAsia="es-ES"/>
              </w:rPr>
              <w:t xml:space="preserve"> - </w:t>
            </w:r>
            <w:hyperlink r:id="rId1176" w:tooltip="1899" w:history="1">
              <w:r w:rsidRPr="005E7CB6">
                <w:rPr>
                  <w:rFonts w:cs="Calibri"/>
                  <w:lang w:val="es-ES" w:eastAsia="es-ES"/>
                </w:rPr>
                <w:t>1899</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77" w:tooltip="Émile Loubet" w:history="1">
              <w:r w:rsidRPr="005E7CB6">
                <w:rPr>
                  <w:rFonts w:cs="Calibri"/>
                  <w:b/>
                  <w:bCs/>
                  <w:lang w:val="es-ES" w:eastAsia="es-ES"/>
                </w:rPr>
                <w:t>Émile Loubet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78" w:tooltip="1899" w:history="1">
              <w:r w:rsidRPr="005E7CB6">
                <w:rPr>
                  <w:rFonts w:cs="Calibri"/>
                  <w:lang w:val="es-ES" w:eastAsia="es-ES"/>
                </w:rPr>
                <w:t>1899</w:t>
              </w:r>
            </w:hyperlink>
            <w:r w:rsidRPr="005E7CB6">
              <w:rPr>
                <w:rFonts w:cs="Calibri"/>
                <w:lang w:val="es-ES" w:eastAsia="es-ES"/>
              </w:rPr>
              <w:t xml:space="preserve"> - </w:t>
            </w:r>
            <w:hyperlink r:id="rId1179" w:tooltip="1906" w:history="1">
              <w:r w:rsidRPr="005E7CB6">
                <w:rPr>
                  <w:rFonts w:cs="Calibri"/>
                  <w:lang w:val="es-ES" w:eastAsia="es-ES"/>
                </w:rPr>
                <w:t>1906</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80" w:tooltip="Alliance démocratique (France)" w:history="1">
              <w:r w:rsidRPr="005E7CB6">
                <w:rPr>
                  <w:rFonts w:cs="Calibri"/>
                  <w:lang w:val="es-ES" w:eastAsia="es-ES"/>
                </w:rPr>
                <w:t>ARD</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81" w:tooltip="1838" w:history="1">
              <w:r w:rsidRPr="005E7CB6">
                <w:rPr>
                  <w:rFonts w:cs="Calibri"/>
                  <w:lang w:val="es-ES" w:eastAsia="es-ES"/>
                </w:rPr>
                <w:t>1838</w:t>
              </w:r>
            </w:hyperlink>
            <w:r w:rsidRPr="005E7CB6">
              <w:rPr>
                <w:rFonts w:cs="Calibri"/>
                <w:lang w:val="es-ES" w:eastAsia="es-ES"/>
              </w:rPr>
              <w:t xml:space="preserve"> - </w:t>
            </w:r>
            <w:hyperlink r:id="rId1182" w:tooltip="1929" w:history="1">
              <w:r w:rsidRPr="005E7CB6">
                <w:rPr>
                  <w:rFonts w:cs="Calibri"/>
                  <w:lang w:val="es-ES" w:eastAsia="es-ES"/>
                </w:rPr>
                <w:t>1929</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83" w:tooltip="Armand Fallières" w:history="1">
              <w:r w:rsidRPr="005E7CB6">
                <w:rPr>
                  <w:rFonts w:cs="Calibri"/>
                  <w:b/>
                  <w:bCs/>
                  <w:lang w:val="es-ES" w:eastAsia="es-ES"/>
                </w:rPr>
                <w:t>Armand Fallières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84" w:tooltip="1906" w:history="1">
              <w:r w:rsidRPr="005E7CB6">
                <w:rPr>
                  <w:rFonts w:cs="Calibri"/>
                  <w:lang w:val="es-ES" w:eastAsia="es-ES"/>
                </w:rPr>
                <w:t>1906</w:t>
              </w:r>
            </w:hyperlink>
            <w:r w:rsidRPr="005E7CB6">
              <w:rPr>
                <w:rFonts w:cs="Calibri"/>
                <w:lang w:val="es-ES" w:eastAsia="es-ES"/>
              </w:rPr>
              <w:t xml:space="preserve"> - </w:t>
            </w:r>
            <w:hyperlink r:id="rId1185" w:tooltip="1913" w:history="1">
              <w:r w:rsidRPr="005E7CB6">
                <w:rPr>
                  <w:rFonts w:cs="Calibri"/>
                  <w:lang w:val="es-ES" w:eastAsia="es-ES"/>
                </w:rPr>
                <w:t>1913</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86" w:tooltip="Alliance démocratique (France)" w:history="1">
              <w:r w:rsidRPr="005E7CB6">
                <w:rPr>
                  <w:rFonts w:cs="Calibri"/>
                  <w:lang w:val="es-ES" w:eastAsia="es-ES"/>
                </w:rPr>
                <w:t>ARD - PRD</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87" w:tooltip="1841" w:history="1">
              <w:r w:rsidRPr="005E7CB6">
                <w:rPr>
                  <w:rFonts w:cs="Calibri"/>
                  <w:lang w:val="es-ES" w:eastAsia="es-ES"/>
                </w:rPr>
                <w:t>1841</w:t>
              </w:r>
            </w:hyperlink>
            <w:r w:rsidRPr="005E7CB6">
              <w:rPr>
                <w:rFonts w:cs="Calibri"/>
                <w:lang w:val="es-ES" w:eastAsia="es-ES"/>
              </w:rPr>
              <w:t xml:space="preserve"> - </w:t>
            </w:r>
            <w:hyperlink r:id="rId1188" w:tooltip="1931" w:history="1">
              <w:r w:rsidRPr="005E7CB6">
                <w:rPr>
                  <w:rFonts w:cs="Calibri"/>
                  <w:lang w:val="es-ES" w:eastAsia="es-ES"/>
                </w:rPr>
                <w:t>1931</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89" w:tooltip="Raymond Poincaré" w:history="1">
              <w:r w:rsidRPr="005E7CB6">
                <w:rPr>
                  <w:rFonts w:cs="Calibri"/>
                  <w:b/>
                  <w:bCs/>
                  <w:lang w:val="es-ES" w:eastAsia="es-ES"/>
                </w:rPr>
                <w:t>Raymond Poincaré</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90" w:tooltip="1913" w:history="1">
              <w:r w:rsidRPr="005E7CB6">
                <w:rPr>
                  <w:rFonts w:cs="Calibri"/>
                  <w:lang w:val="es-ES" w:eastAsia="es-ES"/>
                </w:rPr>
                <w:t>1913</w:t>
              </w:r>
            </w:hyperlink>
            <w:r w:rsidRPr="005E7CB6">
              <w:rPr>
                <w:rFonts w:cs="Calibri"/>
                <w:lang w:val="es-ES" w:eastAsia="es-ES"/>
              </w:rPr>
              <w:t xml:space="preserve"> - </w:t>
            </w:r>
            <w:hyperlink r:id="rId1191" w:tooltip="1920" w:history="1">
              <w:r w:rsidRPr="005E7CB6">
                <w:rPr>
                  <w:rFonts w:cs="Calibri"/>
                  <w:lang w:val="es-ES" w:eastAsia="es-ES"/>
                </w:rPr>
                <w:t>1920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92" w:tooltip="Alliance démocratique (France)" w:history="1">
              <w:r w:rsidRPr="005E7CB6">
                <w:rPr>
                  <w:rFonts w:cs="Calibri"/>
                  <w:lang w:val="es-ES" w:eastAsia="es-ES"/>
                </w:rPr>
                <w:t>PRD - ARD</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93" w:tooltip="1860" w:history="1">
              <w:r w:rsidRPr="005E7CB6">
                <w:rPr>
                  <w:rFonts w:cs="Calibri"/>
                  <w:lang w:val="es-ES" w:eastAsia="es-ES"/>
                </w:rPr>
                <w:t>1860</w:t>
              </w:r>
            </w:hyperlink>
            <w:r w:rsidRPr="005E7CB6">
              <w:rPr>
                <w:rFonts w:cs="Calibri"/>
                <w:lang w:val="es-ES" w:eastAsia="es-ES"/>
              </w:rPr>
              <w:t xml:space="preserve"> - </w:t>
            </w:r>
            <w:hyperlink r:id="rId1194" w:tooltip="1934" w:history="1">
              <w:r w:rsidRPr="005E7CB6">
                <w:rPr>
                  <w:rFonts w:cs="Calibri"/>
                  <w:lang w:val="es-ES" w:eastAsia="es-ES"/>
                </w:rPr>
                <w:t>1934</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95" w:tooltip="Paul Deschanel" w:history="1">
              <w:r w:rsidRPr="005E7CB6">
                <w:rPr>
                  <w:rFonts w:cs="Calibri"/>
                  <w:b/>
                  <w:bCs/>
                  <w:lang w:val="es-ES" w:eastAsia="es-ES"/>
                </w:rPr>
                <w:t>Paul Deschanel</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96" w:tooltip="1920" w:history="1">
              <w:r w:rsidRPr="005E7CB6">
                <w:rPr>
                  <w:rFonts w:cs="Calibri"/>
                  <w:lang w:val="es-ES" w:eastAsia="es-ES"/>
                </w:rPr>
                <w:t>1920</w:t>
              </w:r>
            </w:hyperlink>
            <w:r w:rsidRPr="005E7CB6">
              <w:rPr>
                <w:rFonts w:cs="Calibri"/>
                <w:lang w:val="es-ES" w:eastAsia="es-ES"/>
              </w:rPr>
              <w:t xml:space="preserve"> - </w:t>
            </w:r>
            <w:hyperlink r:id="rId1197" w:tooltip="1920" w:history="1">
              <w:r w:rsidRPr="005E7CB6">
                <w:rPr>
                  <w:rFonts w:cs="Calibri"/>
                  <w:lang w:val="es-ES" w:eastAsia="es-ES"/>
                </w:rPr>
                <w:t>1920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198" w:tooltip="Alliance démocratique (France)" w:history="1">
              <w:r w:rsidRPr="005E7CB6">
                <w:rPr>
                  <w:rFonts w:cs="Calibri"/>
                  <w:lang w:val="es-ES" w:eastAsia="es-ES"/>
                </w:rPr>
                <w:t>ARD - PRDS</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199" w:tooltip="1855" w:history="1">
              <w:r w:rsidRPr="005E7CB6">
                <w:rPr>
                  <w:rFonts w:cs="Calibri"/>
                  <w:lang w:val="es-ES" w:eastAsia="es-ES"/>
                </w:rPr>
                <w:t>1855</w:t>
              </w:r>
            </w:hyperlink>
            <w:r w:rsidRPr="005E7CB6">
              <w:rPr>
                <w:rFonts w:cs="Calibri"/>
                <w:lang w:val="es-ES" w:eastAsia="es-ES"/>
              </w:rPr>
              <w:t xml:space="preserve"> - </w:t>
            </w:r>
            <w:hyperlink r:id="rId1200" w:tooltip="1922" w:history="1">
              <w:r w:rsidRPr="005E7CB6">
                <w:rPr>
                  <w:rFonts w:cs="Calibri"/>
                  <w:lang w:val="es-ES" w:eastAsia="es-ES"/>
                </w:rPr>
                <w:t>1922</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01" w:tooltip="Alexandre Millerand" w:history="1">
              <w:r w:rsidRPr="005E7CB6">
                <w:rPr>
                  <w:rFonts w:cs="Calibri"/>
                  <w:b/>
                  <w:bCs/>
                  <w:lang w:val="es-ES" w:eastAsia="es-ES"/>
                </w:rPr>
                <w:t>Alexandre Millerand</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02" w:tooltip="1920" w:history="1">
              <w:r w:rsidRPr="005E7CB6">
                <w:rPr>
                  <w:rFonts w:cs="Calibri"/>
                  <w:lang w:val="es-ES" w:eastAsia="es-ES"/>
                </w:rPr>
                <w:t>1920</w:t>
              </w:r>
            </w:hyperlink>
            <w:r w:rsidRPr="005E7CB6">
              <w:rPr>
                <w:rFonts w:cs="Calibri"/>
                <w:lang w:val="es-ES" w:eastAsia="es-ES"/>
              </w:rPr>
              <w:t xml:space="preserve"> - </w:t>
            </w:r>
            <w:hyperlink r:id="rId1203" w:tooltip="1924" w:history="1">
              <w:r w:rsidRPr="005E7CB6">
                <w:rPr>
                  <w:rFonts w:cs="Calibri"/>
                  <w:lang w:val="es-ES" w:eastAsia="es-ES"/>
                </w:rPr>
                <w:t>1924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04" w:tooltip="Sans étiquette" w:history="1">
              <w:r w:rsidRPr="005E7CB6">
                <w:rPr>
                  <w:rFonts w:cs="Calibri"/>
                  <w:lang w:val="es-ES" w:eastAsia="es-ES"/>
                </w:rPr>
                <w:t>Sans étiquette</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05" w:tooltip="1859" w:history="1">
              <w:r w:rsidRPr="005E7CB6">
                <w:rPr>
                  <w:rFonts w:cs="Calibri"/>
                  <w:lang w:val="es-ES" w:eastAsia="es-ES"/>
                </w:rPr>
                <w:t>1859</w:t>
              </w:r>
            </w:hyperlink>
            <w:r w:rsidRPr="005E7CB6">
              <w:rPr>
                <w:rFonts w:cs="Calibri"/>
                <w:lang w:val="es-ES" w:eastAsia="es-ES"/>
              </w:rPr>
              <w:t xml:space="preserve"> - </w:t>
            </w:r>
            <w:hyperlink r:id="rId1206" w:tooltip="1943" w:history="1">
              <w:r w:rsidRPr="005E7CB6">
                <w:rPr>
                  <w:rFonts w:cs="Calibri"/>
                  <w:lang w:val="es-ES" w:eastAsia="es-ES"/>
                </w:rPr>
                <w:t>1943</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07" w:tooltip="Gaston Doumergue" w:history="1">
              <w:r w:rsidRPr="005E7CB6">
                <w:rPr>
                  <w:rFonts w:cs="Calibri"/>
                  <w:b/>
                  <w:bCs/>
                  <w:lang w:val="es-ES" w:eastAsia="es-ES"/>
                </w:rPr>
                <w:t>Gaston Doumergue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08" w:tooltip="1924" w:history="1">
              <w:r w:rsidRPr="005E7CB6">
                <w:rPr>
                  <w:rFonts w:cs="Calibri"/>
                  <w:lang w:val="es-ES" w:eastAsia="es-ES"/>
                </w:rPr>
                <w:t>1924</w:t>
              </w:r>
            </w:hyperlink>
            <w:r w:rsidRPr="005E7CB6">
              <w:rPr>
                <w:rFonts w:cs="Calibri"/>
                <w:lang w:val="es-ES" w:eastAsia="es-ES"/>
              </w:rPr>
              <w:t xml:space="preserve"> - </w:t>
            </w:r>
            <w:hyperlink r:id="rId1209" w:tooltip="1931" w:history="1">
              <w:r w:rsidRPr="005E7CB6">
                <w:rPr>
                  <w:rFonts w:cs="Calibri"/>
                  <w:lang w:val="es-ES" w:eastAsia="es-ES"/>
                </w:rPr>
                <w:t>1931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10" w:tooltip="Parti républicain, radical et radical-socialiste" w:history="1">
              <w:r w:rsidRPr="005E7CB6">
                <w:rPr>
                  <w:rFonts w:cs="Calibri"/>
                  <w:lang w:val="es-ES" w:eastAsia="es-ES"/>
                </w:rPr>
                <w:t>Radical</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11" w:tooltip="1863" w:history="1">
              <w:r w:rsidRPr="005E7CB6">
                <w:rPr>
                  <w:rFonts w:cs="Calibri"/>
                  <w:lang w:val="es-ES" w:eastAsia="es-ES"/>
                </w:rPr>
                <w:t>1863</w:t>
              </w:r>
            </w:hyperlink>
            <w:r w:rsidRPr="005E7CB6">
              <w:rPr>
                <w:rFonts w:cs="Calibri"/>
                <w:lang w:val="es-ES" w:eastAsia="es-ES"/>
              </w:rPr>
              <w:t xml:space="preserve"> - </w:t>
            </w:r>
            <w:hyperlink r:id="rId1212" w:tooltip="1937" w:history="1">
              <w:r w:rsidRPr="005E7CB6">
                <w:rPr>
                  <w:rFonts w:cs="Calibri"/>
                  <w:lang w:val="es-ES" w:eastAsia="es-ES"/>
                </w:rPr>
                <w:t>1937</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13" w:tooltip="Paul Doumer" w:history="1">
              <w:r w:rsidRPr="005E7CB6">
                <w:rPr>
                  <w:rFonts w:cs="Calibri"/>
                  <w:b/>
                  <w:bCs/>
                  <w:lang w:val="es-ES" w:eastAsia="es-ES"/>
                </w:rPr>
                <w:t>Paul Doumer</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14" w:tooltip="1931" w:history="1">
              <w:r w:rsidRPr="005E7CB6">
                <w:rPr>
                  <w:rFonts w:cs="Calibri"/>
                  <w:lang w:val="es-ES" w:eastAsia="es-ES"/>
                </w:rPr>
                <w:t>1931</w:t>
              </w:r>
            </w:hyperlink>
            <w:r w:rsidRPr="005E7CB6">
              <w:rPr>
                <w:rFonts w:cs="Calibri"/>
                <w:lang w:val="es-ES" w:eastAsia="es-ES"/>
              </w:rPr>
              <w:t xml:space="preserve"> - </w:t>
            </w:r>
            <w:hyperlink r:id="rId1215" w:tooltip="1932" w:history="1">
              <w:r w:rsidRPr="005E7CB6">
                <w:rPr>
                  <w:rFonts w:cs="Calibri"/>
                  <w:lang w:val="es-ES" w:eastAsia="es-ES"/>
                </w:rPr>
                <w:t>1932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16" w:tooltip="Parti républicain, radical et radical-socialiste" w:history="1">
              <w:r w:rsidRPr="005E7CB6">
                <w:rPr>
                  <w:rFonts w:cs="Calibri"/>
                  <w:lang w:val="es-ES" w:eastAsia="es-ES"/>
                </w:rPr>
                <w:t>Radical</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17" w:tooltip="1857" w:history="1">
              <w:r w:rsidRPr="005E7CB6">
                <w:rPr>
                  <w:rFonts w:cs="Calibri"/>
                  <w:lang w:val="es-ES" w:eastAsia="es-ES"/>
                </w:rPr>
                <w:t>1857</w:t>
              </w:r>
            </w:hyperlink>
            <w:r w:rsidRPr="005E7CB6">
              <w:rPr>
                <w:rFonts w:cs="Calibri"/>
                <w:lang w:val="es-ES" w:eastAsia="es-ES"/>
              </w:rPr>
              <w:t xml:space="preserve"> - </w:t>
            </w:r>
            <w:hyperlink r:id="rId1218" w:tooltip="1932" w:history="1">
              <w:r w:rsidRPr="005E7CB6">
                <w:rPr>
                  <w:rFonts w:cs="Calibri"/>
                  <w:lang w:val="es-ES" w:eastAsia="es-ES"/>
                </w:rPr>
                <w:t>1932</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19" w:tooltip="Albert Lebrun" w:history="1">
              <w:r w:rsidRPr="005E7CB6">
                <w:rPr>
                  <w:rFonts w:cs="Calibri"/>
                  <w:b/>
                  <w:bCs/>
                  <w:lang w:val="es-ES" w:eastAsia="es-ES"/>
                </w:rPr>
                <w:t>Albert Lebrun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20" w:tooltip="1932" w:history="1">
              <w:r w:rsidRPr="005E7CB6">
                <w:rPr>
                  <w:rFonts w:cs="Calibri"/>
                  <w:lang w:val="es-ES" w:eastAsia="es-ES"/>
                </w:rPr>
                <w:t>1932</w:t>
              </w:r>
            </w:hyperlink>
            <w:r w:rsidRPr="005E7CB6">
              <w:rPr>
                <w:rFonts w:cs="Calibri"/>
                <w:lang w:val="es-ES" w:eastAsia="es-ES"/>
              </w:rPr>
              <w:t xml:space="preserve"> - </w:t>
            </w:r>
            <w:hyperlink r:id="rId1221" w:tooltip="1940" w:history="1">
              <w:r w:rsidRPr="005E7CB6">
                <w:rPr>
                  <w:rFonts w:cs="Calibri"/>
                  <w:lang w:val="es-ES" w:eastAsia="es-ES"/>
                </w:rPr>
                <w:t>1940</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22" w:tooltip="Alliance démocratique (France)" w:history="1">
              <w:r w:rsidRPr="005E7CB6">
                <w:rPr>
                  <w:rFonts w:cs="Calibri"/>
                  <w:lang w:val="es-ES" w:eastAsia="es-ES"/>
                </w:rPr>
                <w:t>AD</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23" w:tooltip="1871" w:history="1">
              <w:r w:rsidRPr="005E7CB6">
                <w:rPr>
                  <w:rFonts w:cs="Calibri"/>
                  <w:lang w:val="es-ES" w:eastAsia="es-ES"/>
                </w:rPr>
                <w:t>1871</w:t>
              </w:r>
            </w:hyperlink>
            <w:r w:rsidRPr="005E7CB6">
              <w:rPr>
                <w:rFonts w:cs="Calibri"/>
                <w:lang w:val="es-ES" w:eastAsia="es-ES"/>
              </w:rPr>
              <w:t xml:space="preserve"> - </w:t>
            </w:r>
            <w:hyperlink r:id="rId1224" w:tooltip="1950" w:history="1">
              <w:r w:rsidRPr="005E7CB6">
                <w:rPr>
                  <w:rFonts w:cs="Calibri"/>
                  <w:lang w:val="es-ES" w:eastAsia="es-ES"/>
                </w:rPr>
                <w:t>1950</w:t>
              </w:r>
            </w:hyperlink>
          </w:p>
        </w:tc>
      </w:tr>
      <w:tr w:rsidR="00086070" w:rsidRPr="005E7CB6" w:rsidTr="000C428F">
        <w:tc>
          <w:tcPr>
            <w:tcW w:w="0" w:type="auto"/>
            <w:gridSpan w:val="4"/>
            <w:tcBorders>
              <w:top w:val="single" w:sz="18" w:space="0" w:color="A52A2A"/>
              <w:bottom w:val="single" w:sz="18" w:space="0" w:color="A52A2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r w:rsidRPr="005E7CB6">
              <w:rPr>
                <w:rFonts w:cs="Calibri"/>
                <w:i/>
                <w:iCs/>
                <w:lang w:eastAsia="es-ES"/>
              </w:rPr>
              <w:t xml:space="preserve">Suspension des </w:t>
            </w:r>
            <w:hyperlink r:id="rId1225" w:tooltip="Lois constitutionnelles de 1875" w:history="1">
              <w:r w:rsidRPr="005E7CB6">
                <w:rPr>
                  <w:rFonts w:cs="Calibri"/>
                  <w:i/>
                  <w:iCs/>
                  <w:lang w:eastAsia="es-ES"/>
                </w:rPr>
                <w:t>lois constitutionnelles de 1875</w:t>
              </w:r>
            </w:hyperlink>
          </w:p>
        </w:tc>
      </w:tr>
      <w:tr w:rsidR="00086070" w:rsidRPr="005E7CB6" w:rsidTr="000C428F">
        <w:tc>
          <w:tcPr>
            <w:tcW w:w="0" w:type="auto"/>
            <w:gridSpan w:val="4"/>
            <w:tcBorders>
              <w:top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26" w:tooltip="Régime de Vichy" w:history="1">
              <w:r w:rsidRPr="005E7CB6">
                <w:rPr>
                  <w:rFonts w:cs="Calibri"/>
                  <w:b/>
                  <w:bCs/>
                  <w:i/>
                  <w:iCs/>
                  <w:lang w:val="es-ES" w:eastAsia="es-ES"/>
                </w:rPr>
                <w:t>État français</w:t>
              </w:r>
            </w:hyperlink>
            <w:r w:rsidRPr="005E7CB6">
              <w:rPr>
                <w:rFonts w:cs="Calibri"/>
                <w:lang w:val="es-ES" w:eastAsia="es-ES"/>
              </w:rPr>
              <w:t xml:space="preserve"> (</w:t>
            </w:r>
            <w:hyperlink r:id="rId1227" w:tooltip="1940" w:history="1">
              <w:r w:rsidRPr="005E7CB6">
                <w:rPr>
                  <w:rFonts w:cs="Calibri"/>
                  <w:i/>
                  <w:iCs/>
                  <w:lang w:val="es-ES" w:eastAsia="es-ES"/>
                </w:rPr>
                <w:t>1940</w:t>
              </w:r>
            </w:hyperlink>
            <w:r w:rsidRPr="005E7CB6">
              <w:rPr>
                <w:rFonts w:cs="Calibri"/>
                <w:i/>
                <w:iCs/>
                <w:lang w:val="es-ES" w:eastAsia="es-ES"/>
              </w:rPr>
              <w:t xml:space="preserve"> - </w:t>
            </w:r>
            <w:hyperlink r:id="rId1228" w:tooltip="1944" w:history="1">
              <w:r w:rsidRPr="005E7CB6">
                <w:rPr>
                  <w:rFonts w:cs="Calibri"/>
                  <w:i/>
                  <w:iCs/>
                  <w:lang w:val="es-ES" w:eastAsia="es-ES"/>
                </w:rPr>
                <w:t>1944</w:t>
              </w:r>
            </w:hyperlink>
            <w:r w:rsidRPr="005E7CB6">
              <w:rPr>
                <w:rFonts w:cs="Calibri"/>
                <w:lang w:val="es-ES" w:eastAsia="es-ES"/>
              </w:rPr>
              <w:t>)</w:t>
            </w:r>
          </w:p>
        </w:tc>
      </w:tr>
      <w:tr w:rsidR="00086070" w:rsidRPr="005E7CB6" w:rsidTr="000C428F">
        <w:tc>
          <w:tcPr>
            <w:tcW w:w="0" w:type="auto"/>
            <w:gridSpan w:val="4"/>
            <w:tcBorders>
              <w:top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eastAsia="es-ES"/>
              </w:rPr>
            </w:pPr>
            <w:hyperlink r:id="rId1229" w:tooltip="Gouvernement provisoire de la République française" w:history="1">
              <w:r w:rsidRPr="005E7CB6">
                <w:rPr>
                  <w:rFonts w:cs="Calibri"/>
                  <w:b/>
                  <w:bCs/>
                  <w:i/>
                  <w:iCs/>
                  <w:lang w:eastAsia="es-ES"/>
                </w:rPr>
                <w:t>Gouvernement provisoire de la République française</w:t>
              </w:r>
            </w:hyperlink>
            <w:r w:rsidRPr="005E7CB6">
              <w:rPr>
                <w:rFonts w:cs="Calibri"/>
                <w:lang w:eastAsia="es-ES"/>
              </w:rPr>
              <w:t xml:space="preserve"> (</w:t>
            </w:r>
            <w:hyperlink r:id="rId1230" w:tooltip="1944" w:history="1">
              <w:r w:rsidRPr="005E7CB6">
                <w:rPr>
                  <w:rFonts w:cs="Calibri"/>
                  <w:i/>
                  <w:iCs/>
                  <w:lang w:eastAsia="es-ES"/>
                </w:rPr>
                <w:t>1944</w:t>
              </w:r>
            </w:hyperlink>
            <w:r w:rsidRPr="005E7CB6">
              <w:rPr>
                <w:rFonts w:cs="Calibri"/>
                <w:i/>
                <w:iCs/>
                <w:lang w:eastAsia="es-ES"/>
              </w:rPr>
              <w:t xml:space="preserve"> - </w:t>
            </w:r>
            <w:hyperlink r:id="rId1231" w:tooltip="1947" w:history="1">
              <w:r w:rsidRPr="005E7CB6">
                <w:rPr>
                  <w:rFonts w:cs="Calibri"/>
                  <w:i/>
                  <w:iCs/>
                  <w:lang w:eastAsia="es-ES"/>
                </w:rPr>
                <w:t>1947</w:t>
              </w:r>
            </w:hyperlink>
            <w:r w:rsidRPr="005E7CB6">
              <w:rPr>
                <w:rFonts w:cs="Calibri"/>
                <w:lang w:eastAsia="es-ES"/>
              </w:rPr>
              <w:t>)</w:t>
            </w:r>
          </w:p>
        </w:tc>
      </w:tr>
      <w:tr w:rsidR="00086070" w:rsidRPr="005E7CB6" w:rsidTr="000C428F">
        <w:tc>
          <w:tcPr>
            <w:tcW w:w="0" w:type="auto"/>
            <w:gridSpan w:val="4"/>
            <w:tcBorders>
              <w:top w:val="single" w:sz="18" w:space="0" w:color="A52A2A"/>
              <w:bottom w:val="single" w:sz="18" w:space="0" w:color="A52A2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32" w:tooltip="Quatrième République (France)" w:history="1">
              <w:r w:rsidRPr="005E7CB6">
                <w:rPr>
                  <w:rFonts w:cs="Calibri"/>
                  <w:b/>
                  <w:bCs/>
                  <w:lang w:val="es-ES" w:eastAsia="es-ES"/>
                </w:rPr>
                <w:t>Quatrième République</w:t>
              </w:r>
            </w:hyperlink>
            <w:r w:rsidRPr="005E7CB6">
              <w:rPr>
                <w:rFonts w:cs="Calibri"/>
                <w:lang w:val="es-ES" w:eastAsia="es-ES"/>
              </w:rPr>
              <w:t xml:space="preserve"> (</w:t>
            </w:r>
            <w:hyperlink r:id="rId1233" w:tooltip="1946" w:history="1">
              <w:r w:rsidRPr="005E7CB6">
                <w:rPr>
                  <w:rFonts w:cs="Calibri"/>
                  <w:lang w:val="es-ES" w:eastAsia="es-ES"/>
                </w:rPr>
                <w:t>1946</w:t>
              </w:r>
            </w:hyperlink>
            <w:hyperlink r:id="rId1234" w:anchor="cite_note-0" w:history="1">
              <w:r w:rsidRPr="005E7CB6">
                <w:rPr>
                  <w:rFonts w:cs="Calibri"/>
                  <w:vanish/>
                  <w:vertAlign w:val="superscript"/>
                  <w:lang w:val="es-ES" w:eastAsia="es-ES"/>
                </w:rPr>
                <w:t>[</w:t>
              </w:r>
              <w:r w:rsidRPr="005E7CB6">
                <w:rPr>
                  <w:rFonts w:cs="Calibri"/>
                  <w:vertAlign w:val="superscript"/>
                  <w:lang w:val="es-ES" w:eastAsia="es-ES"/>
                </w:rPr>
                <w:t>1</w:t>
              </w:r>
              <w:r w:rsidRPr="005E7CB6">
                <w:rPr>
                  <w:rFonts w:cs="Calibri"/>
                  <w:vanish/>
                  <w:vertAlign w:val="superscript"/>
                  <w:lang w:val="es-ES" w:eastAsia="es-ES"/>
                </w:rPr>
                <w:t>]</w:t>
              </w:r>
            </w:hyperlink>
            <w:r w:rsidRPr="005E7CB6">
              <w:rPr>
                <w:rFonts w:cs="Calibri"/>
                <w:lang w:val="es-ES" w:eastAsia="es-ES"/>
              </w:rPr>
              <w:t xml:space="preserve"> - </w:t>
            </w:r>
            <w:hyperlink r:id="rId1235" w:tooltip="1958" w:history="1">
              <w:r w:rsidRPr="005E7CB6">
                <w:rPr>
                  <w:rFonts w:cs="Calibri"/>
                  <w:lang w:val="es-ES" w:eastAsia="es-ES"/>
                </w:rPr>
                <w:t>1958</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36" w:tooltip="Vincent Auriol" w:history="1">
              <w:r w:rsidRPr="005E7CB6">
                <w:rPr>
                  <w:rFonts w:cs="Calibri"/>
                  <w:b/>
                  <w:bCs/>
                  <w:lang w:val="es-ES" w:eastAsia="es-ES"/>
                </w:rPr>
                <w:t>Vincent Auriol</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37" w:tooltip="1947" w:history="1">
              <w:r w:rsidRPr="005E7CB6">
                <w:rPr>
                  <w:rFonts w:cs="Calibri"/>
                  <w:lang w:val="es-ES" w:eastAsia="es-ES"/>
                </w:rPr>
                <w:t>1947</w:t>
              </w:r>
            </w:hyperlink>
            <w:r w:rsidRPr="005E7CB6">
              <w:rPr>
                <w:rFonts w:cs="Calibri"/>
                <w:lang w:val="es-ES" w:eastAsia="es-ES"/>
              </w:rPr>
              <w:t xml:space="preserve"> - </w:t>
            </w:r>
            <w:hyperlink r:id="rId1238" w:tooltip="1954" w:history="1">
              <w:r w:rsidRPr="005E7CB6">
                <w:rPr>
                  <w:rFonts w:cs="Calibri"/>
                  <w:lang w:val="es-ES" w:eastAsia="es-ES"/>
                </w:rPr>
                <w:t>1954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39" w:tooltip="Section française de l'Internationale ouvrière" w:history="1">
              <w:r w:rsidRPr="005E7CB6">
                <w:rPr>
                  <w:rFonts w:cs="Calibri"/>
                  <w:lang w:val="es-ES" w:eastAsia="es-ES"/>
                </w:rPr>
                <w:t>SFIO</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40" w:tooltip="1884" w:history="1">
              <w:r w:rsidRPr="005E7CB6">
                <w:rPr>
                  <w:rFonts w:cs="Calibri"/>
                  <w:lang w:val="es-ES" w:eastAsia="es-ES"/>
                </w:rPr>
                <w:t>1884</w:t>
              </w:r>
            </w:hyperlink>
            <w:r w:rsidRPr="005E7CB6">
              <w:rPr>
                <w:rFonts w:cs="Calibri"/>
                <w:lang w:val="es-ES" w:eastAsia="es-ES"/>
              </w:rPr>
              <w:t xml:space="preserve"> - </w:t>
            </w:r>
            <w:hyperlink r:id="rId1241" w:tooltip="1966" w:history="1">
              <w:r w:rsidRPr="005E7CB6">
                <w:rPr>
                  <w:rFonts w:cs="Calibri"/>
                  <w:lang w:val="es-ES" w:eastAsia="es-ES"/>
                </w:rPr>
                <w:t>1966</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42" w:tooltip="René Coty" w:history="1">
              <w:r w:rsidRPr="005E7CB6">
                <w:rPr>
                  <w:rFonts w:cs="Calibri"/>
                  <w:b/>
                  <w:bCs/>
                  <w:lang w:val="es-ES" w:eastAsia="es-ES"/>
                </w:rPr>
                <w:t>René Coty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43" w:tooltip="1954" w:history="1">
              <w:r w:rsidRPr="005E7CB6">
                <w:rPr>
                  <w:rFonts w:cs="Calibri"/>
                  <w:lang w:val="es-ES" w:eastAsia="es-ES"/>
                </w:rPr>
                <w:t>1954</w:t>
              </w:r>
            </w:hyperlink>
            <w:r w:rsidRPr="005E7CB6">
              <w:rPr>
                <w:rFonts w:cs="Calibri"/>
                <w:lang w:val="es-ES" w:eastAsia="es-ES"/>
              </w:rPr>
              <w:t xml:space="preserve"> - </w:t>
            </w:r>
            <w:hyperlink r:id="rId1244" w:tooltip="1959" w:history="1">
              <w:r w:rsidRPr="005E7CB6">
                <w:rPr>
                  <w:rFonts w:cs="Calibri"/>
                  <w:lang w:val="es-ES" w:eastAsia="es-ES"/>
                </w:rPr>
                <w:t>1959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45" w:tooltip="Centre national des indépendants et paysans" w:history="1">
              <w:r w:rsidRPr="005E7CB6">
                <w:rPr>
                  <w:rFonts w:cs="Calibri"/>
                  <w:lang w:val="es-ES" w:eastAsia="es-ES"/>
                </w:rPr>
                <w:t>CNIP</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46" w:tooltip="1882" w:history="1">
              <w:r w:rsidRPr="005E7CB6">
                <w:rPr>
                  <w:rFonts w:cs="Calibri"/>
                  <w:lang w:val="es-ES" w:eastAsia="es-ES"/>
                </w:rPr>
                <w:t>1882</w:t>
              </w:r>
            </w:hyperlink>
            <w:r w:rsidRPr="005E7CB6">
              <w:rPr>
                <w:rFonts w:cs="Calibri"/>
                <w:lang w:val="es-ES" w:eastAsia="es-ES"/>
              </w:rPr>
              <w:t xml:space="preserve"> - </w:t>
            </w:r>
            <w:hyperlink r:id="rId1247" w:tooltip="1962" w:history="1">
              <w:r w:rsidRPr="005E7CB6">
                <w:rPr>
                  <w:rFonts w:cs="Calibri"/>
                  <w:lang w:val="es-ES" w:eastAsia="es-ES"/>
                </w:rPr>
                <w:t>1962</w:t>
              </w:r>
            </w:hyperlink>
          </w:p>
        </w:tc>
      </w:tr>
      <w:tr w:rsidR="00086070" w:rsidRPr="005E7CB6" w:rsidTr="000C428F">
        <w:tc>
          <w:tcPr>
            <w:tcW w:w="0" w:type="auto"/>
            <w:gridSpan w:val="4"/>
            <w:tcBorders>
              <w:top w:val="single" w:sz="18" w:space="0" w:color="A52A2A"/>
              <w:bottom w:val="single" w:sz="18" w:space="0" w:color="A52A2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48" w:tooltip="Cinquième République" w:history="1">
              <w:r w:rsidRPr="005E7CB6">
                <w:rPr>
                  <w:rFonts w:cs="Calibri"/>
                  <w:b/>
                  <w:bCs/>
                  <w:lang w:val="es-ES" w:eastAsia="es-ES"/>
                </w:rPr>
                <w:t>Cinquième République</w:t>
              </w:r>
            </w:hyperlink>
            <w:r w:rsidRPr="005E7CB6">
              <w:rPr>
                <w:rFonts w:cs="Calibri"/>
                <w:lang w:val="es-ES" w:eastAsia="es-ES"/>
              </w:rPr>
              <w:t xml:space="preserve"> (depuis </w:t>
            </w:r>
            <w:hyperlink r:id="rId1249" w:tooltip="1958" w:history="1">
              <w:r w:rsidRPr="005E7CB6">
                <w:rPr>
                  <w:rFonts w:cs="Calibri"/>
                  <w:lang w:val="es-ES" w:eastAsia="es-ES"/>
                </w:rPr>
                <w:t>1958</w:t>
              </w:r>
            </w:hyperlink>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50" w:tooltip="Charles de Gaulle" w:history="1">
              <w:r w:rsidRPr="005E7CB6">
                <w:rPr>
                  <w:rFonts w:cs="Calibri"/>
                  <w:b/>
                  <w:bCs/>
                  <w:lang w:val="es-ES" w:eastAsia="es-ES"/>
                </w:rPr>
                <w:t>Charles de Gaulle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51" w:tooltip="1959" w:history="1">
              <w:r w:rsidRPr="005E7CB6">
                <w:rPr>
                  <w:rFonts w:cs="Calibri"/>
                  <w:lang w:val="es-ES" w:eastAsia="es-ES"/>
                </w:rPr>
                <w:t>1959</w:t>
              </w:r>
            </w:hyperlink>
            <w:r w:rsidRPr="005E7CB6">
              <w:rPr>
                <w:rFonts w:cs="Calibri"/>
                <w:lang w:val="es-ES" w:eastAsia="es-ES"/>
              </w:rPr>
              <w:t xml:space="preserve"> - </w:t>
            </w:r>
            <w:hyperlink r:id="rId1252" w:tooltip="1969" w:history="1">
              <w:r w:rsidRPr="005E7CB6">
                <w:rPr>
                  <w:rFonts w:cs="Calibri"/>
                  <w:lang w:val="es-ES" w:eastAsia="es-ES"/>
                </w:rPr>
                <w:t>1969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53" w:tooltip="Union pour la nouvelle République" w:history="1">
              <w:r w:rsidRPr="005E7CB6">
                <w:rPr>
                  <w:rFonts w:cs="Calibri"/>
                  <w:lang w:val="es-ES" w:eastAsia="es-ES"/>
                </w:rPr>
                <w:t>UNR</w:t>
              </w:r>
            </w:hyperlink>
            <w:r w:rsidRPr="005E7CB6">
              <w:rPr>
                <w:rFonts w:cs="Calibri"/>
                <w:lang w:val="es-ES" w:eastAsia="es-ES"/>
              </w:rPr>
              <w:t xml:space="preserve"> - </w:t>
            </w:r>
            <w:hyperlink r:id="rId1254" w:tooltip="Union pour la défense de la République" w:history="1">
              <w:r w:rsidRPr="005E7CB6">
                <w:rPr>
                  <w:rFonts w:cs="Calibri"/>
                  <w:lang w:val="es-ES" w:eastAsia="es-ES"/>
                </w:rPr>
                <w:t>UDR</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55" w:tooltip="1890" w:history="1">
              <w:r w:rsidRPr="005E7CB6">
                <w:rPr>
                  <w:rFonts w:cs="Calibri"/>
                  <w:lang w:val="es-ES" w:eastAsia="es-ES"/>
                </w:rPr>
                <w:t>1890</w:t>
              </w:r>
            </w:hyperlink>
            <w:r w:rsidRPr="005E7CB6">
              <w:rPr>
                <w:rFonts w:cs="Calibri"/>
                <w:lang w:val="es-ES" w:eastAsia="es-ES"/>
              </w:rPr>
              <w:t xml:space="preserve"> - </w:t>
            </w:r>
            <w:hyperlink r:id="rId1256" w:tooltip="1970" w:history="1">
              <w:r w:rsidRPr="005E7CB6">
                <w:rPr>
                  <w:rFonts w:cs="Calibri"/>
                  <w:lang w:val="es-ES" w:eastAsia="es-ES"/>
                </w:rPr>
                <w:t>1970</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57" w:tooltip="Georges Pompidou" w:history="1">
              <w:r w:rsidRPr="005E7CB6">
                <w:rPr>
                  <w:rFonts w:cs="Calibri"/>
                  <w:b/>
                  <w:bCs/>
                  <w:lang w:val="es-ES" w:eastAsia="es-ES"/>
                </w:rPr>
                <w:t>Georges Pompidou</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58" w:tooltip="1969" w:history="1">
              <w:r w:rsidRPr="005E7CB6">
                <w:rPr>
                  <w:rFonts w:cs="Calibri"/>
                  <w:lang w:val="es-ES" w:eastAsia="es-ES"/>
                </w:rPr>
                <w:t>1969</w:t>
              </w:r>
            </w:hyperlink>
            <w:r w:rsidRPr="005E7CB6">
              <w:rPr>
                <w:rFonts w:cs="Calibri"/>
                <w:lang w:val="es-ES" w:eastAsia="es-ES"/>
              </w:rPr>
              <w:t xml:space="preserve"> - </w:t>
            </w:r>
            <w:hyperlink r:id="rId1259" w:tooltip="1974" w:history="1">
              <w:r w:rsidRPr="005E7CB6">
                <w:rPr>
                  <w:rFonts w:cs="Calibri"/>
                  <w:lang w:val="es-ES" w:eastAsia="es-ES"/>
                </w:rPr>
                <w:t>1974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60" w:tooltip="Union pour la défense de la République" w:history="1">
              <w:r w:rsidRPr="005E7CB6">
                <w:rPr>
                  <w:rFonts w:cs="Calibri"/>
                  <w:lang w:val="es-ES" w:eastAsia="es-ES"/>
                </w:rPr>
                <w:t>UDR</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61" w:tooltip="1911" w:history="1">
              <w:r w:rsidRPr="005E7CB6">
                <w:rPr>
                  <w:rFonts w:cs="Calibri"/>
                  <w:lang w:val="es-ES" w:eastAsia="es-ES"/>
                </w:rPr>
                <w:t>1911</w:t>
              </w:r>
            </w:hyperlink>
            <w:r w:rsidRPr="005E7CB6">
              <w:rPr>
                <w:rFonts w:cs="Calibri"/>
                <w:lang w:val="es-ES" w:eastAsia="es-ES"/>
              </w:rPr>
              <w:t xml:space="preserve"> - </w:t>
            </w:r>
            <w:hyperlink r:id="rId1262" w:tooltip="1974" w:history="1">
              <w:r w:rsidRPr="005E7CB6">
                <w:rPr>
                  <w:rFonts w:cs="Calibri"/>
                  <w:lang w:val="es-ES" w:eastAsia="es-ES"/>
                </w:rPr>
                <w:t>1974</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63" w:tooltip="Valéry Giscard d'Estaing" w:history="1">
              <w:r w:rsidRPr="005E7CB6">
                <w:rPr>
                  <w:rFonts w:cs="Calibri"/>
                  <w:b/>
                  <w:bCs/>
                  <w:lang w:val="es-ES" w:eastAsia="es-ES"/>
                </w:rPr>
                <w:t>Valéry Giscard d'Estaing</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64" w:tooltip="1974" w:history="1">
              <w:r w:rsidRPr="005E7CB6">
                <w:rPr>
                  <w:rFonts w:cs="Calibri"/>
                  <w:lang w:val="es-ES" w:eastAsia="es-ES"/>
                </w:rPr>
                <w:t>1974</w:t>
              </w:r>
            </w:hyperlink>
            <w:r w:rsidRPr="005E7CB6">
              <w:rPr>
                <w:rFonts w:cs="Calibri"/>
                <w:lang w:val="es-ES" w:eastAsia="es-ES"/>
              </w:rPr>
              <w:t xml:space="preserve"> - </w:t>
            </w:r>
            <w:hyperlink r:id="rId1265" w:tooltip="1981" w:history="1">
              <w:r w:rsidRPr="005E7CB6">
                <w:rPr>
                  <w:rFonts w:cs="Calibri"/>
                  <w:lang w:val="es-ES" w:eastAsia="es-ES"/>
                </w:rPr>
                <w:t>1981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66" w:tooltip="Républicains indépendants" w:history="1">
              <w:r w:rsidRPr="005E7CB6">
                <w:rPr>
                  <w:rFonts w:cs="Calibri"/>
                  <w:lang w:val="es-ES" w:eastAsia="es-ES"/>
                </w:rPr>
                <w:t>FNRI</w:t>
              </w:r>
            </w:hyperlink>
            <w:r w:rsidRPr="005E7CB6">
              <w:rPr>
                <w:rFonts w:cs="Calibri"/>
                <w:lang w:val="es-ES" w:eastAsia="es-ES"/>
              </w:rPr>
              <w:t xml:space="preserve"> - </w:t>
            </w:r>
            <w:hyperlink r:id="rId1267" w:tooltip="Union pour la démocratie française" w:history="1">
              <w:r w:rsidRPr="005E7CB6">
                <w:rPr>
                  <w:rFonts w:cs="Calibri"/>
                  <w:lang w:val="es-ES" w:eastAsia="es-ES"/>
                </w:rPr>
                <w:t>UDF</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68" w:tooltip="1926" w:history="1">
              <w:r w:rsidRPr="005E7CB6">
                <w:rPr>
                  <w:rFonts w:cs="Calibri"/>
                  <w:lang w:val="es-ES" w:eastAsia="es-ES"/>
                </w:rPr>
                <w:t>1926</w:t>
              </w:r>
            </w:hyperlink>
            <w:r w:rsidRPr="005E7CB6">
              <w:rPr>
                <w:rFonts w:cs="Calibri"/>
                <w:lang w:val="es-ES" w:eastAsia="es-ES"/>
              </w:rPr>
              <w:t xml:space="preserve"> -</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69" w:tooltip="François Mitterrand" w:history="1">
              <w:r w:rsidRPr="005E7CB6">
                <w:rPr>
                  <w:rFonts w:cs="Calibri"/>
                  <w:b/>
                  <w:bCs/>
                  <w:lang w:val="es-ES" w:eastAsia="es-ES"/>
                </w:rPr>
                <w:t>François Mitterrand</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70" w:tooltip="1981" w:history="1">
              <w:r w:rsidRPr="005E7CB6">
                <w:rPr>
                  <w:rFonts w:cs="Calibri"/>
                  <w:lang w:val="es-ES" w:eastAsia="es-ES"/>
                </w:rPr>
                <w:t>1981</w:t>
              </w:r>
            </w:hyperlink>
            <w:r w:rsidRPr="005E7CB6">
              <w:rPr>
                <w:rFonts w:cs="Calibri"/>
                <w:lang w:val="es-ES" w:eastAsia="es-ES"/>
              </w:rPr>
              <w:t xml:space="preserve"> - </w:t>
            </w:r>
            <w:hyperlink r:id="rId1271" w:tooltip="1995" w:history="1">
              <w:r w:rsidRPr="005E7CB6">
                <w:rPr>
                  <w:rFonts w:cs="Calibri"/>
                  <w:lang w:val="es-ES" w:eastAsia="es-ES"/>
                </w:rPr>
                <w:t>1995</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72" w:tooltip="Parti socialiste (France)" w:history="1">
              <w:r w:rsidRPr="005E7CB6">
                <w:rPr>
                  <w:rFonts w:cs="Calibri"/>
                  <w:lang w:val="es-ES" w:eastAsia="es-ES"/>
                </w:rPr>
                <w:t>PS</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73" w:tooltip="1916" w:history="1">
              <w:r w:rsidRPr="005E7CB6">
                <w:rPr>
                  <w:rFonts w:cs="Calibri"/>
                  <w:lang w:val="es-ES" w:eastAsia="es-ES"/>
                </w:rPr>
                <w:t>1916</w:t>
              </w:r>
            </w:hyperlink>
            <w:r w:rsidRPr="005E7CB6">
              <w:rPr>
                <w:rFonts w:cs="Calibri"/>
                <w:lang w:val="es-ES" w:eastAsia="es-ES"/>
              </w:rPr>
              <w:t xml:space="preserve"> - </w:t>
            </w:r>
            <w:hyperlink r:id="rId1274" w:tooltip="1996" w:history="1">
              <w:r w:rsidRPr="005E7CB6">
                <w:rPr>
                  <w:rFonts w:cs="Calibri"/>
                  <w:lang w:val="es-ES" w:eastAsia="es-ES"/>
                </w:rPr>
                <w:t>1996</w:t>
              </w:r>
            </w:hyperlink>
          </w:p>
        </w:tc>
      </w:tr>
      <w:tr w:rsidR="00086070" w:rsidRPr="005E7CB6" w:rsidTr="000C428F">
        <w:tc>
          <w:tcPr>
            <w:tcW w:w="0" w:type="auto"/>
            <w:tcBorders>
              <w:top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75" w:tooltip="Jacques Chirac" w:history="1">
              <w:r w:rsidRPr="005E7CB6">
                <w:rPr>
                  <w:rFonts w:cs="Calibri"/>
                  <w:b/>
                  <w:bCs/>
                  <w:lang w:val="es-ES" w:eastAsia="es-ES"/>
                </w:rPr>
                <w:t>Jacques Chirac</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76" w:tooltip="1995" w:history="1">
              <w:r w:rsidRPr="005E7CB6">
                <w:rPr>
                  <w:rFonts w:cs="Calibri"/>
                  <w:lang w:val="es-ES" w:eastAsia="es-ES"/>
                </w:rPr>
                <w:t>1995</w:t>
              </w:r>
            </w:hyperlink>
            <w:r w:rsidRPr="005E7CB6">
              <w:rPr>
                <w:rFonts w:cs="Calibri"/>
                <w:lang w:val="es-ES" w:eastAsia="es-ES"/>
              </w:rPr>
              <w:t xml:space="preserve"> - </w:t>
            </w:r>
            <w:hyperlink r:id="rId1277" w:tooltip="2007" w:history="1">
              <w:r w:rsidRPr="005E7CB6">
                <w:rPr>
                  <w:rFonts w:cs="Calibri"/>
                  <w:lang w:val="es-ES" w:eastAsia="es-ES"/>
                </w:rPr>
                <w:t>2007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78" w:tooltip="Rassemblement pour la République" w:history="1">
              <w:r w:rsidRPr="005E7CB6">
                <w:rPr>
                  <w:rFonts w:cs="Calibri"/>
                  <w:lang w:val="es-ES" w:eastAsia="es-ES"/>
                </w:rPr>
                <w:t>RPR</w:t>
              </w:r>
            </w:hyperlink>
            <w:r w:rsidRPr="005E7CB6">
              <w:rPr>
                <w:rFonts w:cs="Calibri"/>
                <w:lang w:val="es-ES" w:eastAsia="es-ES"/>
              </w:rPr>
              <w:t xml:space="preserve"> - </w:t>
            </w:r>
            <w:hyperlink r:id="rId1279" w:tooltip="Union pour un mouvement populaire" w:history="1">
              <w:r w:rsidRPr="005E7CB6">
                <w:rPr>
                  <w:rFonts w:cs="Calibri"/>
                  <w:lang w:val="es-ES" w:eastAsia="es-ES"/>
                </w:rPr>
                <w:t>UMP</w:t>
              </w:r>
            </w:hyperlink>
          </w:p>
        </w:tc>
        <w:tc>
          <w:tcPr>
            <w:tcW w:w="0" w:type="auto"/>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80" w:tooltip="1932" w:history="1">
              <w:r w:rsidRPr="005E7CB6">
                <w:rPr>
                  <w:rFonts w:cs="Calibri"/>
                  <w:lang w:val="es-ES" w:eastAsia="es-ES"/>
                </w:rPr>
                <w:t>1932</w:t>
              </w:r>
            </w:hyperlink>
            <w:r w:rsidRPr="005E7CB6">
              <w:rPr>
                <w:rFonts w:cs="Calibri"/>
                <w:lang w:val="es-ES" w:eastAsia="es-ES"/>
              </w:rPr>
              <w:t xml:space="preserve"> -</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81" w:tooltip="Nicolas Sarkozy" w:history="1">
              <w:r w:rsidRPr="005E7CB6">
                <w:rPr>
                  <w:rFonts w:cs="Calibri"/>
                  <w:b/>
                  <w:bCs/>
                  <w:lang w:val="es-ES" w:eastAsia="es-ES"/>
                </w:rPr>
                <w:t>Nicolas Sarkozy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82" w:tooltip="2007" w:history="1">
              <w:r w:rsidRPr="005E7CB6">
                <w:rPr>
                  <w:rFonts w:cs="Calibri"/>
                  <w:lang w:val="es-ES" w:eastAsia="es-ES"/>
                </w:rPr>
                <w:t>2007</w:t>
              </w:r>
            </w:hyperlink>
            <w:r w:rsidRPr="005E7CB6">
              <w:rPr>
                <w:rFonts w:cs="Calibri"/>
                <w:lang w:val="es-ES" w:eastAsia="es-ES"/>
              </w:rPr>
              <w:t xml:space="preserve"> -</w:t>
            </w:r>
          </w:p>
        </w:tc>
        <w:tc>
          <w:tcPr>
            <w:tcW w:w="0" w:type="auto"/>
            <w:tcBorders>
              <w:top w:val="single" w:sz="6" w:space="0" w:color="AAAAAA"/>
              <w:left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hyperlink r:id="rId1283" w:tooltip="Union pour un mouvement populaire" w:history="1">
              <w:r w:rsidRPr="005E7CB6">
                <w:rPr>
                  <w:rFonts w:cs="Calibri"/>
                  <w:lang w:val="es-ES" w:eastAsia="es-ES"/>
                </w:rPr>
                <w:t>UMP</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284" w:tooltip="1955" w:history="1">
              <w:r w:rsidRPr="005E7CB6">
                <w:rPr>
                  <w:rFonts w:cs="Calibri"/>
                  <w:lang w:val="es-ES" w:eastAsia="es-ES"/>
                </w:rPr>
                <w:t>1955</w:t>
              </w:r>
            </w:hyperlink>
            <w:r w:rsidRPr="005E7CB6">
              <w:rPr>
                <w:rFonts w:cs="Calibri"/>
                <w:lang w:val="es-ES" w:eastAsia="es-ES"/>
              </w:rPr>
              <w:t xml:space="preserve"> -</w:t>
            </w:r>
          </w:p>
        </w:tc>
      </w:tr>
    </w:tbl>
    <w:p w:rsidR="00086070" w:rsidRPr="000C428F" w:rsidRDefault="00086070" w:rsidP="000C428F">
      <w:pPr>
        <w:spacing w:before="0" w:beforeAutospacing="0" w:after="0" w:afterAutospacing="0"/>
        <w:ind w:left="0" w:firstLine="0"/>
        <w:rPr>
          <w:rFonts w:cs="Calibri"/>
          <w:vanish/>
          <w:lang w:eastAsia="es-ES"/>
        </w:rPr>
      </w:pPr>
    </w:p>
    <w:tbl>
      <w:tblPr>
        <w:tblW w:w="0" w:type="auto"/>
        <w:tblCellSpacing w:w="15" w:type="dxa"/>
        <w:tblCellMar>
          <w:top w:w="15" w:type="dxa"/>
          <w:left w:w="15" w:type="dxa"/>
          <w:bottom w:w="15" w:type="dxa"/>
          <w:right w:w="15" w:type="dxa"/>
        </w:tblCellMar>
        <w:tblLook w:val="00A0"/>
      </w:tblPr>
      <w:tblGrid>
        <w:gridCol w:w="6762"/>
      </w:tblGrid>
      <w:tr w:rsidR="00086070" w:rsidRPr="005E7CB6" w:rsidTr="000C428F">
        <w:trPr>
          <w:tblCellSpacing w:w="15" w:type="dxa"/>
        </w:trPr>
        <w:tc>
          <w:tcPr>
            <w:tcW w:w="0" w:type="auto"/>
            <w:vAlign w:val="center"/>
          </w:tcPr>
          <w:p w:rsidR="00086070" w:rsidRPr="005E7CB6" w:rsidRDefault="00086070" w:rsidP="000C428F">
            <w:pPr>
              <w:ind w:left="0" w:firstLine="0"/>
              <w:outlineLvl w:val="1"/>
              <w:rPr>
                <w:rFonts w:cs="Calibri"/>
                <w:b/>
                <w:bCs/>
                <w:lang w:val="es-ES" w:eastAsia="es-ES"/>
              </w:rPr>
            </w:pPr>
            <w:r w:rsidRPr="005E7CB6">
              <w:rPr>
                <w:rFonts w:cs="Calibri"/>
                <w:b/>
                <w:bCs/>
                <w:lang w:val="es-ES" w:eastAsia="es-ES"/>
              </w:rPr>
              <w:t>Sommaire</w:t>
            </w:r>
          </w:p>
          <w:p w:rsidR="00086070" w:rsidRPr="005E7CB6" w:rsidRDefault="00086070" w:rsidP="000C428F">
            <w:pPr>
              <w:spacing w:before="0" w:beforeAutospacing="0" w:after="0" w:afterAutospacing="0"/>
              <w:ind w:left="0" w:firstLine="0"/>
              <w:rPr>
                <w:rFonts w:cs="Calibri"/>
                <w:lang w:val="es-ES" w:eastAsia="es-ES"/>
              </w:rPr>
            </w:pPr>
            <w:r w:rsidRPr="005E7CB6">
              <w:rPr>
                <w:rFonts w:cs="Calibri"/>
                <w:lang w:val="es-ES" w:eastAsia="es-ES"/>
              </w:rPr>
              <w:t>[</w:t>
            </w:r>
            <w:hyperlink r:id="rId1285" w:history="1">
              <w:r w:rsidRPr="005E7CB6">
                <w:rPr>
                  <w:rFonts w:cs="Calibri"/>
                  <w:lang w:val="es-ES" w:eastAsia="es-ES"/>
                </w:rPr>
                <w:t>masquer</w:t>
              </w:r>
            </w:hyperlink>
            <w:r w:rsidRPr="005E7CB6">
              <w:rPr>
                <w:rFonts w:cs="Calibri"/>
                <w:lang w:val="es-ES" w:eastAsia="es-ES"/>
              </w:rPr>
              <w:t>]</w:t>
            </w:r>
          </w:p>
          <w:p w:rsidR="00086070" w:rsidRPr="005E7CB6" w:rsidRDefault="00086070" w:rsidP="000C428F">
            <w:pPr>
              <w:numPr>
                <w:ilvl w:val="0"/>
                <w:numId w:val="1"/>
              </w:numPr>
              <w:rPr>
                <w:rFonts w:cs="Calibri"/>
                <w:lang w:val="es-ES" w:eastAsia="es-ES"/>
              </w:rPr>
            </w:pPr>
            <w:hyperlink r:id="rId1286" w:anchor="Deuxi.C3.A8me_R.C3.A9publique" w:history="1">
              <w:r w:rsidRPr="005E7CB6">
                <w:rPr>
                  <w:rFonts w:cs="Calibri"/>
                  <w:lang w:val="es-ES" w:eastAsia="es-ES"/>
                </w:rPr>
                <w:t>1 Deuxième République</w:t>
              </w:r>
            </w:hyperlink>
            <w:r w:rsidRPr="005E7CB6">
              <w:rPr>
                <w:rFonts w:cs="Calibri"/>
                <w:lang w:val="es-ES" w:eastAsia="es-ES"/>
              </w:rPr>
              <w:t xml:space="preserve"> </w:t>
            </w:r>
          </w:p>
          <w:p w:rsidR="00086070" w:rsidRPr="005E7CB6" w:rsidRDefault="00086070" w:rsidP="000C428F">
            <w:pPr>
              <w:numPr>
                <w:ilvl w:val="0"/>
                <w:numId w:val="1"/>
              </w:numPr>
              <w:rPr>
                <w:rFonts w:cs="Calibri"/>
                <w:lang w:val="es-ES" w:eastAsia="es-ES"/>
              </w:rPr>
            </w:pPr>
            <w:hyperlink r:id="rId1287" w:anchor="Troisi.C3.A8me_R.C3.A9publique" w:history="1">
              <w:r w:rsidRPr="005E7CB6">
                <w:rPr>
                  <w:rFonts w:cs="Calibri"/>
                  <w:lang w:val="es-ES" w:eastAsia="es-ES"/>
                </w:rPr>
                <w:t>2 Troisième République</w:t>
              </w:r>
            </w:hyperlink>
            <w:r w:rsidRPr="005E7CB6">
              <w:rPr>
                <w:rFonts w:cs="Calibri"/>
                <w:lang w:val="es-ES" w:eastAsia="es-ES"/>
              </w:rPr>
              <w:t xml:space="preserve"> </w:t>
            </w:r>
          </w:p>
          <w:p w:rsidR="00086070" w:rsidRPr="005E7CB6" w:rsidRDefault="00086070" w:rsidP="000C428F">
            <w:pPr>
              <w:numPr>
                <w:ilvl w:val="0"/>
                <w:numId w:val="1"/>
              </w:numPr>
              <w:rPr>
                <w:rFonts w:cs="Calibri"/>
                <w:lang w:val="es-ES" w:eastAsia="es-ES"/>
              </w:rPr>
            </w:pPr>
            <w:hyperlink r:id="rId1288" w:anchor="P.C3.A9riode_1940-1947" w:history="1">
              <w:r w:rsidRPr="005E7CB6">
                <w:rPr>
                  <w:rFonts w:cs="Calibri"/>
                  <w:lang w:val="es-ES" w:eastAsia="es-ES"/>
                </w:rPr>
                <w:t>3 Période 1940-1947</w:t>
              </w:r>
            </w:hyperlink>
            <w:r w:rsidRPr="005E7CB6">
              <w:rPr>
                <w:rFonts w:cs="Calibri"/>
                <w:lang w:val="es-ES" w:eastAsia="es-ES"/>
              </w:rPr>
              <w:t xml:space="preserve"> </w:t>
            </w:r>
          </w:p>
          <w:p w:rsidR="00086070" w:rsidRPr="005E7CB6" w:rsidRDefault="00086070" w:rsidP="000C428F">
            <w:pPr>
              <w:numPr>
                <w:ilvl w:val="0"/>
                <w:numId w:val="1"/>
              </w:numPr>
              <w:rPr>
                <w:rFonts w:cs="Calibri"/>
                <w:lang w:val="es-ES" w:eastAsia="es-ES"/>
              </w:rPr>
            </w:pPr>
            <w:hyperlink r:id="rId1289" w:anchor="Quatri.C3.A8me_R.C3.A9publique" w:history="1">
              <w:r w:rsidRPr="005E7CB6">
                <w:rPr>
                  <w:rFonts w:cs="Calibri"/>
                  <w:lang w:val="es-ES" w:eastAsia="es-ES"/>
                </w:rPr>
                <w:t>4 Quatrième République</w:t>
              </w:r>
            </w:hyperlink>
            <w:r w:rsidRPr="005E7CB6">
              <w:rPr>
                <w:rFonts w:cs="Calibri"/>
                <w:lang w:val="es-ES" w:eastAsia="es-ES"/>
              </w:rPr>
              <w:t xml:space="preserve"> </w:t>
            </w:r>
          </w:p>
          <w:p w:rsidR="00086070" w:rsidRPr="005E7CB6" w:rsidRDefault="00086070" w:rsidP="000C428F">
            <w:pPr>
              <w:numPr>
                <w:ilvl w:val="0"/>
                <w:numId w:val="1"/>
              </w:numPr>
              <w:rPr>
                <w:rFonts w:cs="Calibri"/>
                <w:lang w:val="es-ES" w:eastAsia="es-ES"/>
              </w:rPr>
            </w:pPr>
            <w:hyperlink r:id="rId1290" w:anchor="Cinqui.C3.A8me_R.C3.A9publique" w:history="1">
              <w:r w:rsidRPr="005E7CB6">
                <w:rPr>
                  <w:rFonts w:cs="Calibri"/>
                  <w:lang w:val="es-ES" w:eastAsia="es-ES"/>
                </w:rPr>
                <w:t>5 Cinquième République</w:t>
              </w:r>
            </w:hyperlink>
            <w:r w:rsidRPr="005E7CB6">
              <w:rPr>
                <w:rFonts w:cs="Calibri"/>
                <w:lang w:val="es-ES" w:eastAsia="es-ES"/>
              </w:rPr>
              <w:t xml:space="preserve"> </w:t>
            </w:r>
          </w:p>
          <w:p w:rsidR="00086070" w:rsidRPr="005E7CB6" w:rsidRDefault="00086070" w:rsidP="000C428F">
            <w:pPr>
              <w:numPr>
                <w:ilvl w:val="0"/>
                <w:numId w:val="1"/>
              </w:numPr>
              <w:rPr>
                <w:rFonts w:cs="Calibri"/>
                <w:lang w:eastAsia="es-ES"/>
              </w:rPr>
            </w:pPr>
            <w:hyperlink r:id="rId1291" w:anchor="Personnalit.C3.A9s_ayant_assur.C3.A9_les_fonctions_de_Pr.C3.A9sident_par_int.C3.A9rim" w:history="1">
              <w:r w:rsidRPr="005E7CB6">
                <w:rPr>
                  <w:rFonts w:cs="Calibri"/>
                  <w:lang w:eastAsia="es-ES"/>
                </w:rPr>
                <w:t>6 Personnalités ayant assuré les fonctions de Président par intérim</w:t>
              </w:r>
            </w:hyperlink>
            <w:r w:rsidRPr="005E7CB6">
              <w:rPr>
                <w:rFonts w:cs="Calibri"/>
                <w:lang w:eastAsia="es-ES"/>
              </w:rPr>
              <w:t xml:space="preserve"> </w:t>
            </w:r>
          </w:p>
          <w:p w:rsidR="00086070" w:rsidRPr="005E7CB6" w:rsidRDefault="00086070" w:rsidP="000C428F">
            <w:pPr>
              <w:numPr>
                <w:ilvl w:val="0"/>
                <w:numId w:val="1"/>
              </w:numPr>
              <w:rPr>
                <w:rFonts w:cs="Calibri"/>
                <w:lang w:val="es-ES" w:eastAsia="es-ES"/>
              </w:rPr>
            </w:pPr>
            <w:hyperlink r:id="rId1292" w:anchor="Long.C3.A9vit.C3.A9" w:history="1">
              <w:r w:rsidRPr="005E7CB6">
                <w:rPr>
                  <w:rFonts w:cs="Calibri"/>
                  <w:lang w:val="es-ES" w:eastAsia="es-ES"/>
                </w:rPr>
                <w:t>7 Longévité</w:t>
              </w:r>
            </w:hyperlink>
            <w:r w:rsidRPr="005E7CB6">
              <w:rPr>
                <w:rFonts w:cs="Calibri"/>
                <w:lang w:val="es-ES" w:eastAsia="es-ES"/>
              </w:rPr>
              <w:t xml:space="preserve"> </w:t>
            </w:r>
          </w:p>
          <w:p w:rsidR="00086070" w:rsidRPr="005E7CB6" w:rsidRDefault="00086070" w:rsidP="000C428F">
            <w:pPr>
              <w:numPr>
                <w:ilvl w:val="0"/>
                <w:numId w:val="1"/>
              </w:numPr>
              <w:rPr>
                <w:rFonts w:cs="Calibri"/>
                <w:lang w:val="es-ES" w:eastAsia="es-ES"/>
              </w:rPr>
            </w:pPr>
            <w:hyperlink r:id="rId1293" w:anchor="Notes_et_r.C3.A9f.C3.A9rences" w:history="1">
              <w:r w:rsidRPr="005E7CB6">
                <w:rPr>
                  <w:rFonts w:cs="Calibri"/>
                  <w:lang w:val="es-ES" w:eastAsia="es-ES"/>
                </w:rPr>
                <w:t>8 Notes et références</w:t>
              </w:r>
            </w:hyperlink>
            <w:r w:rsidRPr="005E7CB6">
              <w:rPr>
                <w:rFonts w:cs="Calibri"/>
                <w:lang w:val="es-ES" w:eastAsia="es-ES"/>
              </w:rPr>
              <w:t xml:space="preserve"> </w:t>
            </w:r>
          </w:p>
          <w:p w:rsidR="00086070" w:rsidRPr="005E7CB6" w:rsidRDefault="00086070" w:rsidP="000C428F">
            <w:pPr>
              <w:numPr>
                <w:ilvl w:val="0"/>
                <w:numId w:val="1"/>
              </w:numPr>
              <w:rPr>
                <w:rFonts w:cs="Calibri"/>
                <w:lang w:val="es-ES" w:eastAsia="es-ES"/>
              </w:rPr>
            </w:pPr>
            <w:hyperlink r:id="rId1294" w:anchor="Voir_aussi" w:history="1">
              <w:r w:rsidRPr="005E7CB6">
                <w:rPr>
                  <w:rFonts w:cs="Calibri"/>
                  <w:lang w:val="es-ES" w:eastAsia="es-ES"/>
                </w:rPr>
                <w:t>9 Voir aussi</w:t>
              </w:r>
            </w:hyperlink>
            <w:r w:rsidRPr="005E7CB6">
              <w:rPr>
                <w:rFonts w:cs="Calibri"/>
                <w:lang w:val="es-ES" w:eastAsia="es-ES"/>
              </w:rPr>
              <w:t xml:space="preserve"> </w:t>
            </w:r>
          </w:p>
          <w:p w:rsidR="00086070" w:rsidRPr="005E7CB6" w:rsidRDefault="00086070" w:rsidP="000C428F">
            <w:pPr>
              <w:numPr>
                <w:ilvl w:val="1"/>
                <w:numId w:val="1"/>
              </w:numPr>
              <w:rPr>
                <w:rFonts w:cs="Calibri"/>
                <w:lang w:val="es-ES" w:eastAsia="es-ES"/>
              </w:rPr>
            </w:pPr>
            <w:hyperlink r:id="rId1295" w:anchor="Articles_connexes" w:history="1">
              <w:r w:rsidRPr="005E7CB6">
                <w:rPr>
                  <w:rFonts w:cs="Calibri"/>
                  <w:lang w:val="es-ES" w:eastAsia="es-ES"/>
                </w:rPr>
                <w:t>9.1 Articles connexes</w:t>
              </w:r>
            </w:hyperlink>
            <w:r w:rsidRPr="005E7CB6">
              <w:rPr>
                <w:rFonts w:cs="Calibri"/>
                <w:lang w:val="es-ES" w:eastAsia="es-ES"/>
              </w:rPr>
              <w:t xml:space="preserve"> </w:t>
            </w:r>
          </w:p>
          <w:p w:rsidR="00086070" w:rsidRPr="005E7CB6" w:rsidRDefault="00086070" w:rsidP="000C428F">
            <w:pPr>
              <w:numPr>
                <w:ilvl w:val="1"/>
                <w:numId w:val="1"/>
              </w:numPr>
              <w:rPr>
                <w:rFonts w:cs="Calibri"/>
                <w:lang w:val="es-ES" w:eastAsia="es-ES"/>
              </w:rPr>
            </w:pPr>
            <w:hyperlink r:id="rId1296" w:anchor="Liens_externes" w:history="1">
              <w:r w:rsidRPr="005E7CB6">
                <w:rPr>
                  <w:rFonts w:cs="Calibri"/>
                  <w:lang w:val="es-ES" w:eastAsia="es-ES"/>
                </w:rPr>
                <w:t>9.2 Liens externes</w:t>
              </w:r>
            </w:hyperlink>
            <w:r w:rsidRPr="005E7CB6">
              <w:rPr>
                <w:rFonts w:cs="Calibri"/>
                <w:lang w:val="es-ES" w:eastAsia="es-ES"/>
              </w:rPr>
              <w:t xml:space="preserve"> </w:t>
            </w:r>
          </w:p>
        </w:tc>
      </w:tr>
    </w:tbl>
    <w:p w:rsidR="00086070" w:rsidRPr="000C428F" w:rsidRDefault="00086070" w:rsidP="000C428F">
      <w:pPr>
        <w:ind w:left="0" w:firstLine="0"/>
        <w:outlineLvl w:val="1"/>
        <w:rPr>
          <w:rFonts w:cs="Calibri"/>
          <w:b/>
          <w:bCs/>
          <w:lang w:eastAsia="es-ES"/>
        </w:rPr>
      </w:pPr>
      <w:hyperlink r:id="rId1297" w:tooltip="Deuxième République (France)" w:history="1">
        <w:r w:rsidRPr="000C428F">
          <w:rPr>
            <w:rFonts w:cs="Calibri"/>
            <w:b/>
            <w:bCs/>
            <w:lang w:eastAsia="es-ES"/>
          </w:rPr>
          <w:t>Deuxième République</w:t>
        </w:r>
      </w:hyperlink>
      <w:r w:rsidRPr="000C428F">
        <w:rPr>
          <w:rFonts w:cs="Calibri"/>
          <w:b/>
          <w:bCs/>
          <w:lang w:eastAsia="es-ES"/>
        </w:rPr>
        <w:t xml:space="preserve"> </w:t>
      </w:r>
      <w:r w:rsidRPr="000C428F">
        <w:rPr>
          <w:rFonts w:cs="Calibri"/>
          <w:lang w:eastAsia="es-ES"/>
        </w:rPr>
        <w:t>[</w:t>
      </w:r>
      <w:hyperlink r:id="rId1298" w:tooltip="Modifier la section : Deuxième République" w:history="1">
        <w:r w:rsidRPr="000C428F">
          <w:rPr>
            <w:rFonts w:cs="Calibri"/>
            <w:lang w:eastAsia="es-ES"/>
          </w:rPr>
          <w:t>modifier</w:t>
        </w:r>
      </w:hyperlink>
      <w:r w:rsidRPr="000C428F">
        <w:rPr>
          <w:rFonts w:cs="Calibri"/>
          <w:lang w:eastAsia="es-ES"/>
        </w:rPr>
        <w:t>]</w:t>
      </w:r>
    </w:p>
    <w:p w:rsidR="00086070" w:rsidRPr="000C428F" w:rsidRDefault="00086070" w:rsidP="000C428F">
      <w:pPr>
        <w:ind w:left="0" w:firstLine="0"/>
        <w:rPr>
          <w:rFonts w:cs="Calibri"/>
          <w:lang w:eastAsia="es-ES"/>
        </w:rPr>
      </w:pPr>
      <w:r w:rsidRPr="000C428F">
        <w:rPr>
          <w:rFonts w:cs="Calibri"/>
          <w:lang w:eastAsia="es-ES"/>
        </w:rPr>
        <w:t xml:space="preserve">Dans les premiers mois de la République, de février à décembre 1848, soit jusqu'à l'élection présidentielle, les fonctions de chef de l'État sont exercées dans les faits, successivement, par </w:t>
      </w:r>
      <w:hyperlink r:id="rId1299" w:tooltip="Jacques Charles Dupont de l'Eure" w:history="1">
        <w:r w:rsidRPr="000C428F">
          <w:rPr>
            <w:rFonts w:cs="Calibri"/>
            <w:lang w:eastAsia="es-ES"/>
          </w:rPr>
          <w:t>Jacques Charles Dupont de l'Eure</w:t>
        </w:r>
      </w:hyperlink>
      <w:r w:rsidRPr="000C428F">
        <w:rPr>
          <w:rFonts w:cs="Calibri"/>
          <w:lang w:eastAsia="es-ES"/>
        </w:rPr>
        <w:t xml:space="preserve"> (chef du </w:t>
      </w:r>
      <w:hyperlink r:id="rId1300" w:tooltip="Gouvernement provisoire de 1848" w:history="1">
        <w:r w:rsidRPr="000C428F">
          <w:rPr>
            <w:rFonts w:cs="Calibri"/>
            <w:lang w:eastAsia="es-ES"/>
          </w:rPr>
          <w:t>gouvernement provisoire</w:t>
        </w:r>
      </w:hyperlink>
      <w:r w:rsidRPr="000C428F">
        <w:rPr>
          <w:rFonts w:cs="Calibri"/>
          <w:lang w:eastAsia="es-ES"/>
        </w:rPr>
        <w:t xml:space="preserve">), par la </w:t>
      </w:r>
      <w:hyperlink r:id="rId1301" w:tooltip="Commission exécutive (1848)" w:history="1">
        <w:r w:rsidRPr="000C428F">
          <w:rPr>
            <w:rFonts w:cs="Calibri"/>
            <w:lang w:eastAsia="es-ES"/>
          </w:rPr>
          <w:t>Commission exécutive</w:t>
        </w:r>
      </w:hyperlink>
      <w:r w:rsidRPr="000C428F">
        <w:rPr>
          <w:rFonts w:cs="Calibri"/>
          <w:lang w:eastAsia="es-ES"/>
        </w:rPr>
        <w:t xml:space="preserve"> présidée par </w:t>
      </w:r>
      <w:hyperlink r:id="rId1302" w:tooltip="François Arago" w:history="1">
        <w:r w:rsidRPr="000C428F">
          <w:rPr>
            <w:rFonts w:cs="Calibri"/>
            <w:lang w:eastAsia="es-ES"/>
          </w:rPr>
          <w:t>François Arago</w:t>
        </w:r>
      </w:hyperlink>
      <w:r w:rsidRPr="000C428F">
        <w:rPr>
          <w:rFonts w:cs="Calibri"/>
          <w:lang w:eastAsia="es-ES"/>
        </w:rPr>
        <w:t xml:space="preserve">, puis par </w:t>
      </w:r>
      <w:hyperlink r:id="rId1303" w:tooltip="Louis Eugène Cavaignac" w:history="1">
        <w:r w:rsidRPr="000C428F">
          <w:rPr>
            <w:rFonts w:cs="Calibri"/>
            <w:lang w:eastAsia="es-ES"/>
          </w:rPr>
          <w:t>Louis Eugène Cavaignac</w:t>
        </w:r>
      </w:hyperlink>
      <w:r w:rsidRPr="000C428F">
        <w:rPr>
          <w:rFonts w:cs="Calibri"/>
          <w:lang w:eastAsia="es-ES"/>
        </w:rPr>
        <w:t xml:space="preserve">, chef du </w:t>
      </w:r>
      <w:hyperlink r:id="rId1304" w:tooltip="Gouvernement du général Cavaignac" w:history="1">
        <w:r w:rsidRPr="000C428F">
          <w:rPr>
            <w:rFonts w:cs="Calibri"/>
            <w:lang w:eastAsia="es-ES"/>
          </w:rPr>
          <w:t>nouveau gouvernement</w:t>
        </w:r>
      </w:hyperlink>
      <w:r w:rsidRPr="000C428F">
        <w:rPr>
          <w:rFonts w:cs="Calibri"/>
          <w:lang w:eastAsia="es-ES"/>
        </w:rPr>
        <w:t>.</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254"/>
        <w:gridCol w:w="1048"/>
        <w:gridCol w:w="1175"/>
        <w:gridCol w:w="1787"/>
        <w:gridCol w:w="1678"/>
        <w:gridCol w:w="1361"/>
        <w:gridCol w:w="1345"/>
      </w:tblGrid>
      <w:tr w:rsidR="00086070" w:rsidRPr="005E7CB6" w:rsidTr="000C428F">
        <w:tc>
          <w:tcPr>
            <w:tcW w:w="3750" w:type="dxa"/>
            <w:gridSpan w:val="3"/>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3000" w:type="dxa"/>
            <w:gridSpan w:val="2"/>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Dates du mandat</w:t>
            </w:r>
          </w:p>
        </w:tc>
        <w:tc>
          <w:tcPr>
            <w:tcW w:w="2250" w:type="dxa"/>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Appartenance politique</w:t>
            </w:r>
          </w:p>
        </w:tc>
        <w:tc>
          <w:tcPr>
            <w:tcW w:w="9000" w:type="dxa"/>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0" w:type="auto"/>
            <w:gridSpan w:val="7"/>
            <w:tcBorders>
              <w:top w:val="single" w:sz="6" w:space="0" w:color="AAAAAA"/>
              <w:bottom w:val="single" w:sz="6" w:space="0" w:color="AAAAAA"/>
            </w:tcBorders>
            <w:shd w:val="clear" w:color="auto" w:fill="B2C6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1</w:t>
            </w:r>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05" w:tooltip="Napoléon III" w:history="1">
              <w:r w:rsidRPr="005E7CB6">
                <w:rPr>
                  <w:rFonts w:cs="Calibri"/>
                  <w:b/>
                  <w:bCs/>
                  <w:lang w:val="es-ES" w:eastAsia="es-ES"/>
                </w:rPr>
                <w:t>Louis-Napoléon Bonaparte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06" w:history="1">
              <w:r w:rsidRPr="005E7CB6">
                <w:rPr>
                  <w:rFonts w:cs="Calibri"/>
                  <w:noProof/>
                  <w:lang w:val="es-ES" w:eastAsia="es-ES"/>
                </w:rPr>
                <w:pict>
                  <v:shape id="Imagen 2" o:spid="_x0000_i1116" type="#_x0000_t75" alt="Napoleon-3.jpg" href="http://fr.wikipedia.org/wiki/Fichier:Napoleon-3.j" style="width:52.5pt;height:76.5pt;visibility:visible" o:button="t">
                    <v:fill o:detectmouseclick="t"/>
                    <v:imagedata r:id="rId1307"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08" w:tooltip="20 décembre" w:history="1">
              <w:r w:rsidRPr="005E7CB6">
                <w:rPr>
                  <w:rFonts w:cs="Calibri"/>
                  <w:lang w:val="es-ES" w:eastAsia="es-ES"/>
                </w:rPr>
                <w:t>20</w:t>
              </w:r>
            </w:hyperlink>
            <w:r w:rsidRPr="005E7CB6">
              <w:rPr>
                <w:rFonts w:cs="Calibri"/>
                <w:lang w:val="es-ES" w:eastAsia="es-ES"/>
              </w:rPr>
              <w:t> </w:t>
            </w:r>
            <w:hyperlink r:id="rId1309" w:tooltip="Décembre 1848" w:history="1">
              <w:r w:rsidRPr="005E7CB6">
                <w:rPr>
                  <w:rFonts w:cs="Calibri"/>
                  <w:lang w:val="es-ES" w:eastAsia="es-ES"/>
                </w:rPr>
                <w:t>décembre</w:t>
              </w:r>
            </w:hyperlink>
            <w:r w:rsidRPr="005E7CB6">
              <w:rPr>
                <w:rFonts w:cs="Calibri"/>
                <w:lang w:val="es-ES" w:eastAsia="es-ES"/>
              </w:rPr>
              <w:t> </w:t>
            </w:r>
            <w:hyperlink r:id="rId1310" w:tooltip="1848" w:history="1">
              <w:r w:rsidRPr="005E7CB6">
                <w:rPr>
                  <w:rFonts w:cs="Calibri"/>
                  <w:lang w:val="es-ES" w:eastAsia="es-ES"/>
                </w:rPr>
                <w:t>1848</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11" w:tooltip="2 décembre" w:history="1">
              <w:r w:rsidRPr="005E7CB6">
                <w:rPr>
                  <w:rFonts w:cs="Calibri"/>
                  <w:lang w:val="es-ES" w:eastAsia="es-ES"/>
                </w:rPr>
                <w:t>2</w:t>
              </w:r>
            </w:hyperlink>
            <w:r w:rsidRPr="005E7CB6">
              <w:rPr>
                <w:rFonts w:cs="Calibri"/>
                <w:lang w:val="es-ES" w:eastAsia="es-ES"/>
              </w:rPr>
              <w:t> </w:t>
            </w:r>
            <w:hyperlink r:id="rId1312" w:tooltip="Décembre" w:history="1">
              <w:r w:rsidRPr="005E7CB6">
                <w:rPr>
                  <w:rFonts w:cs="Calibri"/>
                  <w:lang w:val="es-ES" w:eastAsia="es-ES"/>
                </w:rPr>
                <w:t>décembre</w:t>
              </w:r>
            </w:hyperlink>
            <w:r w:rsidRPr="005E7CB6">
              <w:rPr>
                <w:rFonts w:cs="Calibri"/>
                <w:lang w:val="es-ES" w:eastAsia="es-ES"/>
              </w:rPr>
              <w:t> </w:t>
            </w:r>
            <w:hyperlink r:id="rId1313" w:tooltip="1852" w:history="1">
              <w:r w:rsidRPr="005E7CB6">
                <w:rPr>
                  <w:rFonts w:cs="Calibri"/>
                  <w:lang w:val="es-ES" w:eastAsia="es-ES"/>
                </w:rPr>
                <w:t>1852</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14" w:tooltip="Bonapartisme" w:history="1">
              <w:r w:rsidRPr="005E7CB6">
                <w:rPr>
                  <w:rFonts w:cs="Calibri"/>
                  <w:lang w:val="es-ES" w:eastAsia="es-ES"/>
                </w:rPr>
                <w:t>Bonapartiste</w:t>
              </w:r>
            </w:hyperlink>
            <w:r w:rsidRPr="005E7CB6">
              <w:rPr>
                <w:rFonts w:cs="Calibri"/>
                <w:lang w:val="es-ES" w:eastAsia="es-ES"/>
              </w:rPr>
              <w:t>,</w:t>
            </w:r>
            <w:r w:rsidRPr="005E7CB6">
              <w:rPr>
                <w:rFonts w:cs="Calibri"/>
                <w:lang w:val="es-ES" w:eastAsia="es-ES"/>
              </w:rPr>
              <w:br/>
            </w:r>
            <w:hyperlink r:id="rId1315" w:tooltip="Parti de l'Ordre (1848)" w:history="1">
              <w:r w:rsidRPr="005E7CB6">
                <w:rPr>
                  <w:rFonts w:cs="Calibri"/>
                  <w:lang w:val="es-ES" w:eastAsia="es-ES"/>
                </w:rPr>
                <w:t>Parti de l'Ordre</w:t>
              </w:r>
            </w:hyperlink>
          </w:p>
        </w:tc>
        <w:tc>
          <w:tcPr>
            <w:tcW w:w="0" w:type="auto"/>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Il est élu premier </w:t>
            </w:r>
            <w:hyperlink r:id="rId1316" w:tooltip="Président de la République française" w:history="1">
              <w:r w:rsidRPr="005E7CB6">
                <w:rPr>
                  <w:rFonts w:cs="Calibri"/>
                  <w:lang w:eastAsia="es-ES"/>
                </w:rPr>
                <w:t>président de la République</w:t>
              </w:r>
            </w:hyperlink>
            <w:r w:rsidRPr="005E7CB6">
              <w:rPr>
                <w:rFonts w:cs="Calibri"/>
                <w:lang w:eastAsia="es-ES"/>
              </w:rPr>
              <w:t xml:space="preserve"> en France, lors de l'</w:t>
            </w:r>
            <w:hyperlink r:id="rId1317" w:tooltip="Élection présidentielle française de 1848" w:history="1">
              <w:r w:rsidRPr="005E7CB6">
                <w:rPr>
                  <w:rFonts w:cs="Calibri"/>
                  <w:lang w:eastAsia="es-ES"/>
                </w:rPr>
                <w:t>élection présidentielle de 1848</w:t>
              </w:r>
            </w:hyperlink>
            <w:r w:rsidRPr="005E7CB6">
              <w:rPr>
                <w:rFonts w:cs="Calibri"/>
                <w:lang w:eastAsia="es-ES"/>
              </w:rPr>
              <w:t xml:space="preserve"> qui l'oppose à </w:t>
            </w:r>
            <w:hyperlink r:id="rId1318" w:tooltip="Louis Eugène Cavaignac" w:history="1">
              <w:r w:rsidRPr="005E7CB6">
                <w:rPr>
                  <w:rFonts w:cs="Calibri"/>
                  <w:lang w:eastAsia="es-ES"/>
                </w:rPr>
                <w:t>Louis Eugène Cavaignac</w:t>
              </w:r>
            </w:hyperlink>
            <w:r w:rsidRPr="005E7CB6">
              <w:rPr>
                <w:rFonts w:cs="Calibri"/>
                <w:lang w:eastAsia="es-ES"/>
              </w:rPr>
              <w:t xml:space="preserve">. Il provoque un </w:t>
            </w:r>
            <w:hyperlink r:id="rId1319" w:tooltip="Coup d'État du 2 décembre 1851" w:history="1">
              <w:r w:rsidRPr="005E7CB6">
                <w:rPr>
                  <w:rFonts w:cs="Calibri"/>
                  <w:lang w:eastAsia="es-ES"/>
                </w:rPr>
                <w:t>coup d'État</w:t>
              </w:r>
            </w:hyperlink>
            <w:r w:rsidRPr="005E7CB6">
              <w:rPr>
                <w:rFonts w:cs="Calibri"/>
                <w:lang w:eastAsia="es-ES"/>
              </w:rPr>
              <w:t xml:space="preserve"> en 1851, et se fait </w:t>
            </w:r>
            <w:hyperlink r:id="rId1320" w:tooltip="Second Empire" w:history="1">
              <w:r w:rsidRPr="005E7CB6">
                <w:rPr>
                  <w:rFonts w:cs="Calibri"/>
                  <w:lang w:eastAsia="es-ES"/>
                </w:rPr>
                <w:t>proclamer empereur</w:t>
              </w:r>
            </w:hyperlink>
            <w:r w:rsidRPr="005E7CB6">
              <w:rPr>
                <w:rFonts w:cs="Calibri"/>
                <w:lang w:eastAsia="es-ES"/>
              </w:rPr>
              <w:t xml:space="preserve"> l'année suivante.</w:t>
            </w:r>
          </w:p>
        </w:tc>
      </w:tr>
    </w:tbl>
    <w:p w:rsidR="00086070" w:rsidRPr="000C428F" w:rsidRDefault="00086070" w:rsidP="000C428F">
      <w:pPr>
        <w:ind w:left="0" w:firstLine="0"/>
        <w:outlineLvl w:val="1"/>
        <w:rPr>
          <w:rFonts w:cs="Calibri"/>
          <w:b/>
          <w:bCs/>
          <w:lang w:eastAsia="es-ES"/>
        </w:rPr>
      </w:pPr>
      <w:hyperlink r:id="rId1321" w:tooltip="Troisième République" w:history="1">
        <w:r w:rsidRPr="000C428F">
          <w:rPr>
            <w:rFonts w:cs="Calibri"/>
            <w:b/>
            <w:bCs/>
            <w:lang w:eastAsia="es-ES"/>
          </w:rPr>
          <w:t>Troisième République</w:t>
        </w:r>
      </w:hyperlink>
      <w:r w:rsidRPr="000C428F">
        <w:rPr>
          <w:rFonts w:cs="Calibri"/>
          <w:b/>
          <w:bCs/>
          <w:lang w:eastAsia="es-ES"/>
        </w:rPr>
        <w:t xml:space="preserve"> </w:t>
      </w:r>
      <w:r w:rsidRPr="000C428F">
        <w:rPr>
          <w:rFonts w:cs="Calibri"/>
          <w:lang w:eastAsia="es-ES"/>
        </w:rPr>
        <w:t>[</w:t>
      </w:r>
      <w:hyperlink r:id="rId1322" w:tooltip="Modifier la section : Troisième République" w:history="1">
        <w:r w:rsidRPr="000C428F">
          <w:rPr>
            <w:rFonts w:cs="Calibri"/>
            <w:lang w:eastAsia="es-ES"/>
          </w:rPr>
          <w:t>modifier</w:t>
        </w:r>
      </w:hyperlink>
      <w:r w:rsidRPr="000C428F">
        <w:rPr>
          <w:rFonts w:cs="Calibri"/>
          <w:lang w:eastAsia="es-ES"/>
        </w:rPr>
        <w:t>]</w:t>
      </w:r>
    </w:p>
    <w:p w:rsidR="00086070" w:rsidRPr="000C428F" w:rsidRDefault="00086070" w:rsidP="000C428F">
      <w:pPr>
        <w:ind w:left="0" w:firstLine="0"/>
        <w:rPr>
          <w:rFonts w:cs="Calibri"/>
          <w:lang w:eastAsia="es-ES"/>
        </w:rPr>
      </w:pPr>
      <w:r w:rsidRPr="000C428F">
        <w:rPr>
          <w:rFonts w:cs="Calibri"/>
          <w:lang w:eastAsia="es-ES"/>
        </w:rPr>
        <w:t xml:space="preserve">Le 4 septembre </w:t>
      </w:r>
      <w:hyperlink r:id="rId1323" w:tooltip="1870" w:history="1">
        <w:r w:rsidRPr="000C428F">
          <w:rPr>
            <w:rFonts w:cs="Calibri"/>
            <w:lang w:eastAsia="es-ES"/>
          </w:rPr>
          <w:t>1870</w:t>
        </w:r>
      </w:hyperlink>
      <w:r w:rsidRPr="000C428F">
        <w:rPr>
          <w:rFonts w:cs="Calibri"/>
          <w:lang w:eastAsia="es-ES"/>
        </w:rPr>
        <w:t xml:space="preserve">, en pleine </w:t>
      </w:r>
      <w:hyperlink r:id="rId1324" w:tooltip="Guerre franco-allemande de 1870" w:history="1">
        <w:r w:rsidRPr="000C428F">
          <w:rPr>
            <w:rFonts w:cs="Calibri"/>
            <w:lang w:eastAsia="es-ES"/>
          </w:rPr>
          <w:t>guerre franco-allemande</w:t>
        </w:r>
      </w:hyperlink>
      <w:r w:rsidRPr="000C428F">
        <w:rPr>
          <w:rFonts w:cs="Calibri"/>
          <w:lang w:eastAsia="es-ES"/>
        </w:rPr>
        <w:t xml:space="preserve">, la République est proclamée, avec à sa tête le </w:t>
      </w:r>
      <w:hyperlink r:id="rId1325" w:tooltip="Gouvernement de la Défense nationale" w:history="1">
        <w:r w:rsidRPr="000C428F">
          <w:rPr>
            <w:rFonts w:cs="Calibri"/>
            <w:lang w:eastAsia="es-ES"/>
          </w:rPr>
          <w:t>Gouvernement de la Défense nationale</w:t>
        </w:r>
      </w:hyperlink>
      <w:r w:rsidRPr="000C428F">
        <w:rPr>
          <w:rFonts w:cs="Calibri"/>
          <w:lang w:eastAsia="es-ES"/>
        </w:rPr>
        <w:t xml:space="preserve">, dirigé par le général </w:t>
      </w:r>
      <w:hyperlink r:id="rId1326" w:tooltip="Louis Jules Trochu" w:history="1">
        <w:r w:rsidRPr="000C428F">
          <w:rPr>
            <w:rFonts w:cs="Calibri"/>
            <w:lang w:eastAsia="es-ES"/>
          </w:rPr>
          <w:t>Louis Jules Trochu</w:t>
        </w:r>
      </w:hyperlink>
      <w:r w:rsidRPr="000C428F">
        <w:rPr>
          <w:rFonts w:cs="Calibri"/>
          <w:lang w:eastAsia="es-ES"/>
        </w:rPr>
        <w:t xml:space="preserve">. </w:t>
      </w:r>
      <w:hyperlink r:id="rId1327" w:tooltip="Adolphe Thiers" w:history="1">
        <w:r w:rsidRPr="000C428F">
          <w:rPr>
            <w:rFonts w:cs="Calibri"/>
            <w:lang w:eastAsia="es-ES"/>
          </w:rPr>
          <w:t>Adolphe Thiers</w:t>
        </w:r>
      </w:hyperlink>
      <w:r w:rsidRPr="000C428F">
        <w:rPr>
          <w:rFonts w:cs="Calibri"/>
          <w:lang w:eastAsia="es-ES"/>
        </w:rPr>
        <w:t xml:space="preserve"> succède à Trochu le 17 février </w:t>
      </w:r>
      <w:hyperlink r:id="rId1328" w:tooltip="1871" w:history="1">
        <w:r w:rsidRPr="000C428F">
          <w:rPr>
            <w:rFonts w:cs="Calibri"/>
            <w:lang w:eastAsia="es-ES"/>
          </w:rPr>
          <w:t>1871</w:t>
        </w:r>
      </w:hyperlink>
      <w:r w:rsidRPr="000C428F">
        <w:rPr>
          <w:rFonts w:cs="Calibri"/>
          <w:lang w:eastAsia="es-ES"/>
        </w:rPr>
        <w:t xml:space="preserve"> avec le titre de </w:t>
      </w:r>
      <w:r w:rsidRPr="000C428F">
        <w:rPr>
          <w:rFonts w:cs="Calibri"/>
          <w:i/>
          <w:iCs/>
          <w:lang w:eastAsia="es-ES"/>
        </w:rPr>
        <w:t>chef du Pouvoir exécutif</w:t>
      </w:r>
      <w:r w:rsidRPr="000C428F">
        <w:rPr>
          <w:rFonts w:cs="Calibri"/>
          <w:lang w:eastAsia="es-ES"/>
        </w:rPr>
        <w:t>, avant de devenir Président le 31 août.</w:t>
      </w:r>
    </w:p>
    <w:tbl>
      <w:tblPr>
        <w:tblW w:w="0" w:type="auto"/>
        <w:tblInd w:w="-64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0A0"/>
      </w:tblPr>
      <w:tblGrid>
        <w:gridCol w:w="540"/>
        <w:gridCol w:w="975"/>
        <w:gridCol w:w="1166"/>
        <w:gridCol w:w="1838"/>
        <w:gridCol w:w="1838"/>
        <w:gridCol w:w="1367"/>
        <w:gridCol w:w="1572"/>
      </w:tblGrid>
      <w:tr w:rsidR="00086070" w:rsidRPr="005E7CB6" w:rsidTr="004E328B">
        <w:tc>
          <w:tcPr>
            <w:tcW w:w="2681" w:type="dxa"/>
            <w:gridSpan w:val="3"/>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3676" w:type="dxa"/>
            <w:gridSpan w:val="2"/>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Dates du mandat</w:t>
            </w:r>
          </w:p>
        </w:tc>
        <w:tc>
          <w:tcPr>
            <w:tcW w:w="1367" w:type="dxa"/>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Appartenance politique</w:t>
            </w:r>
          </w:p>
        </w:tc>
        <w:tc>
          <w:tcPr>
            <w:tcW w:w="1572" w:type="dxa"/>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4E328B">
        <w:tc>
          <w:tcPr>
            <w:tcW w:w="9296" w:type="dxa"/>
            <w:gridSpan w:val="7"/>
            <w:tcBorders>
              <w:top w:val="single" w:sz="6" w:space="0" w:color="AAAAAA"/>
              <w:bottom w:val="single" w:sz="6" w:space="0" w:color="AAAAAA"/>
            </w:tcBorders>
            <w:shd w:val="clear" w:color="auto" w:fill="B2C6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2</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29" w:tooltip="Adolphe Thiers" w:history="1">
              <w:r w:rsidRPr="005E7CB6">
                <w:rPr>
                  <w:rFonts w:cs="Calibri"/>
                  <w:b/>
                  <w:bCs/>
                  <w:lang w:val="es-ES" w:eastAsia="es-ES"/>
                </w:rPr>
                <w:t>Adolphe Thiers</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30" w:history="1">
              <w:r w:rsidRPr="005E7CB6">
                <w:rPr>
                  <w:rFonts w:cs="Calibri"/>
                  <w:noProof/>
                  <w:lang w:val="es-ES" w:eastAsia="es-ES"/>
                </w:rPr>
                <w:pict>
                  <v:shape id="Imagen 3" o:spid="_x0000_i1117" type="#_x0000_t75" alt="Louis adolphe thiers.jpg" href="http://fr.wikipedia.org/wiki/Fichier:Louis_adolphe_thiers.j" style="width:52.5pt;height:60pt;visibility:visible" o:button="t">
                    <v:fill o:detectmouseclick="t"/>
                    <v:imagedata r:id="rId1331"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32" w:tooltip="31 août" w:history="1">
              <w:r w:rsidRPr="005E7CB6">
                <w:rPr>
                  <w:rFonts w:cs="Calibri"/>
                  <w:lang w:val="es-ES" w:eastAsia="es-ES"/>
                </w:rPr>
                <w:t>31</w:t>
              </w:r>
            </w:hyperlink>
            <w:r w:rsidRPr="005E7CB6">
              <w:rPr>
                <w:rFonts w:cs="Calibri"/>
                <w:lang w:val="es-ES" w:eastAsia="es-ES"/>
              </w:rPr>
              <w:t> </w:t>
            </w:r>
            <w:hyperlink r:id="rId1333" w:tooltip="Août" w:history="1">
              <w:r w:rsidRPr="005E7CB6">
                <w:rPr>
                  <w:rFonts w:cs="Calibri"/>
                  <w:lang w:val="es-ES" w:eastAsia="es-ES"/>
                </w:rPr>
                <w:t>août</w:t>
              </w:r>
            </w:hyperlink>
            <w:r w:rsidRPr="005E7CB6">
              <w:rPr>
                <w:rFonts w:cs="Calibri"/>
                <w:lang w:val="es-ES" w:eastAsia="es-ES"/>
              </w:rPr>
              <w:t> </w:t>
            </w:r>
            <w:hyperlink r:id="rId1334" w:tooltip="1871" w:history="1">
              <w:r w:rsidRPr="005E7CB6">
                <w:rPr>
                  <w:rFonts w:cs="Calibri"/>
                  <w:lang w:val="es-ES" w:eastAsia="es-ES"/>
                </w:rPr>
                <w:t>1871</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35" w:tooltip="24 mai" w:history="1">
              <w:r w:rsidRPr="005E7CB6">
                <w:rPr>
                  <w:rFonts w:cs="Calibri"/>
                  <w:lang w:val="es-ES" w:eastAsia="es-ES"/>
                </w:rPr>
                <w:t>24</w:t>
              </w:r>
            </w:hyperlink>
            <w:r w:rsidRPr="005E7CB6">
              <w:rPr>
                <w:rFonts w:cs="Calibri"/>
                <w:lang w:val="es-ES" w:eastAsia="es-ES"/>
              </w:rPr>
              <w:t> </w:t>
            </w:r>
            <w:hyperlink r:id="rId1336" w:tooltip="Mai" w:history="1">
              <w:r w:rsidRPr="005E7CB6">
                <w:rPr>
                  <w:rFonts w:cs="Calibri"/>
                  <w:lang w:val="es-ES" w:eastAsia="es-ES"/>
                </w:rPr>
                <w:t>mai</w:t>
              </w:r>
            </w:hyperlink>
            <w:r w:rsidRPr="005E7CB6">
              <w:rPr>
                <w:rFonts w:cs="Calibri"/>
                <w:lang w:val="es-ES" w:eastAsia="es-ES"/>
              </w:rPr>
              <w:t> </w:t>
            </w:r>
            <w:hyperlink r:id="rId1337" w:tooltip="1873" w:history="1">
              <w:r w:rsidRPr="005E7CB6">
                <w:rPr>
                  <w:rFonts w:cs="Calibri"/>
                  <w:lang w:val="es-ES" w:eastAsia="es-ES"/>
                </w:rPr>
                <w:t>1873</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38" w:tooltip="Orléanisme" w:history="1">
              <w:r w:rsidRPr="005E7CB6">
                <w:rPr>
                  <w:rFonts w:cs="Calibri"/>
                  <w:lang w:val="es-ES" w:eastAsia="es-ES"/>
                </w:rPr>
                <w:t>Orléaniste</w:t>
              </w:r>
            </w:hyperlink>
            <w:r w:rsidRPr="005E7CB6">
              <w:rPr>
                <w:rFonts w:cs="Calibri"/>
                <w:lang w:val="es-ES" w:eastAsia="es-ES"/>
              </w:rPr>
              <w:t xml:space="preserve"> - </w:t>
            </w:r>
            <w:hyperlink r:id="rId1339" w:tooltip="Modérés" w:history="1">
              <w:r w:rsidRPr="005E7CB6">
                <w:rPr>
                  <w:rFonts w:cs="Calibri"/>
                  <w:lang w:val="es-ES" w:eastAsia="es-ES"/>
                </w:rPr>
                <w:t>Modéré</w:t>
              </w:r>
            </w:hyperlink>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hyperlink r:id="rId1340" w:tooltip="Monarchisme" w:history="1">
              <w:r w:rsidRPr="005E7CB6">
                <w:rPr>
                  <w:rFonts w:cs="Calibri"/>
                  <w:lang w:eastAsia="es-ES"/>
                </w:rPr>
                <w:t>Monarchiste</w:t>
              </w:r>
            </w:hyperlink>
            <w:r w:rsidRPr="005E7CB6">
              <w:rPr>
                <w:rFonts w:cs="Calibri"/>
                <w:lang w:eastAsia="es-ES"/>
              </w:rPr>
              <w:t xml:space="preserve"> modéré, il est nommé président à la suite de l'adoption de la </w:t>
            </w:r>
            <w:hyperlink r:id="rId1341" w:tooltip="Loi Rivet" w:history="1">
              <w:r w:rsidRPr="005E7CB6">
                <w:rPr>
                  <w:rFonts w:cs="Calibri"/>
                  <w:lang w:eastAsia="es-ES"/>
                </w:rPr>
                <w:t>loi Rivet</w:t>
              </w:r>
            </w:hyperlink>
            <w:r w:rsidRPr="005E7CB6">
              <w:rPr>
                <w:rFonts w:cs="Calibri"/>
                <w:lang w:eastAsia="es-ES"/>
              </w:rPr>
              <w:t>. Rallié à la République en cours de mandat, il doit démissionner face à l'hostilité de l'</w:t>
            </w:r>
            <w:hyperlink r:id="rId1342" w:tooltip="Assemblée nationale (France)" w:history="1">
              <w:r w:rsidRPr="005E7CB6">
                <w:rPr>
                  <w:rFonts w:cs="Calibri"/>
                  <w:lang w:eastAsia="es-ES"/>
                </w:rPr>
                <w:t>Assemblée nationale</w:t>
              </w:r>
            </w:hyperlink>
            <w:r w:rsidRPr="005E7CB6">
              <w:rPr>
                <w:rFonts w:cs="Calibri"/>
                <w:lang w:eastAsia="es-ES"/>
              </w:rPr>
              <w:t>, majoritairement favorable au retour de la monarchie.</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3</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43" w:tooltip="Patrice de Mac Mahon" w:history="1">
              <w:r w:rsidRPr="005E7CB6">
                <w:rPr>
                  <w:rFonts w:cs="Calibri"/>
                  <w:b/>
                  <w:bCs/>
                  <w:lang w:val="es-ES" w:eastAsia="es-ES"/>
                </w:rPr>
                <w:t>Patrice de Mac Mahon</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44" w:history="1">
              <w:r w:rsidRPr="005E7CB6">
                <w:rPr>
                  <w:rFonts w:cs="Calibri"/>
                  <w:noProof/>
                  <w:lang w:val="es-ES" w:eastAsia="es-ES"/>
                </w:rPr>
                <w:pict>
                  <v:shape id="Imagen 4" o:spid="_x0000_i1118" type="#_x0000_t75" alt="Patrice de Mac Mahon.jpg" href="http://fr.wikipedia.org/wiki/Fichier:Patrice_de_Mac_Mahon.j" style="width:52.5pt;height:76.5pt;visibility:visible" o:button="t">
                    <v:fill o:detectmouseclick="t"/>
                    <v:imagedata r:id="rId1345"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46" w:tooltip="24 mai" w:history="1">
              <w:r w:rsidRPr="005E7CB6">
                <w:rPr>
                  <w:rFonts w:cs="Calibri"/>
                  <w:lang w:val="es-ES" w:eastAsia="es-ES"/>
                </w:rPr>
                <w:t>24</w:t>
              </w:r>
            </w:hyperlink>
            <w:r w:rsidRPr="005E7CB6">
              <w:rPr>
                <w:rFonts w:cs="Calibri"/>
                <w:lang w:val="es-ES" w:eastAsia="es-ES"/>
              </w:rPr>
              <w:t> </w:t>
            </w:r>
            <w:hyperlink r:id="rId1347" w:tooltip="Mai" w:history="1">
              <w:r w:rsidRPr="005E7CB6">
                <w:rPr>
                  <w:rFonts w:cs="Calibri"/>
                  <w:lang w:val="es-ES" w:eastAsia="es-ES"/>
                </w:rPr>
                <w:t>mai</w:t>
              </w:r>
            </w:hyperlink>
            <w:r w:rsidRPr="005E7CB6">
              <w:rPr>
                <w:rFonts w:cs="Calibri"/>
                <w:lang w:val="es-ES" w:eastAsia="es-ES"/>
              </w:rPr>
              <w:t> </w:t>
            </w:r>
            <w:hyperlink r:id="rId1348" w:tooltip="1873" w:history="1">
              <w:r w:rsidRPr="005E7CB6">
                <w:rPr>
                  <w:rFonts w:cs="Calibri"/>
                  <w:lang w:val="es-ES" w:eastAsia="es-ES"/>
                </w:rPr>
                <w:t>1873</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49" w:tooltip="30 janvier" w:history="1">
              <w:r w:rsidRPr="005E7CB6">
                <w:rPr>
                  <w:rFonts w:cs="Calibri"/>
                  <w:lang w:val="es-ES" w:eastAsia="es-ES"/>
                </w:rPr>
                <w:t>30</w:t>
              </w:r>
            </w:hyperlink>
            <w:r w:rsidRPr="005E7CB6">
              <w:rPr>
                <w:rFonts w:cs="Calibri"/>
                <w:lang w:val="es-ES" w:eastAsia="es-ES"/>
              </w:rPr>
              <w:t> </w:t>
            </w:r>
            <w:hyperlink r:id="rId1350" w:tooltip="Janvier" w:history="1">
              <w:r w:rsidRPr="005E7CB6">
                <w:rPr>
                  <w:rFonts w:cs="Calibri"/>
                  <w:lang w:val="es-ES" w:eastAsia="es-ES"/>
                </w:rPr>
                <w:t>janvier</w:t>
              </w:r>
            </w:hyperlink>
            <w:r w:rsidRPr="005E7CB6">
              <w:rPr>
                <w:rFonts w:cs="Calibri"/>
                <w:lang w:val="es-ES" w:eastAsia="es-ES"/>
              </w:rPr>
              <w:t> </w:t>
            </w:r>
            <w:hyperlink r:id="rId1351" w:tooltip="1879" w:history="1">
              <w:r w:rsidRPr="005E7CB6">
                <w:rPr>
                  <w:rFonts w:cs="Calibri"/>
                  <w:lang w:val="es-ES" w:eastAsia="es-ES"/>
                </w:rPr>
                <w:t>1879</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52" w:tooltip="Légitimisme" w:history="1">
              <w:r w:rsidRPr="005E7CB6">
                <w:rPr>
                  <w:rFonts w:cs="Calibri"/>
                  <w:lang w:val="es-ES" w:eastAsia="es-ES"/>
                </w:rPr>
                <w:t>Légitimiste</w:t>
              </w:r>
            </w:hyperlink>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Maréchal, il est l'unique président </w:t>
            </w:r>
            <w:hyperlink r:id="rId1353" w:tooltip="Monarchisme" w:history="1">
              <w:r w:rsidRPr="005E7CB6">
                <w:rPr>
                  <w:rFonts w:cs="Calibri"/>
                  <w:lang w:eastAsia="es-ES"/>
                </w:rPr>
                <w:t>monarchiste</w:t>
              </w:r>
            </w:hyperlink>
            <w:r w:rsidRPr="005E7CB6">
              <w:rPr>
                <w:rFonts w:cs="Calibri"/>
                <w:lang w:eastAsia="es-ES"/>
              </w:rPr>
              <w:t xml:space="preserve"> de la </w:t>
            </w:r>
            <w:hyperlink r:id="rId1354" w:tooltip="Troisième République" w:history="1">
              <w:r w:rsidRPr="005E7CB6">
                <w:rPr>
                  <w:rFonts w:cs="Calibri"/>
                  <w:lang w:eastAsia="es-ES"/>
                </w:rPr>
                <w:t>Troisième République</w:t>
              </w:r>
            </w:hyperlink>
            <w:r w:rsidRPr="005E7CB6">
              <w:rPr>
                <w:rFonts w:cs="Calibri"/>
                <w:lang w:eastAsia="es-ES"/>
              </w:rPr>
              <w:t xml:space="preserve">. Il démissionne un peu après la victoire des républicains aux </w:t>
            </w:r>
            <w:hyperlink r:id="rId1355" w:anchor=".C3.89lections_de_1877" w:tooltip="Élections législatives sous la Troisième République" w:history="1">
              <w:r w:rsidRPr="005E7CB6">
                <w:rPr>
                  <w:rFonts w:cs="Calibri"/>
                  <w:lang w:eastAsia="es-ES"/>
                </w:rPr>
                <w:t>élections législatives de 1877</w:t>
              </w:r>
            </w:hyperlink>
            <w:r w:rsidRPr="005E7CB6">
              <w:rPr>
                <w:rFonts w:cs="Calibri"/>
                <w:lang w:eastAsia="es-ES"/>
              </w:rPr>
              <w:t xml:space="preserve">, à la suite de sa décision de dissoudre la </w:t>
            </w:r>
            <w:hyperlink r:id="rId1356" w:tooltip="Chambre des députés (Troisième République)" w:history="1">
              <w:r w:rsidRPr="005E7CB6">
                <w:rPr>
                  <w:rFonts w:cs="Calibri"/>
                  <w:lang w:eastAsia="es-ES"/>
                </w:rPr>
                <w:t>Chambre des députés</w:t>
              </w:r>
            </w:hyperlink>
            <w:r w:rsidRPr="005E7CB6">
              <w:rPr>
                <w:rFonts w:cs="Calibri"/>
                <w:lang w:eastAsia="es-ES"/>
              </w:rPr>
              <w: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4</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57" w:tooltip="Jules Grévy" w:history="1">
              <w:r w:rsidRPr="005E7CB6">
                <w:rPr>
                  <w:rFonts w:cs="Calibri"/>
                  <w:b/>
                  <w:bCs/>
                  <w:lang w:val="es-ES" w:eastAsia="es-ES"/>
                </w:rPr>
                <w:t>Jules Grévy</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58" w:history="1">
              <w:r w:rsidRPr="005E7CB6">
                <w:rPr>
                  <w:rFonts w:cs="Calibri"/>
                  <w:noProof/>
                  <w:lang w:val="es-ES" w:eastAsia="es-ES"/>
                </w:rPr>
                <w:pict>
                  <v:shape id="Imagen 5" o:spid="_x0000_i1119" type="#_x0000_t75" alt="Jules grevy.jpg" href="http://fr.wikipedia.org/wiki/Fichier:Jules_grevy.j" style="width:52.5pt;height:60.75pt;visibility:visible" o:button="t">
                    <v:fill o:detectmouseclick="t"/>
                    <v:imagedata r:id="rId1359"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60" w:tooltip="30 janvier" w:history="1">
              <w:r w:rsidRPr="005E7CB6">
                <w:rPr>
                  <w:rFonts w:cs="Calibri"/>
                  <w:lang w:val="es-ES" w:eastAsia="es-ES"/>
                </w:rPr>
                <w:t>30</w:t>
              </w:r>
            </w:hyperlink>
            <w:r w:rsidRPr="005E7CB6">
              <w:rPr>
                <w:rFonts w:cs="Calibri"/>
                <w:lang w:val="es-ES" w:eastAsia="es-ES"/>
              </w:rPr>
              <w:t> </w:t>
            </w:r>
            <w:hyperlink r:id="rId1361" w:tooltip="Janvier" w:history="1">
              <w:r w:rsidRPr="005E7CB6">
                <w:rPr>
                  <w:rFonts w:cs="Calibri"/>
                  <w:lang w:val="es-ES" w:eastAsia="es-ES"/>
                </w:rPr>
                <w:t>janvier</w:t>
              </w:r>
            </w:hyperlink>
            <w:r w:rsidRPr="005E7CB6">
              <w:rPr>
                <w:rFonts w:cs="Calibri"/>
                <w:lang w:val="es-ES" w:eastAsia="es-ES"/>
              </w:rPr>
              <w:t> </w:t>
            </w:r>
            <w:hyperlink r:id="rId1362" w:tooltip="1879" w:history="1">
              <w:r w:rsidRPr="005E7CB6">
                <w:rPr>
                  <w:rFonts w:cs="Calibri"/>
                  <w:lang w:val="es-ES" w:eastAsia="es-ES"/>
                </w:rPr>
                <w:t>1879</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63" w:tooltip="2 décembre" w:history="1">
              <w:r w:rsidRPr="005E7CB6">
                <w:rPr>
                  <w:rFonts w:cs="Calibri"/>
                  <w:lang w:val="es-ES" w:eastAsia="es-ES"/>
                </w:rPr>
                <w:t>2</w:t>
              </w:r>
            </w:hyperlink>
            <w:r w:rsidRPr="005E7CB6">
              <w:rPr>
                <w:rFonts w:cs="Calibri"/>
                <w:lang w:val="es-ES" w:eastAsia="es-ES"/>
              </w:rPr>
              <w:t> </w:t>
            </w:r>
            <w:hyperlink r:id="rId1364" w:tooltip="Décembre" w:history="1">
              <w:r w:rsidRPr="005E7CB6">
                <w:rPr>
                  <w:rFonts w:cs="Calibri"/>
                  <w:lang w:val="es-ES" w:eastAsia="es-ES"/>
                </w:rPr>
                <w:t>décembre</w:t>
              </w:r>
            </w:hyperlink>
            <w:r w:rsidRPr="005E7CB6">
              <w:rPr>
                <w:rFonts w:cs="Calibri"/>
                <w:lang w:val="es-ES" w:eastAsia="es-ES"/>
              </w:rPr>
              <w:t> </w:t>
            </w:r>
            <w:hyperlink r:id="rId1365" w:tooltip="1887" w:history="1">
              <w:r w:rsidRPr="005E7CB6">
                <w:rPr>
                  <w:rFonts w:cs="Calibri"/>
                  <w:lang w:val="es-ES" w:eastAsia="es-ES"/>
                </w:rPr>
                <w:t>1887</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66" w:tooltip="Modérés" w:history="1">
              <w:r w:rsidRPr="005E7CB6">
                <w:rPr>
                  <w:rFonts w:cs="Calibri"/>
                  <w:lang w:val="es-ES" w:eastAsia="es-ES"/>
                </w:rPr>
                <w:t>Modéré</w:t>
              </w:r>
            </w:hyperlink>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Premier président à accomplir un mandat complet, il est facilement réélu en </w:t>
            </w:r>
            <w:hyperlink r:id="rId1367" w:anchor=".C3.89lection_pr.C3.A9sidentielle_de_1885" w:tooltip="Élections présidentielles sous la Troisième République" w:history="1">
              <w:r w:rsidRPr="005E7CB6">
                <w:rPr>
                  <w:rFonts w:cs="Calibri"/>
                  <w:lang w:eastAsia="es-ES"/>
                </w:rPr>
                <w:t>décembre 1885</w:t>
              </w:r>
            </w:hyperlink>
            <w:r w:rsidRPr="005E7CB6">
              <w:rPr>
                <w:rFonts w:cs="Calibri"/>
                <w:lang w:eastAsia="es-ES"/>
              </w:rPr>
              <w:t xml:space="preserve">. Il est cependant contraint à la démission, lors du </w:t>
            </w:r>
            <w:hyperlink r:id="rId1368" w:tooltip="Scandale des décorations" w:history="1">
              <w:r w:rsidRPr="005E7CB6">
                <w:rPr>
                  <w:rFonts w:cs="Calibri"/>
                  <w:lang w:eastAsia="es-ES"/>
                </w:rPr>
                <w:t>scandale des décorations</w:t>
              </w:r>
            </w:hyperlink>
            <w:r w:rsidRPr="005E7CB6">
              <w:rPr>
                <w:rFonts w:cs="Calibri"/>
                <w:lang w:eastAsia="es-ES"/>
              </w:rPr>
              <w:t xml:space="preserve"> où est impliqué son gendre.</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5</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69" w:tooltip="Sadi Carnot (président)" w:history="1">
              <w:r w:rsidRPr="005E7CB6">
                <w:rPr>
                  <w:rFonts w:cs="Calibri"/>
                  <w:b/>
                  <w:bCs/>
                  <w:lang w:val="es-ES" w:eastAsia="es-ES"/>
                </w:rPr>
                <w:t>Sadi Carnot</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70" w:history="1">
              <w:r w:rsidRPr="005E7CB6">
                <w:rPr>
                  <w:rFonts w:cs="Calibri"/>
                  <w:noProof/>
                  <w:lang w:val="es-ES" w:eastAsia="es-ES"/>
                </w:rPr>
                <w:pict>
                  <v:shape id="Imagen 6" o:spid="_x0000_i1120" type="#_x0000_t75" alt="Marie Francois Sadi Carnot.jpg" href="http://fr.wikipedia.org/wiki/Fichier:Marie_Francois_Sadi_Carnot.j" style="width:52.5pt;height:63.75pt;visibility:visible" o:button="t">
                    <v:fill o:detectmouseclick="t"/>
                    <v:imagedata r:id="rId1371"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72" w:tooltip="3 décembre" w:history="1">
              <w:r w:rsidRPr="005E7CB6">
                <w:rPr>
                  <w:rFonts w:cs="Calibri"/>
                  <w:lang w:val="es-ES" w:eastAsia="es-ES"/>
                </w:rPr>
                <w:t>3</w:t>
              </w:r>
            </w:hyperlink>
            <w:r w:rsidRPr="005E7CB6">
              <w:rPr>
                <w:rFonts w:cs="Calibri"/>
                <w:lang w:val="es-ES" w:eastAsia="es-ES"/>
              </w:rPr>
              <w:t> </w:t>
            </w:r>
            <w:hyperlink r:id="rId1373" w:tooltip="Décembre" w:history="1">
              <w:r w:rsidRPr="005E7CB6">
                <w:rPr>
                  <w:rFonts w:cs="Calibri"/>
                  <w:lang w:val="es-ES" w:eastAsia="es-ES"/>
                </w:rPr>
                <w:t>décembre</w:t>
              </w:r>
            </w:hyperlink>
            <w:r w:rsidRPr="005E7CB6">
              <w:rPr>
                <w:rFonts w:cs="Calibri"/>
                <w:lang w:val="es-ES" w:eastAsia="es-ES"/>
              </w:rPr>
              <w:t> </w:t>
            </w:r>
            <w:hyperlink r:id="rId1374" w:tooltip="1887" w:history="1">
              <w:r w:rsidRPr="005E7CB6">
                <w:rPr>
                  <w:rFonts w:cs="Calibri"/>
                  <w:lang w:val="es-ES" w:eastAsia="es-ES"/>
                </w:rPr>
                <w:t>1887</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75" w:tooltip="25 juin" w:history="1">
              <w:r w:rsidRPr="005E7CB6">
                <w:rPr>
                  <w:rFonts w:cs="Calibri"/>
                  <w:lang w:val="es-ES" w:eastAsia="es-ES"/>
                </w:rPr>
                <w:t>25</w:t>
              </w:r>
            </w:hyperlink>
            <w:r w:rsidRPr="005E7CB6">
              <w:rPr>
                <w:rFonts w:cs="Calibri"/>
                <w:lang w:val="es-ES" w:eastAsia="es-ES"/>
              </w:rPr>
              <w:t> </w:t>
            </w:r>
            <w:hyperlink r:id="rId1376" w:tooltip="Juin" w:history="1">
              <w:r w:rsidRPr="005E7CB6">
                <w:rPr>
                  <w:rFonts w:cs="Calibri"/>
                  <w:lang w:val="es-ES" w:eastAsia="es-ES"/>
                </w:rPr>
                <w:t>juin</w:t>
              </w:r>
            </w:hyperlink>
            <w:r w:rsidRPr="005E7CB6">
              <w:rPr>
                <w:rFonts w:cs="Calibri"/>
                <w:lang w:val="es-ES" w:eastAsia="es-ES"/>
              </w:rPr>
              <w:t> </w:t>
            </w:r>
            <w:hyperlink r:id="rId1377" w:tooltip="1894" w:history="1">
              <w:r w:rsidRPr="005E7CB6">
                <w:rPr>
                  <w:rFonts w:cs="Calibri"/>
                  <w:lang w:val="es-ES" w:eastAsia="es-ES"/>
                </w:rPr>
                <w:t>1894</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78" w:tooltip="Modérés" w:history="1">
              <w:r w:rsidRPr="005E7CB6">
                <w:rPr>
                  <w:rFonts w:cs="Calibri"/>
                  <w:lang w:val="es-ES" w:eastAsia="es-ES"/>
                </w:rPr>
                <w:t>Modéré</w:t>
              </w:r>
            </w:hyperlink>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Son mandat est marqué par l'agitation </w:t>
            </w:r>
            <w:hyperlink r:id="rId1379" w:tooltip="Boulangisme" w:history="1">
              <w:r w:rsidRPr="005E7CB6">
                <w:rPr>
                  <w:rFonts w:cs="Calibri"/>
                  <w:lang w:eastAsia="es-ES"/>
                </w:rPr>
                <w:t>boulangiste</w:t>
              </w:r>
            </w:hyperlink>
            <w:r w:rsidRPr="005E7CB6">
              <w:rPr>
                <w:rFonts w:cs="Calibri"/>
                <w:lang w:eastAsia="es-ES"/>
              </w:rPr>
              <w:t xml:space="preserve"> et le </w:t>
            </w:r>
            <w:hyperlink r:id="rId1380" w:tooltip="Scandale de Panamá" w:history="1">
              <w:r w:rsidRPr="005E7CB6">
                <w:rPr>
                  <w:rFonts w:cs="Calibri"/>
                  <w:lang w:eastAsia="es-ES"/>
                </w:rPr>
                <w:t>scandale de Panamá</w:t>
              </w:r>
            </w:hyperlink>
            <w:r w:rsidRPr="005E7CB6">
              <w:rPr>
                <w:rFonts w:cs="Calibri"/>
                <w:lang w:eastAsia="es-ES"/>
              </w:rPr>
              <w:t xml:space="preserve">, ainsi que par le rapprochement avec la </w:t>
            </w:r>
            <w:hyperlink r:id="rId1381" w:tooltip="Russie" w:history="1">
              <w:r w:rsidRPr="005E7CB6">
                <w:rPr>
                  <w:rFonts w:cs="Calibri"/>
                  <w:lang w:eastAsia="es-ES"/>
                </w:rPr>
                <w:t>Russie</w:t>
              </w:r>
            </w:hyperlink>
            <w:r w:rsidRPr="005E7CB6">
              <w:rPr>
                <w:rFonts w:cs="Calibri"/>
                <w:lang w:eastAsia="es-ES"/>
              </w:rPr>
              <w:t xml:space="preserve">. Assassiné quelques mois avant la fin de son mandat, il est enterré au </w:t>
            </w:r>
            <w:hyperlink r:id="rId1382" w:tooltip="Panthéon de Paris" w:history="1">
              <w:r w:rsidRPr="005E7CB6">
                <w:rPr>
                  <w:rFonts w:cs="Calibri"/>
                  <w:lang w:eastAsia="es-ES"/>
                </w:rPr>
                <w:t>Panthéon de Paris</w:t>
              </w:r>
            </w:hyperlink>
            <w:r w:rsidRPr="005E7CB6">
              <w:rPr>
                <w:rFonts w:cs="Calibri"/>
                <w:lang w:eastAsia="es-ES"/>
              </w:rPr>
              <w: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6</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83" w:tooltip="Jean Casimir-Perier" w:history="1">
              <w:r w:rsidRPr="005E7CB6">
                <w:rPr>
                  <w:rFonts w:cs="Calibri"/>
                  <w:b/>
                  <w:bCs/>
                  <w:lang w:val="es-ES" w:eastAsia="es-ES"/>
                </w:rPr>
                <w:t>Jean Casimir-Perier</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84" w:history="1">
              <w:r w:rsidRPr="005E7CB6">
                <w:rPr>
                  <w:rFonts w:cs="Calibri"/>
                  <w:noProof/>
                  <w:lang w:val="es-ES" w:eastAsia="es-ES"/>
                </w:rPr>
                <w:pict>
                  <v:shape id="Imagen 7" o:spid="_x0000_i1121" type="#_x0000_t75" alt="Jean Casimir-Perier.jpg" href="http://fr.wikipedia.org/wiki/Fichier:Jean_Casimir-Perier.j" style="width:52.5pt;height:1in;visibility:visible" o:button="t">
                    <v:fill o:detectmouseclick="t"/>
                    <v:imagedata r:id="rId1385"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86" w:tooltip="27 juin" w:history="1">
              <w:r w:rsidRPr="005E7CB6">
                <w:rPr>
                  <w:rFonts w:cs="Calibri"/>
                  <w:lang w:val="es-ES" w:eastAsia="es-ES"/>
                </w:rPr>
                <w:t>27</w:t>
              </w:r>
            </w:hyperlink>
            <w:r w:rsidRPr="005E7CB6">
              <w:rPr>
                <w:rFonts w:cs="Calibri"/>
                <w:lang w:val="es-ES" w:eastAsia="es-ES"/>
              </w:rPr>
              <w:t> </w:t>
            </w:r>
            <w:hyperlink r:id="rId1387" w:tooltip="Juin" w:history="1">
              <w:r w:rsidRPr="005E7CB6">
                <w:rPr>
                  <w:rFonts w:cs="Calibri"/>
                  <w:lang w:val="es-ES" w:eastAsia="es-ES"/>
                </w:rPr>
                <w:t>juin</w:t>
              </w:r>
            </w:hyperlink>
            <w:r w:rsidRPr="005E7CB6">
              <w:rPr>
                <w:rFonts w:cs="Calibri"/>
                <w:lang w:val="es-ES" w:eastAsia="es-ES"/>
              </w:rPr>
              <w:t> </w:t>
            </w:r>
            <w:hyperlink r:id="rId1388" w:tooltip="1894" w:history="1">
              <w:r w:rsidRPr="005E7CB6">
                <w:rPr>
                  <w:rFonts w:cs="Calibri"/>
                  <w:lang w:val="es-ES" w:eastAsia="es-ES"/>
                </w:rPr>
                <w:t>1894</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89" w:tooltip="16 janvier" w:history="1">
              <w:r w:rsidRPr="005E7CB6">
                <w:rPr>
                  <w:rFonts w:cs="Calibri"/>
                  <w:lang w:val="es-ES" w:eastAsia="es-ES"/>
                </w:rPr>
                <w:t>16</w:t>
              </w:r>
            </w:hyperlink>
            <w:r w:rsidRPr="005E7CB6">
              <w:rPr>
                <w:rFonts w:cs="Calibri"/>
                <w:lang w:val="es-ES" w:eastAsia="es-ES"/>
              </w:rPr>
              <w:t> </w:t>
            </w:r>
            <w:hyperlink r:id="rId1390" w:tooltip="Janvier" w:history="1">
              <w:r w:rsidRPr="005E7CB6">
                <w:rPr>
                  <w:rFonts w:cs="Calibri"/>
                  <w:lang w:val="es-ES" w:eastAsia="es-ES"/>
                </w:rPr>
                <w:t>janvier</w:t>
              </w:r>
            </w:hyperlink>
            <w:r w:rsidRPr="005E7CB6">
              <w:rPr>
                <w:rFonts w:cs="Calibri"/>
                <w:lang w:val="es-ES" w:eastAsia="es-ES"/>
              </w:rPr>
              <w:t> </w:t>
            </w:r>
            <w:hyperlink r:id="rId1391" w:tooltip="1895" w:history="1">
              <w:r w:rsidRPr="005E7CB6">
                <w:rPr>
                  <w:rFonts w:cs="Calibri"/>
                  <w:lang w:val="es-ES" w:eastAsia="es-ES"/>
                </w:rPr>
                <w:t>1895</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92" w:tooltip="Modérés" w:history="1">
              <w:r w:rsidRPr="005E7CB6">
                <w:rPr>
                  <w:rFonts w:cs="Calibri"/>
                  <w:lang w:val="es-ES" w:eastAsia="es-ES"/>
                </w:rPr>
                <w:t>Modéré</w:t>
              </w:r>
            </w:hyperlink>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Il a effectué le plus court mandat d'un président, puisqu'il démissionne au bout de six mois et vingt jours.</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7</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93" w:tooltip="Félix Faure" w:history="1">
              <w:r w:rsidRPr="005E7CB6">
                <w:rPr>
                  <w:rFonts w:cs="Calibri"/>
                  <w:b/>
                  <w:bCs/>
                  <w:lang w:val="es-ES" w:eastAsia="es-ES"/>
                </w:rPr>
                <w:t>Félix Faure</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94" w:history="1">
              <w:r w:rsidRPr="005E7CB6">
                <w:rPr>
                  <w:rFonts w:cs="Calibri"/>
                  <w:noProof/>
                  <w:lang w:val="es-ES" w:eastAsia="es-ES"/>
                </w:rPr>
                <w:pict>
                  <v:shape id="Imagen 8" o:spid="_x0000_i1122" type="#_x0000_t75" alt="Felix Faure.jpg" href="http://fr.wikipedia.org/wiki/Fichier:Felix_Faure.j" style="width:52.5pt;height:72.75pt;visibility:visible" o:button="t">
                    <v:fill o:detectmouseclick="t"/>
                    <v:imagedata r:id="rId1395"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96" w:tooltip="17 janvier" w:history="1">
              <w:r w:rsidRPr="005E7CB6">
                <w:rPr>
                  <w:rFonts w:cs="Calibri"/>
                  <w:lang w:val="es-ES" w:eastAsia="es-ES"/>
                </w:rPr>
                <w:t>17</w:t>
              </w:r>
            </w:hyperlink>
            <w:r w:rsidRPr="005E7CB6">
              <w:rPr>
                <w:rFonts w:cs="Calibri"/>
                <w:lang w:val="es-ES" w:eastAsia="es-ES"/>
              </w:rPr>
              <w:t> </w:t>
            </w:r>
            <w:hyperlink r:id="rId1397" w:tooltip="Janvier" w:history="1">
              <w:r w:rsidRPr="005E7CB6">
                <w:rPr>
                  <w:rFonts w:cs="Calibri"/>
                  <w:lang w:val="es-ES" w:eastAsia="es-ES"/>
                </w:rPr>
                <w:t>janvier</w:t>
              </w:r>
            </w:hyperlink>
            <w:r w:rsidRPr="005E7CB6">
              <w:rPr>
                <w:rFonts w:cs="Calibri"/>
                <w:lang w:val="es-ES" w:eastAsia="es-ES"/>
              </w:rPr>
              <w:t> </w:t>
            </w:r>
            <w:hyperlink r:id="rId1398" w:tooltip="1895" w:history="1">
              <w:r w:rsidRPr="005E7CB6">
                <w:rPr>
                  <w:rFonts w:cs="Calibri"/>
                  <w:lang w:val="es-ES" w:eastAsia="es-ES"/>
                </w:rPr>
                <w:t>1895</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399" w:tooltip="16 février" w:history="1">
              <w:r w:rsidRPr="005E7CB6">
                <w:rPr>
                  <w:rFonts w:cs="Calibri"/>
                  <w:lang w:val="es-ES" w:eastAsia="es-ES"/>
                </w:rPr>
                <w:t>16</w:t>
              </w:r>
            </w:hyperlink>
            <w:r w:rsidRPr="005E7CB6">
              <w:rPr>
                <w:rFonts w:cs="Calibri"/>
                <w:lang w:val="es-ES" w:eastAsia="es-ES"/>
              </w:rPr>
              <w:t> </w:t>
            </w:r>
            <w:hyperlink r:id="rId1400" w:tooltip="Février" w:history="1">
              <w:r w:rsidRPr="005E7CB6">
                <w:rPr>
                  <w:rFonts w:cs="Calibri"/>
                  <w:lang w:val="es-ES" w:eastAsia="es-ES"/>
                </w:rPr>
                <w:t>février</w:t>
              </w:r>
            </w:hyperlink>
            <w:r w:rsidRPr="005E7CB6">
              <w:rPr>
                <w:rFonts w:cs="Calibri"/>
                <w:lang w:val="es-ES" w:eastAsia="es-ES"/>
              </w:rPr>
              <w:t> </w:t>
            </w:r>
            <w:hyperlink r:id="rId1401" w:tooltip="1899" w:history="1">
              <w:r w:rsidRPr="005E7CB6">
                <w:rPr>
                  <w:rFonts w:cs="Calibri"/>
                  <w:lang w:val="es-ES" w:eastAsia="es-ES"/>
                </w:rPr>
                <w:t>1899</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02" w:tooltip="Modérés" w:history="1">
              <w:r w:rsidRPr="005E7CB6">
                <w:rPr>
                  <w:rFonts w:cs="Calibri"/>
                  <w:lang w:val="es-ES" w:eastAsia="es-ES"/>
                </w:rPr>
                <w:t>Modéré</w:t>
              </w:r>
            </w:hyperlink>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Il poursuit l'expansion coloniale et le rapprochement franco-russe. Sous sa présidence éclate l'</w:t>
            </w:r>
            <w:hyperlink r:id="rId1403" w:tooltip="Affaire Dreyfus" w:history="1">
              <w:r w:rsidRPr="005E7CB6">
                <w:rPr>
                  <w:rFonts w:cs="Calibri"/>
                  <w:lang w:eastAsia="es-ES"/>
                </w:rPr>
                <w:t>affaire Dreyfus</w:t>
              </w:r>
            </w:hyperlink>
            <w:r w:rsidRPr="005E7CB6">
              <w:rPr>
                <w:rFonts w:cs="Calibri"/>
                <w:lang w:eastAsia="es-ES"/>
              </w:rPr>
              <w:t xml:space="preserve"> ; il n'exerce que quatre ans de mandat puisqu'il meurt d'une congestion cérébrale, au </w:t>
            </w:r>
            <w:hyperlink r:id="rId1404" w:tooltip="Palais de l'Élysée" w:history="1">
              <w:r w:rsidRPr="005E7CB6">
                <w:rPr>
                  <w:rFonts w:cs="Calibri"/>
                  <w:lang w:eastAsia="es-ES"/>
                </w:rPr>
                <w:t>palais de l'Élysée</w:t>
              </w:r>
            </w:hyperlink>
            <w:r w:rsidRPr="005E7CB6">
              <w:rPr>
                <w:rFonts w:cs="Calibri"/>
                <w:lang w:eastAsia="es-ES"/>
              </w:rPr>
              <w: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8</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05" w:tooltip="Émile Loubet" w:history="1">
              <w:r w:rsidRPr="005E7CB6">
                <w:rPr>
                  <w:rFonts w:cs="Calibri"/>
                  <w:b/>
                  <w:bCs/>
                  <w:lang w:val="es-ES" w:eastAsia="es-ES"/>
                </w:rPr>
                <w:t>Émile Loubet</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06" w:history="1">
              <w:r w:rsidRPr="005E7CB6">
                <w:rPr>
                  <w:rFonts w:cs="Calibri"/>
                  <w:noProof/>
                  <w:lang w:val="es-ES" w:eastAsia="es-ES"/>
                </w:rPr>
                <w:pict>
                  <v:shape id="Imagen 9" o:spid="_x0000_i1123" type="#_x0000_t75" alt="Emile Loubet.jpg" href="http://fr.wikipedia.org/wiki/Fichier:Emile_Loubet.j" style="width:52.5pt;height:69.75pt;visibility:visible" o:button="t">
                    <v:fill o:detectmouseclick="t"/>
                    <v:imagedata r:id="rId1407"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08" w:tooltip="18 février" w:history="1">
              <w:r w:rsidRPr="005E7CB6">
                <w:rPr>
                  <w:rFonts w:cs="Calibri"/>
                  <w:lang w:val="es-ES" w:eastAsia="es-ES"/>
                </w:rPr>
                <w:t>18</w:t>
              </w:r>
            </w:hyperlink>
            <w:r w:rsidRPr="005E7CB6">
              <w:rPr>
                <w:rFonts w:cs="Calibri"/>
                <w:lang w:val="es-ES" w:eastAsia="es-ES"/>
              </w:rPr>
              <w:t> </w:t>
            </w:r>
            <w:hyperlink r:id="rId1409" w:tooltip="Février" w:history="1">
              <w:r w:rsidRPr="005E7CB6">
                <w:rPr>
                  <w:rFonts w:cs="Calibri"/>
                  <w:lang w:val="es-ES" w:eastAsia="es-ES"/>
                </w:rPr>
                <w:t>février</w:t>
              </w:r>
            </w:hyperlink>
            <w:r w:rsidRPr="005E7CB6">
              <w:rPr>
                <w:rFonts w:cs="Calibri"/>
                <w:lang w:val="es-ES" w:eastAsia="es-ES"/>
              </w:rPr>
              <w:t> </w:t>
            </w:r>
            <w:hyperlink r:id="rId1410" w:tooltip="1899" w:history="1">
              <w:r w:rsidRPr="005E7CB6">
                <w:rPr>
                  <w:rFonts w:cs="Calibri"/>
                  <w:lang w:val="es-ES" w:eastAsia="es-ES"/>
                </w:rPr>
                <w:t>1899</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11" w:tooltip="18 février" w:history="1">
              <w:r w:rsidRPr="005E7CB6">
                <w:rPr>
                  <w:rFonts w:cs="Calibri"/>
                  <w:lang w:val="es-ES" w:eastAsia="es-ES"/>
                </w:rPr>
                <w:t>18</w:t>
              </w:r>
            </w:hyperlink>
            <w:r w:rsidRPr="005E7CB6">
              <w:rPr>
                <w:rFonts w:cs="Calibri"/>
                <w:lang w:val="es-ES" w:eastAsia="es-ES"/>
              </w:rPr>
              <w:t> </w:t>
            </w:r>
            <w:hyperlink r:id="rId1412" w:tooltip="Février" w:history="1">
              <w:r w:rsidRPr="005E7CB6">
                <w:rPr>
                  <w:rFonts w:cs="Calibri"/>
                  <w:lang w:val="es-ES" w:eastAsia="es-ES"/>
                </w:rPr>
                <w:t>février</w:t>
              </w:r>
            </w:hyperlink>
            <w:r w:rsidRPr="005E7CB6">
              <w:rPr>
                <w:rFonts w:cs="Calibri"/>
                <w:lang w:val="es-ES" w:eastAsia="es-ES"/>
              </w:rPr>
              <w:t> </w:t>
            </w:r>
            <w:hyperlink r:id="rId1413" w:tooltip="1906" w:history="1">
              <w:r w:rsidRPr="005E7CB6">
                <w:rPr>
                  <w:rFonts w:cs="Calibri"/>
                  <w:lang w:val="es-ES" w:eastAsia="es-ES"/>
                </w:rPr>
                <w:t>1906</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14" w:tooltip="Alliance démocratique (France)" w:history="1">
              <w:r w:rsidRPr="005E7CB6">
                <w:rPr>
                  <w:rFonts w:cs="Calibri"/>
                  <w:lang w:val="es-ES" w:eastAsia="es-ES"/>
                </w:rPr>
                <w:t>Alliance républicaine démocratique</w:t>
              </w:r>
            </w:hyperlink>
            <w:r w:rsidRPr="005E7CB6">
              <w:rPr>
                <w:rFonts w:cs="Calibri"/>
                <w:lang w:val="es-ES" w:eastAsia="es-ES"/>
              </w:rPr>
              <w:t xml:space="preserve"> (ARD)</w:t>
            </w:r>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Sous son septennat, la loi de </w:t>
            </w:r>
            <w:hyperlink r:id="rId1415" w:tooltip="Séparation des Églises et de l'État en 1905" w:history="1">
              <w:r w:rsidRPr="005E7CB6">
                <w:rPr>
                  <w:rFonts w:cs="Calibri"/>
                  <w:lang w:eastAsia="es-ES"/>
                </w:rPr>
                <w:t>séparation des Églises et de l'État</w:t>
              </w:r>
            </w:hyperlink>
            <w:r w:rsidRPr="005E7CB6">
              <w:rPr>
                <w:rFonts w:cs="Calibri"/>
                <w:lang w:eastAsia="es-ES"/>
              </w:rPr>
              <w:t xml:space="preserve"> est adoptée et seuls quatre </w:t>
            </w:r>
            <w:hyperlink r:id="rId1416" w:tooltip="Président du Conseil" w:history="1">
              <w:r w:rsidRPr="005E7CB6">
                <w:rPr>
                  <w:rFonts w:cs="Calibri"/>
                  <w:lang w:eastAsia="es-ES"/>
                </w:rPr>
                <w:t>présidents du Conseil</w:t>
              </w:r>
            </w:hyperlink>
            <w:r w:rsidRPr="005E7CB6">
              <w:rPr>
                <w:rFonts w:cs="Calibri"/>
                <w:lang w:eastAsia="es-ES"/>
              </w:rPr>
              <w:t xml:space="preserve"> se succèdent à </w:t>
            </w:r>
            <w:hyperlink r:id="rId1417" w:tooltip="Hôtel Matignon" w:history="1">
              <w:r w:rsidRPr="005E7CB6">
                <w:rPr>
                  <w:rFonts w:cs="Calibri"/>
                  <w:lang w:eastAsia="es-ES"/>
                </w:rPr>
                <w:t>Matignon</w:t>
              </w:r>
            </w:hyperlink>
            <w:r w:rsidRPr="005E7CB6">
              <w:rPr>
                <w:rFonts w:cs="Calibri"/>
                <w:lang w:eastAsia="es-ES"/>
              </w:rPr>
              <w:t>. Il ne se représente pas à l'issue de son mandat.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9</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18" w:tooltip="Armand Fallières" w:history="1">
              <w:r w:rsidRPr="005E7CB6">
                <w:rPr>
                  <w:rFonts w:cs="Calibri"/>
                  <w:b/>
                  <w:bCs/>
                  <w:lang w:val="es-ES" w:eastAsia="es-ES"/>
                </w:rPr>
                <w:t>Armand Fallières</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19" w:history="1">
              <w:r w:rsidRPr="005E7CB6">
                <w:rPr>
                  <w:rFonts w:cs="Calibri"/>
                  <w:noProof/>
                  <w:lang w:val="es-ES" w:eastAsia="es-ES"/>
                </w:rPr>
                <w:pict>
                  <v:shape id="Imagen 10" o:spid="_x0000_i1124" type="#_x0000_t75" alt="Armand Fallieres.jpg" href="http://fr.wikipedia.org/wiki/Fichier:Armand_Fallieres.j" style="width:52.5pt;height:84pt;visibility:visible" o:button="t">
                    <v:fill o:detectmouseclick="t"/>
                    <v:imagedata r:id="rId1420"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21" w:tooltip="18 février" w:history="1">
              <w:r w:rsidRPr="005E7CB6">
                <w:rPr>
                  <w:rFonts w:cs="Calibri"/>
                  <w:lang w:val="es-ES" w:eastAsia="es-ES"/>
                </w:rPr>
                <w:t>18</w:t>
              </w:r>
            </w:hyperlink>
            <w:r w:rsidRPr="005E7CB6">
              <w:rPr>
                <w:rFonts w:cs="Calibri"/>
                <w:lang w:val="es-ES" w:eastAsia="es-ES"/>
              </w:rPr>
              <w:t> </w:t>
            </w:r>
            <w:hyperlink r:id="rId1422" w:tooltip="Février" w:history="1">
              <w:r w:rsidRPr="005E7CB6">
                <w:rPr>
                  <w:rFonts w:cs="Calibri"/>
                  <w:lang w:val="es-ES" w:eastAsia="es-ES"/>
                </w:rPr>
                <w:t>février</w:t>
              </w:r>
            </w:hyperlink>
            <w:r w:rsidRPr="005E7CB6">
              <w:rPr>
                <w:rFonts w:cs="Calibri"/>
                <w:lang w:val="es-ES" w:eastAsia="es-ES"/>
              </w:rPr>
              <w:t> </w:t>
            </w:r>
            <w:hyperlink r:id="rId1423" w:tooltip="1906" w:history="1">
              <w:r w:rsidRPr="005E7CB6">
                <w:rPr>
                  <w:rFonts w:cs="Calibri"/>
                  <w:lang w:val="es-ES" w:eastAsia="es-ES"/>
                </w:rPr>
                <w:t>1906</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24" w:tooltip="18 février" w:history="1">
              <w:r w:rsidRPr="005E7CB6">
                <w:rPr>
                  <w:rFonts w:cs="Calibri"/>
                  <w:lang w:val="es-ES" w:eastAsia="es-ES"/>
                </w:rPr>
                <w:t>18</w:t>
              </w:r>
            </w:hyperlink>
            <w:r w:rsidRPr="005E7CB6">
              <w:rPr>
                <w:rFonts w:cs="Calibri"/>
                <w:lang w:val="es-ES" w:eastAsia="es-ES"/>
              </w:rPr>
              <w:t> </w:t>
            </w:r>
            <w:hyperlink r:id="rId1425" w:tooltip="Février" w:history="1">
              <w:r w:rsidRPr="005E7CB6">
                <w:rPr>
                  <w:rFonts w:cs="Calibri"/>
                  <w:lang w:val="es-ES" w:eastAsia="es-ES"/>
                </w:rPr>
                <w:t>février</w:t>
              </w:r>
            </w:hyperlink>
            <w:r w:rsidRPr="005E7CB6">
              <w:rPr>
                <w:rFonts w:cs="Calibri"/>
                <w:lang w:val="es-ES" w:eastAsia="es-ES"/>
              </w:rPr>
              <w:t> </w:t>
            </w:r>
            <w:hyperlink r:id="rId1426" w:tooltip="1913" w:history="1">
              <w:r w:rsidRPr="005E7CB6">
                <w:rPr>
                  <w:rFonts w:cs="Calibri"/>
                  <w:lang w:val="es-ES" w:eastAsia="es-ES"/>
                </w:rPr>
                <w:t>1913</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hyperlink r:id="rId1427" w:tooltip="Alliance démocratique (France)" w:history="1">
              <w:r w:rsidRPr="005E7CB6">
                <w:rPr>
                  <w:rFonts w:cs="Calibri"/>
                  <w:lang w:eastAsia="es-ES"/>
                </w:rPr>
                <w:t>Alliance républicaine démocratique</w:t>
              </w:r>
            </w:hyperlink>
            <w:r w:rsidRPr="005E7CB6">
              <w:rPr>
                <w:rFonts w:cs="Calibri"/>
                <w:lang w:eastAsia="es-ES"/>
              </w:rPr>
              <w:t xml:space="preserve"> (ARD)</w:t>
            </w:r>
            <w:r w:rsidRPr="005E7CB6">
              <w:rPr>
                <w:rFonts w:cs="Calibri"/>
                <w:lang w:eastAsia="es-ES"/>
              </w:rPr>
              <w:br/>
            </w:r>
            <w:r w:rsidRPr="005E7CB6">
              <w:rPr>
                <w:rFonts w:cs="Calibri"/>
                <w:lang w:eastAsia="es-ES"/>
              </w:rPr>
              <w:br/>
            </w:r>
            <w:hyperlink r:id="rId1428" w:tooltip="Alliance démocratique (France)" w:history="1">
              <w:r w:rsidRPr="005E7CB6">
                <w:rPr>
                  <w:rFonts w:cs="Calibri"/>
                  <w:lang w:eastAsia="es-ES"/>
                </w:rPr>
                <w:t>Parti républicain démocratique</w:t>
              </w:r>
            </w:hyperlink>
            <w:r w:rsidRPr="005E7CB6">
              <w:rPr>
                <w:rFonts w:cs="Calibri"/>
                <w:lang w:eastAsia="es-ES"/>
              </w:rPr>
              <w:t xml:space="preserve"> (PRD)</w:t>
            </w:r>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Durant son mandat a lieu le </w:t>
            </w:r>
            <w:hyperlink r:id="rId1429" w:tooltip="Coup d'Agadir" w:history="1">
              <w:r w:rsidRPr="005E7CB6">
                <w:rPr>
                  <w:rFonts w:cs="Calibri"/>
                  <w:lang w:eastAsia="es-ES"/>
                </w:rPr>
                <w:t>coup d'Agadir</w:t>
              </w:r>
            </w:hyperlink>
            <w:r w:rsidRPr="005E7CB6">
              <w:rPr>
                <w:rFonts w:cs="Calibri"/>
                <w:lang w:eastAsia="es-ES"/>
              </w:rPr>
              <w:t xml:space="preserve">, alors que les troupes françaises commencent à occuper le </w:t>
            </w:r>
            <w:hyperlink r:id="rId1430" w:tooltip="Maroc" w:history="1">
              <w:r w:rsidRPr="005E7CB6">
                <w:rPr>
                  <w:rFonts w:cs="Calibri"/>
                  <w:lang w:eastAsia="es-ES"/>
                </w:rPr>
                <w:t>Maroc</w:t>
              </w:r>
            </w:hyperlink>
            <w:r w:rsidRPr="005E7CB6">
              <w:rPr>
                <w:rFonts w:cs="Calibri"/>
                <w:lang w:eastAsia="es-ES"/>
              </w:rPr>
              <w:t xml:space="preserve">. Partisan de la </w:t>
            </w:r>
            <w:hyperlink r:id="rId1431" w:tooltip="Triple-Entente" w:history="1">
              <w:r w:rsidRPr="005E7CB6">
                <w:rPr>
                  <w:rFonts w:cs="Calibri"/>
                  <w:lang w:eastAsia="es-ES"/>
                </w:rPr>
                <w:t>Triple-Entente</w:t>
              </w:r>
            </w:hyperlink>
            <w:r w:rsidRPr="005E7CB6">
              <w:rPr>
                <w:rFonts w:cs="Calibri"/>
                <w:lang w:eastAsia="es-ES"/>
              </w:rPr>
              <w:t>, il contribue à la renforcer. Tout comme son prédécesseur, il ne brigue pas sa réélection.</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10</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32" w:tooltip="Raymond Poincaré" w:history="1">
              <w:r w:rsidRPr="005E7CB6">
                <w:rPr>
                  <w:rFonts w:cs="Calibri"/>
                  <w:b/>
                  <w:bCs/>
                  <w:lang w:val="es-ES" w:eastAsia="es-ES"/>
                </w:rPr>
                <w:t>Raymond Poincaré</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33" w:history="1">
              <w:r w:rsidRPr="005E7CB6">
                <w:rPr>
                  <w:rFonts w:cs="Calibri"/>
                  <w:noProof/>
                  <w:lang w:val="es-ES" w:eastAsia="es-ES"/>
                </w:rPr>
                <w:pict>
                  <v:shape id="Imagen 11" o:spid="_x0000_i1125" type="#_x0000_t75" alt="Raymond Poincaré 1914.jpg" href="http://fr.wikipedia.org/wiki/Fichier:Raymond_Poincar%C3%A9_1914.j" style="width:52.5pt;height:66.75pt;visibility:visible" o:button="t">
                    <v:fill o:detectmouseclick="t"/>
                    <v:imagedata r:id="rId1434"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35" w:tooltip="18 février" w:history="1">
              <w:r w:rsidRPr="005E7CB6">
                <w:rPr>
                  <w:rFonts w:cs="Calibri"/>
                  <w:lang w:val="es-ES" w:eastAsia="es-ES"/>
                </w:rPr>
                <w:t>18</w:t>
              </w:r>
            </w:hyperlink>
            <w:r w:rsidRPr="005E7CB6">
              <w:rPr>
                <w:rFonts w:cs="Calibri"/>
                <w:lang w:val="es-ES" w:eastAsia="es-ES"/>
              </w:rPr>
              <w:t> </w:t>
            </w:r>
            <w:hyperlink r:id="rId1436" w:tooltip="Février" w:history="1">
              <w:r w:rsidRPr="005E7CB6">
                <w:rPr>
                  <w:rFonts w:cs="Calibri"/>
                  <w:lang w:val="es-ES" w:eastAsia="es-ES"/>
                </w:rPr>
                <w:t>février</w:t>
              </w:r>
            </w:hyperlink>
            <w:r w:rsidRPr="005E7CB6">
              <w:rPr>
                <w:rFonts w:cs="Calibri"/>
                <w:lang w:val="es-ES" w:eastAsia="es-ES"/>
              </w:rPr>
              <w:t> </w:t>
            </w:r>
            <w:hyperlink r:id="rId1437" w:tooltip="1913" w:history="1">
              <w:r w:rsidRPr="005E7CB6">
                <w:rPr>
                  <w:rFonts w:cs="Calibri"/>
                  <w:lang w:val="es-ES" w:eastAsia="es-ES"/>
                </w:rPr>
                <w:t>1913</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38" w:tooltip="18 février" w:history="1">
              <w:r w:rsidRPr="005E7CB6">
                <w:rPr>
                  <w:rFonts w:cs="Calibri"/>
                  <w:lang w:val="es-ES" w:eastAsia="es-ES"/>
                </w:rPr>
                <w:t>18</w:t>
              </w:r>
            </w:hyperlink>
            <w:r w:rsidRPr="005E7CB6">
              <w:rPr>
                <w:rFonts w:cs="Calibri"/>
                <w:lang w:val="es-ES" w:eastAsia="es-ES"/>
              </w:rPr>
              <w:t> </w:t>
            </w:r>
            <w:hyperlink r:id="rId1439" w:tooltip="Février" w:history="1">
              <w:r w:rsidRPr="005E7CB6">
                <w:rPr>
                  <w:rFonts w:cs="Calibri"/>
                  <w:lang w:val="es-ES" w:eastAsia="es-ES"/>
                </w:rPr>
                <w:t>février</w:t>
              </w:r>
            </w:hyperlink>
            <w:r w:rsidRPr="005E7CB6">
              <w:rPr>
                <w:rFonts w:cs="Calibri"/>
                <w:lang w:val="es-ES" w:eastAsia="es-ES"/>
              </w:rPr>
              <w:t> </w:t>
            </w:r>
            <w:hyperlink r:id="rId1440" w:tooltip="1920" w:history="1">
              <w:r w:rsidRPr="005E7CB6">
                <w:rPr>
                  <w:rFonts w:cs="Calibri"/>
                  <w:lang w:val="es-ES" w:eastAsia="es-ES"/>
                </w:rPr>
                <w:t>1920</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hyperlink r:id="rId1441" w:tooltip="Alliance démocratique (France)" w:history="1">
              <w:r w:rsidRPr="005E7CB6">
                <w:rPr>
                  <w:rFonts w:cs="Calibri"/>
                  <w:lang w:eastAsia="es-ES"/>
                </w:rPr>
                <w:t>Parti républicain démocratique</w:t>
              </w:r>
            </w:hyperlink>
            <w:r w:rsidRPr="005E7CB6">
              <w:rPr>
                <w:rFonts w:cs="Calibri"/>
                <w:lang w:eastAsia="es-ES"/>
              </w:rPr>
              <w:t xml:space="preserve"> (PRD)</w:t>
            </w:r>
            <w:r w:rsidRPr="005E7CB6">
              <w:rPr>
                <w:rFonts w:cs="Calibri"/>
                <w:lang w:eastAsia="es-ES"/>
              </w:rPr>
              <w:br/>
            </w:r>
            <w:r w:rsidRPr="005E7CB6">
              <w:rPr>
                <w:rFonts w:cs="Calibri"/>
                <w:lang w:eastAsia="es-ES"/>
              </w:rPr>
              <w:br/>
            </w:r>
            <w:hyperlink r:id="rId1442" w:tooltip="Alliance démocratique (France)" w:history="1">
              <w:r w:rsidRPr="005E7CB6">
                <w:rPr>
                  <w:rFonts w:cs="Calibri"/>
                  <w:lang w:eastAsia="es-ES"/>
                </w:rPr>
                <w:t>Alliance républicaine démocratique</w:t>
              </w:r>
            </w:hyperlink>
            <w:r w:rsidRPr="005E7CB6">
              <w:rPr>
                <w:rFonts w:cs="Calibri"/>
                <w:lang w:eastAsia="es-ES"/>
              </w:rPr>
              <w:t xml:space="preserve"> (ARD)</w:t>
            </w:r>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La </w:t>
            </w:r>
            <w:hyperlink r:id="rId1443" w:tooltip="Première Guerre mondiale" w:history="1">
              <w:r w:rsidRPr="005E7CB6">
                <w:rPr>
                  <w:rFonts w:cs="Calibri"/>
                  <w:lang w:eastAsia="es-ES"/>
                </w:rPr>
                <w:t>Première Guerre mondiale</w:t>
              </w:r>
            </w:hyperlink>
            <w:r w:rsidRPr="005E7CB6">
              <w:rPr>
                <w:rFonts w:cs="Calibri"/>
                <w:lang w:eastAsia="es-ES"/>
              </w:rPr>
              <w:t xml:space="preserve"> éclate alors qu'il est président. Il occupe par la suite la fonction de </w:t>
            </w:r>
            <w:hyperlink r:id="rId1444" w:tooltip="Président du Conseil" w:history="1">
              <w:r w:rsidRPr="005E7CB6">
                <w:rPr>
                  <w:rFonts w:cs="Calibri"/>
                  <w:lang w:eastAsia="es-ES"/>
                </w:rPr>
                <w:t>président du Conseil</w:t>
              </w:r>
            </w:hyperlink>
            <w:r w:rsidRPr="005E7CB6">
              <w:rPr>
                <w:rFonts w:cs="Calibri"/>
                <w:lang w:eastAsia="es-ES"/>
              </w:rPr>
              <w:t xml:space="preserve"> de 1922 à 1924, puis de 1926 à 1929.</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11</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45" w:tooltip="Paul Deschanel" w:history="1">
              <w:r w:rsidRPr="005E7CB6">
                <w:rPr>
                  <w:rFonts w:cs="Calibri"/>
                  <w:b/>
                  <w:bCs/>
                  <w:lang w:val="es-ES" w:eastAsia="es-ES"/>
                </w:rPr>
                <w:t>Paul Deschanel</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46" w:history="1">
              <w:r w:rsidRPr="005E7CB6">
                <w:rPr>
                  <w:rFonts w:cs="Calibri"/>
                  <w:noProof/>
                  <w:lang w:val="es-ES" w:eastAsia="es-ES"/>
                </w:rPr>
                <w:pict>
                  <v:shape id="Imagen 12" o:spid="_x0000_i1126" type="#_x0000_t75" alt="Paul Deschanel 02.jpg" href="http://fr.wikipedia.org/wiki/Fichier:Paul_Deschanel_02.j" style="width:52.5pt;height:71.25pt;visibility:visible" o:button="t">
                    <v:fill o:detectmouseclick="t"/>
                    <v:imagedata r:id="rId1447"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48" w:tooltip="18 février" w:history="1">
              <w:r w:rsidRPr="005E7CB6">
                <w:rPr>
                  <w:rFonts w:cs="Calibri"/>
                  <w:lang w:val="es-ES" w:eastAsia="es-ES"/>
                </w:rPr>
                <w:t>18</w:t>
              </w:r>
            </w:hyperlink>
            <w:r w:rsidRPr="005E7CB6">
              <w:rPr>
                <w:rFonts w:cs="Calibri"/>
                <w:lang w:val="es-ES" w:eastAsia="es-ES"/>
              </w:rPr>
              <w:t> </w:t>
            </w:r>
            <w:hyperlink r:id="rId1449" w:tooltip="Février" w:history="1">
              <w:r w:rsidRPr="005E7CB6">
                <w:rPr>
                  <w:rFonts w:cs="Calibri"/>
                  <w:lang w:val="es-ES" w:eastAsia="es-ES"/>
                </w:rPr>
                <w:t>février</w:t>
              </w:r>
            </w:hyperlink>
            <w:r w:rsidRPr="005E7CB6">
              <w:rPr>
                <w:rFonts w:cs="Calibri"/>
                <w:lang w:val="es-ES" w:eastAsia="es-ES"/>
              </w:rPr>
              <w:t> </w:t>
            </w:r>
            <w:hyperlink r:id="rId1450" w:tooltip="1920" w:history="1">
              <w:r w:rsidRPr="005E7CB6">
                <w:rPr>
                  <w:rFonts w:cs="Calibri"/>
                  <w:lang w:val="es-ES" w:eastAsia="es-ES"/>
                </w:rPr>
                <w:t>1920</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51" w:tooltip="21 septembre" w:history="1">
              <w:r w:rsidRPr="005E7CB6">
                <w:rPr>
                  <w:rFonts w:cs="Calibri"/>
                  <w:lang w:val="es-ES" w:eastAsia="es-ES"/>
                </w:rPr>
                <w:t>21</w:t>
              </w:r>
            </w:hyperlink>
            <w:r w:rsidRPr="005E7CB6">
              <w:rPr>
                <w:rFonts w:cs="Calibri"/>
                <w:lang w:val="es-ES" w:eastAsia="es-ES"/>
              </w:rPr>
              <w:t> </w:t>
            </w:r>
            <w:hyperlink r:id="rId1452" w:tooltip="Septembre" w:history="1">
              <w:r w:rsidRPr="005E7CB6">
                <w:rPr>
                  <w:rFonts w:cs="Calibri"/>
                  <w:lang w:val="es-ES" w:eastAsia="es-ES"/>
                </w:rPr>
                <w:t>septembre</w:t>
              </w:r>
            </w:hyperlink>
            <w:r w:rsidRPr="005E7CB6">
              <w:rPr>
                <w:rFonts w:cs="Calibri"/>
                <w:lang w:val="es-ES" w:eastAsia="es-ES"/>
              </w:rPr>
              <w:t> </w:t>
            </w:r>
            <w:hyperlink r:id="rId1453" w:tooltip="1920" w:history="1">
              <w:r w:rsidRPr="005E7CB6">
                <w:rPr>
                  <w:rFonts w:cs="Calibri"/>
                  <w:lang w:val="es-ES" w:eastAsia="es-ES"/>
                </w:rPr>
                <w:t>1920</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hyperlink r:id="rId1454" w:tooltip="Alliance démocratique (France)" w:history="1">
              <w:r w:rsidRPr="005E7CB6">
                <w:rPr>
                  <w:rFonts w:cs="Calibri"/>
                  <w:lang w:eastAsia="es-ES"/>
                </w:rPr>
                <w:t>Alliance républicaine démocratique</w:t>
              </w:r>
            </w:hyperlink>
            <w:r w:rsidRPr="005E7CB6">
              <w:rPr>
                <w:rFonts w:cs="Calibri"/>
                <w:lang w:eastAsia="es-ES"/>
              </w:rPr>
              <w:t xml:space="preserve"> (ARD)</w:t>
            </w:r>
            <w:r w:rsidRPr="005E7CB6">
              <w:rPr>
                <w:rFonts w:cs="Calibri"/>
                <w:lang w:eastAsia="es-ES"/>
              </w:rPr>
              <w:br/>
            </w:r>
            <w:r w:rsidRPr="005E7CB6">
              <w:rPr>
                <w:rFonts w:cs="Calibri"/>
                <w:lang w:eastAsia="es-ES"/>
              </w:rPr>
              <w:br/>
            </w:r>
            <w:hyperlink r:id="rId1455" w:tooltip="Alliance démocratique (France)" w:history="1">
              <w:r w:rsidRPr="005E7CB6">
                <w:rPr>
                  <w:rFonts w:cs="Calibri"/>
                  <w:lang w:eastAsia="es-ES"/>
                </w:rPr>
                <w:t>Parti républicain démocratique et social</w:t>
              </w:r>
            </w:hyperlink>
            <w:r w:rsidRPr="005E7CB6">
              <w:rPr>
                <w:rFonts w:cs="Calibri"/>
                <w:lang w:eastAsia="es-ES"/>
              </w:rPr>
              <w:t xml:space="preserve"> (PRDS)</w:t>
            </w:r>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Homme de lettres élu à l'</w:t>
            </w:r>
            <w:hyperlink r:id="rId1456" w:tooltip="Académie française" w:history="1">
              <w:r w:rsidRPr="005E7CB6">
                <w:rPr>
                  <w:rFonts w:cs="Calibri"/>
                  <w:lang w:eastAsia="es-ES"/>
                </w:rPr>
                <w:t>Académie française</w:t>
              </w:r>
            </w:hyperlink>
            <w:r w:rsidRPr="005E7CB6">
              <w:rPr>
                <w:rFonts w:cs="Calibri"/>
                <w:lang w:eastAsia="es-ES"/>
              </w:rPr>
              <w:t xml:space="preserve">, il devance le populaire </w:t>
            </w:r>
            <w:hyperlink r:id="rId1457" w:tooltip="Georges Clemenceau" w:history="1">
              <w:r w:rsidRPr="005E7CB6">
                <w:rPr>
                  <w:rFonts w:cs="Calibri"/>
                  <w:lang w:eastAsia="es-ES"/>
                </w:rPr>
                <w:t>Georges Clemenceau</w:t>
              </w:r>
            </w:hyperlink>
            <w:r w:rsidRPr="005E7CB6">
              <w:rPr>
                <w:rFonts w:cs="Calibri"/>
                <w:lang w:eastAsia="es-ES"/>
              </w:rPr>
              <w:t>, à la suprise générale, lors de l'</w:t>
            </w:r>
            <w:hyperlink r:id="rId1458" w:anchor=".C3.89lection_pr.C3.A9sidentielle_de_janvier_1920" w:tooltip="Élections présidentielles sous la Troisième République" w:history="1">
              <w:r w:rsidRPr="005E7CB6">
                <w:rPr>
                  <w:rFonts w:cs="Calibri"/>
                  <w:lang w:eastAsia="es-ES"/>
                </w:rPr>
                <w:t>élection présidentielle de janvier 1920</w:t>
              </w:r>
            </w:hyperlink>
            <w:r w:rsidRPr="005E7CB6">
              <w:rPr>
                <w:rFonts w:cs="Calibri"/>
                <w:lang w:eastAsia="es-ES"/>
              </w:rPr>
              <w:t>. Il est cependant contraint de démissionner au bout de huit mois, en raison de problèmes de santé.</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12</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59" w:tooltip="Alexandre Millerand" w:history="1">
              <w:r w:rsidRPr="005E7CB6">
                <w:rPr>
                  <w:rFonts w:cs="Calibri"/>
                  <w:b/>
                  <w:bCs/>
                  <w:lang w:val="es-ES" w:eastAsia="es-ES"/>
                </w:rPr>
                <w:t>Alexandre Millerand</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60" w:history="1">
              <w:r w:rsidRPr="005E7CB6">
                <w:rPr>
                  <w:rFonts w:cs="Calibri"/>
                  <w:noProof/>
                  <w:lang w:val="es-ES" w:eastAsia="es-ES"/>
                </w:rPr>
                <w:pict>
                  <v:shape id="Imagen 13" o:spid="_x0000_i1127" type="#_x0000_t75" alt="Alexandre Millerand, 12e président de la République française.jpg" href="http://fr.wikipedia.org/wiki/Fichier:Alexandre_Millerand,_12e_pr%C3%A9sident_de_la_R%C3%A9publique_fran%C3%A7aise.j" style="width:52.5pt;height:82.5pt;visibility:visible" o:button="t">
                    <v:fill o:detectmouseclick="t"/>
                    <v:imagedata r:id="rId1461"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62" w:tooltip="23 septembre" w:history="1">
              <w:r w:rsidRPr="005E7CB6">
                <w:rPr>
                  <w:rFonts w:cs="Calibri"/>
                  <w:lang w:val="es-ES" w:eastAsia="es-ES"/>
                </w:rPr>
                <w:t>23</w:t>
              </w:r>
            </w:hyperlink>
            <w:r w:rsidRPr="005E7CB6">
              <w:rPr>
                <w:rFonts w:cs="Calibri"/>
                <w:lang w:val="es-ES" w:eastAsia="es-ES"/>
              </w:rPr>
              <w:t> </w:t>
            </w:r>
            <w:hyperlink r:id="rId1463" w:tooltip="Septembre" w:history="1">
              <w:r w:rsidRPr="005E7CB6">
                <w:rPr>
                  <w:rFonts w:cs="Calibri"/>
                  <w:lang w:val="es-ES" w:eastAsia="es-ES"/>
                </w:rPr>
                <w:t>septembre</w:t>
              </w:r>
            </w:hyperlink>
            <w:r w:rsidRPr="005E7CB6">
              <w:rPr>
                <w:rFonts w:cs="Calibri"/>
                <w:lang w:val="es-ES" w:eastAsia="es-ES"/>
              </w:rPr>
              <w:t> </w:t>
            </w:r>
            <w:hyperlink r:id="rId1464" w:tooltip="1920" w:history="1">
              <w:r w:rsidRPr="005E7CB6">
                <w:rPr>
                  <w:rFonts w:cs="Calibri"/>
                  <w:lang w:val="es-ES" w:eastAsia="es-ES"/>
                </w:rPr>
                <w:t>1920</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65" w:tooltip="11 juin" w:history="1">
              <w:r w:rsidRPr="005E7CB6">
                <w:rPr>
                  <w:rFonts w:cs="Calibri"/>
                  <w:lang w:val="es-ES" w:eastAsia="es-ES"/>
                </w:rPr>
                <w:t>11</w:t>
              </w:r>
            </w:hyperlink>
            <w:r w:rsidRPr="005E7CB6">
              <w:rPr>
                <w:rFonts w:cs="Calibri"/>
                <w:lang w:val="es-ES" w:eastAsia="es-ES"/>
              </w:rPr>
              <w:t> </w:t>
            </w:r>
            <w:hyperlink r:id="rId1466" w:tooltip="Juin" w:history="1">
              <w:r w:rsidRPr="005E7CB6">
                <w:rPr>
                  <w:rFonts w:cs="Calibri"/>
                  <w:lang w:val="es-ES" w:eastAsia="es-ES"/>
                </w:rPr>
                <w:t>juin</w:t>
              </w:r>
            </w:hyperlink>
            <w:r w:rsidRPr="005E7CB6">
              <w:rPr>
                <w:rFonts w:cs="Calibri"/>
                <w:lang w:val="es-ES" w:eastAsia="es-ES"/>
              </w:rPr>
              <w:t> </w:t>
            </w:r>
            <w:hyperlink r:id="rId1467" w:tooltip="1924" w:history="1">
              <w:r w:rsidRPr="005E7CB6">
                <w:rPr>
                  <w:rFonts w:cs="Calibri"/>
                  <w:lang w:val="es-ES" w:eastAsia="es-ES"/>
                </w:rPr>
                <w:t>1924</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68" w:tooltip="Sans étiquette" w:history="1">
              <w:r w:rsidRPr="005E7CB6">
                <w:rPr>
                  <w:rFonts w:cs="Calibri"/>
                  <w:lang w:val="es-ES" w:eastAsia="es-ES"/>
                </w:rPr>
                <w:t>Sans étiquette</w:t>
              </w:r>
            </w:hyperlink>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w:t>
            </w:r>
            <w:hyperlink r:id="rId1469" w:tooltip="Socialistes indépendants" w:history="1">
              <w:r w:rsidRPr="005E7CB6">
                <w:rPr>
                  <w:rFonts w:cs="Calibri"/>
                  <w:lang w:eastAsia="es-ES"/>
                </w:rPr>
                <w:t>Socialiste indépendant</w:t>
              </w:r>
            </w:hyperlink>
            <w:r w:rsidRPr="005E7CB6">
              <w:rPr>
                <w:rFonts w:cs="Calibri"/>
                <w:lang w:eastAsia="es-ES"/>
              </w:rPr>
              <w:t xml:space="preserve"> » de plus en plus orienté à droite, il démissionne au bout de quatre ans, à la suite de la victoire du </w:t>
            </w:r>
            <w:hyperlink r:id="rId1470" w:tooltip="Cartel des gauches" w:history="1">
              <w:r w:rsidRPr="005E7CB6">
                <w:rPr>
                  <w:rFonts w:cs="Calibri"/>
                  <w:lang w:eastAsia="es-ES"/>
                </w:rPr>
                <w:t>Cartel des gauches</w:t>
              </w:r>
            </w:hyperlink>
            <w:r w:rsidRPr="005E7CB6">
              <w:rPr>
                <w:rFonts w:cs="Calibri"/>
                <w:lang w:eastAsia="es-ES"/>
              </w:rPr>
              <w:t xml:space="preserve"> aux </w:t>
            </w:r>
            <w:hyperlink r:id="rId1471" w:anchor=".C3.89lections_de_1924" w:tooltip="Élections législatives sous la Troisième République" w:history="1">
              <w:r w:rsidRPr="005E7CB6">
                <w:rPr>
                  <w:rFonts w:cs="Calibri"/>
                  <w:lang w:eastAsia="es-ES"/>
                </w:rPr>
                <w:t>élections législatives de 1924</w:t>
              </w:r>
            </w:hyperlink>
            <w:r w:rsidRPr="005E7CB6">
              <w:rPr>
                <w:rFonts w:cs="Calibri"/>
                <w:lang w:eastAsia="es-ES"/>
              </w:rPr>
              <w: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13</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72" w:tooltip="Gaston Doumergue" w:history="1">
              <w:r w:rsidRPr="005E7CB6">
                <w:rPr>
                  <w:rFonts w:cs="Calibri"/>
                  <w:b/>
                  <w:bCs/>
                  <w:lang w:val="es-ES" w:eastAsia="es-ES"/>
                </w:rPr>
                <w:t>Gaston Doumergue</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73" w:history="1">
              <w:r w:rsidRPr="005E7CB6">
                <w:rPr>
                  <w:rFonts w:cs="Calibri"/>
                  <w:noProof/>
                  <w:lang w:val="es-ES" w:eastAsia="es-ES"/>
                </w:rPr>
                <w:pict>
                  <v:shape id="Imagen 14" o:spid="_x0000_i1128" type="#_x0000_t75" alt="Gaston Doumergue.jpg" href="http://fr.wikipedia.org/wiki/Fichier:Gaston_Doumergue.j" style="width:52.5pt;height:67.5pt;visibility:visible" o:button="t">
                    <v:fill o:detectmouseclick="t"/>
                    <v:imagedata r:id="rId1474"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75" w:tooltip="13 juin" w:history="1">
              <w:r w:rsidRPr="005E7CB6">
                <w:rPr>
                  <w:rFonts w:cs="Calibri"/>
                  <w:lang w:val="es-ES" w:eastAsia="es-ES"/>
                </w:rPr>
                <w:t>13</w:t>
              </w:r>
            </w:hyperlink>
            <w:r w:rsidRPr="005E7CB6">
              <w:rPr>
                <w:rFonts w:cs="Calibri"/>
                <w:lang w:val="es-ES" w:eastAsia="es-ES"/>
              </w:rPr>
              <w:t> </w:t>
            </w:r>
            <w:hyperlink r:id="rId1476" w:tooltip="Juin" w:history="1">
              <w:r w:rsidRPr="005E7CB6">
                <w:rPr>
                  <w:rFonts w:cs="Calibri"/>
                  <w:lang w:val="es-ES" w:eastAsia="es-ES"/>
                </w:rPr>
                <w:t>juin</w:t>
              </w:r>
            </w:hyperlink>
            <w:r w:rsidRPr="005E7CB6">
              <w:rPr>
                <w:rFonts w:cs="Calibri"/>
                <w:lang w:val="es-ES" w:eastAsia="es-ES"/>
              </w:rPr>
              <w:t> </w:t>
            </w:r>
            <w:hyperlink r:id="rId1477" w:tooltip="1924" w:history="1">
              <w:r w:rsidRPr="005E7CB6">
                <w:rPr>
                  <w:rFonts w:cs="Calibri"/>
                  <w:lang w:val="es-ES" w:eastAsia="es-ES"/>
                </w:rPr>
                <w:t>1924</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78" w:tooltip="13 juin" w:history="1">
              <w:r w:rsidRPr="005E7CB6">
                <w:rPr>
                  <w:rFonts w:cs="Calibri"/>
                  <w:lang w:val="es-ES" w:eastAsia="es-ES"/>
                </w:rPr>
                <w:t>13</w:t>
              </w:r>
            </w:hyperlink>
            <w:r w:rsidRPr="005E7CB6">
              <w:rPr>
                <w:rFonts w:cs="Calibri"/>
                <w:lang w:val="es-ES" w:eastAsia="es-ES"/>
              </w:rPr>
              <w:t> </w:t>
            </w:r>
            <w:hyperlink r:id="rId1479" w:tooltip="Juin" w:history="1">
              <w:r w:rsidRPr="005E7CB6">
                <w:rPr>
                  <w:rFonts w:cs="Calibri"/>
                  <w:lang w:val="es-ES" w:eastAsia="es-ES"/>
                </w:rPr>
                <w:t>juin</w:t>
              </w:r>
            </w:hyperlink>
            <w:r w:rsidRPr="005E7CB6">
              <w:rPr>
                <w:rFonts w:cs="Calibri"/>
                <w:lang w:val="es-ES" w:eastAsia="es-ES"/>
              </w:rPr>
              <w:t> </w:t>
            </w:r>
            <w:hyperlink r:id="rId1480" w:tooltip="1931" w:history="1">
              <w:r w:rsidRPr="005E7CB6">
                <w:rPr>
                  <w:rFonts w:cs="Calibri"/>
                  <w:lang w:val="es-ES" w:eastAsia="es-ES"/>
                </w:rPr>
                <w:t>1931</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81" w:tooltip="Parti républicain, radical et radical-socialiste" w:history="1">
              <w:r w:rsidRPr="005E7CB6">
                <w:rPr>
                  <w:rFonts w:cs="Calibri"/>
                  <w:lang w:val="es-ES" w:eastAsia="es-ES"/>
                </w:rPr>
                <w:t>Radical</w:t>
              </w:r>
            </w:hyperlink>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eastAsia="es-ES"/>
              </w:rPr>
              <w:t>Premier président protestant, il se déclare partisan d'une politique de fermeté vis-à-vis de l'</w:t>
            </w:r>
            <w:hyperlink r:id="rId1482" w:tooltip="Allemagne" w:history="1">
              <w:r w:rsidRPr="005E7CB6">
                <w:rPr>
                  <w:rFonts w:cs="Calibri"/>
                  <w:lang w:eastAsia="es-ES"/>
                </w:rPr>
                <w:t>Allemagne</w:t>
              </w:r>
            </w:hyperlink>
            <w:r w:rsidRPr="005E7CB6">
              <w:rPr>
                <w:rFonts w:cs="Calibri"/>
                <w:lang w:eastAsia="es-ES"/>
              </w:rPr>
              <w:t xml:space="preserve"> face au </w:t>
            </w:r>
            <w:hyperlink r:id="rId1483" w:tooltip="Nationalisme" w:history="1">
              <w:r w:rsidRPr="005E7CB6">
                <w:rPr>
                  <w:rFonts w:cs="Calibri"/>
                  <w:lang w:eastAsia="es-ES"/>
                </w:rPr>
                <w:t>nationalisme</w:t>
              </w:r>
            </w:hyperlink>
            <w:r w:rsidRPr="005E7CB6">
              <w:rPr>
                <w:rFonts w:cs="Calibri"/>
                <w:lang w:eastAsia="es-ES"/>
              </w:rPr>
              <w:t xml:space="preserve"> renaissant. </w:t>
            </w:r>
            <w:r w:rsidRPr="005E7CB6">
              <w:rPr>
                <w:rFonts w:cs="Calibri"/>
                <w:lang w:val="es-ES" w:eastAsia="es-ES"/>
              </w:rPr>
              <w:t>Son septennat est marqué par une forte instabilité ministérielle.</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FFF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14</w:t>
            </w:r>
          </w:p>
        </w:tc>
        <w:tc>
          <w:tcPr>
            <w:tcW w:w="975"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84" w:tooltip="Paul Doumer" w:history="1">
              <w:r w:rsidRPr="005E7CB6">
                <w:rPr>
                  <w:rFonts w:cs="Calibri"/>
                  <w:b/>
                  <w:bCs/>
                  <w:lang w:val="es-ES" w:eastAsia="es-ES"/>
                </w:rPr>
                <w:t>Paul Doumer</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85" w:history="1">
              <w:r w:rsidRPr="005E7CB6">
                <w:rPr>
                  <w:rFonts w:cs="Calibri"/>
                  <w:noProof/>
                  <w:lang w:val="es-ES" w:eastAsia="es-ES"/>
                </w:rPr>
                <w:pict>
                  <v:shape id="Imagen 15" o:spid="_x0000_i1129" type="#_x0000_t75" alt="Paul Doumer.jpg" href="http://fr.wikipedia.org/wiki/Fichier:Paul_Doumer.j" style="width:52.5pt;height:67.5pt;visibility:visible" o:button="t">
                    <v:fill o:detectmouseclick="t"/>
                    <v:imagedata r:id="rId1486"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87" w:tooltip="13 juin" w:history="1">
              <w:r w:rsidRPr="005E7CB6">
                <w:rPr>
                  <w:rFonts w:cs="Calibri"/>
                  <w:lang w:val="es-ES" w:eastAsia="es-ES"/>
                </w:rPr>
                <w:t>13</w:t>
              </w:r>
            </w:hyperlink>
            <w:r w:rsidRPr="005E7CB6">
              <w:rPr>
                <w:rFonts w:cs="Calibri"/>
                <w:lang w:val="es-ES" w:eastAsia="es-ES"/>
              </w:rPr>
              <w:t> </w:t>
            </w:r>
            <w:hyperlink r:id="rId1488" w:tooltip="Juin" w:history="1">
              <w:r w:rsidRPr="005E7CB6">
                <w:rPr>
                  <w:rFonts w:cs="Calibri"/>
                  <w:lang w:val="es-ES" w:eastAsia="es-ES"/>
                </w:rPr>
                <w:t>juin</w:t>
              </w:r>
            </w:hyperlink>
            <w:r w:rsidRPr="005E7CB6">
              <w:rPr>
                <w:rFonts w:cs="Calibri"/>
                <w:lang w:val="es-ES" w:eastAsia="es-ES"/>
              </w:rPr>
              <w:t> </w:t>
            </w:r>
            <w:hyperlink r:id="rId1489" w:tooltip="1931" w:history="1">
              <w:r w:rsidRPr="005E7CB6">
                <w:rPr>
                  <w:rFonts w:cs="Calibri"/>
                  <w:lang w:val="es-ES" w:eastAsia="es-ES"/>
                </w:rPr>
                <w:t>1931</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90" w:tooltip="7 mai" w:history="1">
              <w:r w:rsidRPr="005E7CB6">
                <w:rPr>
                  <w:rFonts w:cs="Calibri"/>
                  <w:lang w:val="es-ES" w:eastAsia="es-ES"/>
                </w:rPr>
                <w:t>7</w:t>
              </w:r>
            </w:hyperlink>
            <w:r w:rsidRPr="005E7CB6">
              <w:rPr>
                <w:rFonts w:cs="Calibri"/>
                <w:lang w:val="es-ES" w:eastAsia="es-ES"/>
              </w:rPr>
              <w:t> </w:t>
            </w:r>
            <w:hyperlink r:id="rId1491" w:tooltip="Mai" w:history="1">
              <w:r w:rsidRPr="005E7CB6">
                <w:rPr>
                  <w:rFonts w:cs="Calibri"/>
                  <w:lang w:val="es-ES" w:eastAsia="es-ES"/>
                </w:rPr>
                <w:t>mai</w:t>
              </w:r>
            </w:hyperlink>
            <w:r w:rsidRPr="005E7CB6">
              <w:rPr>
                <w:rFonts w:cs="Calibri"/>
                <w:lang w:val="es-ES" w:eastAsia="es-ES"/>
              </w:rPr>
              <w:t> </w:t>
            </w:r>
            <w:hyperlink r:id="rId1492" w:tooltip="1932" w:history="1">
              <w:r w:rsidRPr="005E7CB6">
                <w:rPr>
                  <w:rFonts w:cs="Calibri"/>
                  <w:lang w:val="es-ES" w:eastAsia="es-ES"/>
                </w:rPr>
                <w:t>1932</w:t>
              </w:r>
            </w:hyperlink>
          </w:p>
        </w:tc>
        <w:tc>
          <w:tcPr>
            <w:tcW w:w="1367" w:type="dxa"/>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93" w:tooltip="Parti républicain, radical et radical-socialiste" w:history="1">
              <w:r w:rsidRPr="005E7CB6">
                <w:rPr>
                  <w:rFonts w:cs="Calibri"/>
                  <w:lang w:val="es-ES" w:eastAsia="es-ES"/>
                </w:rPr>
                <w:t>Radical</w:t>
              </w:r>
            </w:hyperlink>
          </w:p>
        </w:tc>
        <w:tc>
          <w:tcPr>
            <w:tcW w:w="1572"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Élu au second tour de scrutin, après avoir dépassé le pacifiste </w:t>
            </w:r>
            <w:hyperlink r:id="rId1494" w:tooltip="Aristide Briand" w:history="1">
              <w:r w:rsidRPr="005E7CB6">
                <w:rPr>
                  <w:rFonts w:cs="Calibri"/>
                  <w:lang w:eastAsia="es-ES"/>
                </w:rPr>
                <w:t>Aristide Briand</w:t>
              </w:r>
            </w:hyperlink>
            <w:r w:rsidRPr="005E7CB6">
              <w:rPr>
                <w:rFonts w:cs="Calibri"/>
                <w:lang w:eastAsia="es-ES"/>
              </w:rPr>
              <w:t xml:space="preserve">, il est assassiné par un déséquilibré du nom de </w:t>
            </w:r>
            <w:hyperlink r:id="rId1495" w:tooltip="Paul Gorgulov" w:history="1">
              <w:r w:rsidRPr="005E7CB6">
                <w:rPr>
                  <w:rFonts w:cs="Calibri"/>
                  <w:lang w:eastAsia="es-ES"/>
                </w:rPr>
                <w:t>Paul Gorgulov</w:t>
              </w:r>
            </w:hyperlink>
            <w:r w:rsidRPr="005E7CB6">
              <w:rPr>
                <w:rFonts w:cs="Calibri"/>
                <w:lang w:eastAsia="es-ES"/>
              </w:rPr>
              <w:t>.</w:t>
            </w:r>
          </w:p>
        </w:tc>
      </w:tr>
      <w:tr w:rsidR="00086070" w:rsidRPr="005E7CB6" w:rsidTr="004E328B">
        <w:tc>
          <w:tcPr>
            <w:tcW w:w="540" w:type="dxa"/>
            <w:tcBorders>
              <w:top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15</w:t>
            </w:r>
          </w:p>
        </w:tc>
        <w:tc>
          <w:tcPr>
            <w:tcW w:w="975"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96" w:tooltip="Albert Lebrun" w:history="1">
              <w:r w:rsidRPr="005E7CB6">
                <w:rPr>
                  <w:rFonts w:cs="Calibri"/>
                  <w:b/>
                  <w:bCs/>
                  <w:lang w:val="es-ES" w:eastAsia="es-ES"/>
                </w:rPr>
                <w:t>Albert Lebrun</w:t>
              </w:r>
            </w:hyperlink>
          </w:p>
        </w:tc>
        <w:tc>
          <w:tcPr>
            <w:tcW w:w="1166"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97" w:history="1">
              <w:r w:rsidRPr="005E7CB6">
                <w:rPr>
                  <w:rFonts w:cs="Calibri"/>
                  <w:noProof/>
                  <w:lang w:val="es-ES" w:eastAsia="es-ES"/>
                </w:rPr>
                <w:pict>
                  <v:shape id="Imagen 16" o:spid="_x0000_i1130" type="#_x0000_t75" alt="Albert Lebrun 1937.jpg" href="http://fr.wikipedia.org/wiki/Fichier:Albert_Lebrun_1937.j" style="width:52.5pt;height:72.75pt;visibility:visible" o:button="t">
                    <v:fill o:detectmouseclick="t"/>
                    <v:imagedata r:id="rId1498" o:title=""/>
                  </v:shape>
                </w:pic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499" w:tooltip="10 mai" w:history="1">
              <w:r w:rsidRPr="005E7CB6">
                <w:rPr>
                  <w:rFonts w:cs="Calibri"/>
                  <w:lang w:val="es-ES" w:eastAsia="es-ES"/>
                </w:rPr>
                <w:t>10</w:t>
              </w:r>
            </w:hyperlink>
            <w:r w:rsidRPr="005E7CB6">
              <w:rPr>
                <w:rFonts w:cs="Calibri"/>
                <w:lang w:val="es-ES" w:eastAsia="es-ES"/>
              </w:rPr>
              <w:t> </w:t>
            </w:r>
            <w:hyperlink r:id="rId1500" w:tooltip="Mai" w:history="1">
              <w:r w:rsidRPr="005E7CB6">
                <w:rPr>
                  <w:rFonts w:cs="Calibri"/>
                  <w:lang w:val="es-ES" w:eastAsia="es-ES"/>
                </w:rPr>
                <w:t>mai</w:t>
              </w:r>
            </w:hyperlink>
            <w:r w:rsidRPr="005E7CB6">
              <w:rPr>
                <w:rFonts w:cs="Calibri"/>
                <w:lang w:val="es-ES" w:eastAsia="es-ES"/>
              </w:rPr>
              <w:t> </w:t>
            </w:r>
            <w:hyperlink r:id="rId1501" w:tooltip="1932" w:history="1">
              <w:r w:rsidRPr="005E7CB6">
                <w:rPr>
                  <w:rFonts w:cs="Calibri"/>
                  <w:lang w:val="es-ES" w:eastAsia="es-ES"/>
                </w:rPr>
                <w:t>1932</w:t>
              </w:r>
            </w:hyperlink>
          </w:p>
        </w:tc>
        <w:tc>
          <w:tcPr>
            <w:tcW w:w="1838"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02" w:tooltip="11 juillet" w:history="1">
              <w:r w:rsidRPr="005E7CB6">
                <w:rPr>
                  <w:rFonts w:cs="Calibri"/>
                  <w:lang w:val="es-ES" w:eastAsia="es-ES"/>
                </w:rPr>
                <w:t>11</w:t>
              </w:r>
            </w:hyperlink>
            <w:r w:rsidRPr="005E7CB6">
              <w:rPr>
                <w:rFonts w:cs="Calibri"/>
                <w:lang w:val="es-ES" w:eastAsia="es-ES"/>
              </w:rPr>
              <w:t> </w:t>
            </w:r>
            <w:hyperlink r:id="rId1503" w:tooltip="Juillet 1940" w:history="1">
              <w:r w:rsidRPr="005E7CB6">
                <w:rPr>
                  <w:rFonts w:cs="Calibri"/>
                  <w:lang w:val="es-ES" w:eastAsia="es-ES"/>
                </w:rPr>
                <w:t>juillet</w:t>
              </w:r>
            </w:hyperlink>
            <w:r w:rsidRPr="005E7CB6">
              <w:rPr>
                <w:rFonts w:cs="Calibri"/>
                <w:lang w:val="es-ES" w:eastAsia="es-ES"/>
              </w:rPr>
              <w:t> </w:t>
            </w:r>
            <w:hyperlink r:id="rId1504" w:tooltip="1940" w:history="1">
              <w:r w:rsidRPr="005E7CB6">
                <w:rPr>
                  <w:rFonts w:cs="Calibri"/>
                  <w:lang w:val="es-ES" w:eastAsia="es-ES"/>
                </w:rPr>
                <w:t>1940</w:t>
              </w:r>
            </w:hyperlink>
            <w:r w:rsidRPr="005E7CB6">
              <w:rPr>
                <w:rFonts w:cs="Calibri"/>
                <w:lang w:val="es-ES" w:eastAsia="es-ES"/>
              </w:rPr>
              <w:br/>
              <w:t>(</w:t>
            </w:r>
            <w:r w:rsidRPr="005E7CB6">
              <w:rPr>
                <w:rFonts w:cs="Calibri"/>
                <w:i/>
                <w:iCs/>
                <w:lang w:val="es-ES" w:eastAsia="es-ES"/>
              </w:rPr>
              <w:t>de facto</w:t>
            </w:r>
            <w:r w:rsidRPr="005E7CB6">
              <w:rPr>
                <w:rFonts w:cs="Calibri"/>
                <w:lang w:val="es-ES" w:eastAsia="es-ES"/>
              </w:rPr>
              <w:t>)</w:t>
            </w:r>
          </w:p>
        </w:tc>
        <w:tc>
          <w:tcPr>
            <w:tcW w:w="1367" w:type="dxa"/>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05" w:tooltip="Alliance démocratique (France)" w:history="1">
              <w:r w:rsidRPr="005E7CB6">
                <w:rPr>
                  <w:rFonts w:cs="Calibri"/>
                  <w:lang w:val="es-ES" w:eastAsia="es-ES"/>
                </w:rPr>
                <w:t>Alliance démocratique</w:t>
              </w:r>
            </w:hyperlink>
            <w:r w:rsidRPr="005E7CB6">
              <w:rPr>
                <w:rFonts w:cs="Calibri"/>
                <w:lang w:val="es-ES" w:eastAsia="es-ES"/>
              </w:rPr>
              <w:t xml:space="preserve"> (AD)</w:t>
            </w:r>
          </w:p>
        </w:tc>
        <w:tc>
          <w:tcPr>
            <w:tcW w:w="1572"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Réélu en </w:t>
            </w:r>
            <w:hyperlink r:id="rId1506" w:anchor=".C3.89lection_pr.C3.A9sidentielle_de_1939" w:tooltip="Élections présidentielles sous la Troisième République" w:history="1">
              <w:r w:rsidRPr="005E7CB6">
                <w:rPr>
                  <w:rFonts w:cs="Calibri"/>
                  <w:lang w:eastAsia="es-ES"/>
                </w:rPr>
                <w:t>1939</w:t>
              </w:r>
            </w:hyperlink>
            <w:r w:rsidRPr="005E7CB6">
              <w:rPr>
                <w:rFonts w:cs="Calibri"/>
                <w:lang w:eastAsia="es-ES"/>
              </w:rPr>
              <w:t xml:space="preserve">, son second mandat est suspendu </w:t>
            </w:r>
            <w:hyperlink r:id="rId1507" w:tooltip="De facto" w:history="1">
              <w:r w:rsidRPr="005E7CB6">
                <w:rPr>
                  <w:rFonts w:cs="Calibri"/>
                  <w:i/>
                  <w:iCs/>
                  <w:lang w:eastAsia="es-ES"/>
                </w:rPr>
                <w:t>de facto</w:t>
              </w:r>
            </w:hyperlink>
            <w:r w:rsidRPr="005E7CB6">
              <w:rPr>
                <w:rFonts w:cs="Calibri"/>
                <w:lang w:eastAsia="es-ES"/>
              </w:rPr>
              <w:t xml:space="preserve"> par l'arrivée au pouvoir du maréchal </w:t>
            </w:r>
            <w:hyperlink r:id="rId1508" w:tooltip="Philippe Pétain" w:history="1">
              <w:r w:rsidRPr="005E7CB6">
                <w:rPr>
                  <w:rFonts w:cs="Calibri"/>
                  <w:lang w:eastAsia="es-ES"/>
                </w:rPr>
                <w:t>Philippe Pétain</w:t>
              </w:r>
            </w:hyperlink>
            <w:r w:rsidRPr="005E7CB6">
              <w:rPr>
                <w:rFonts w:cs="Calibri"/>
                <w:lang w:eastAsia="es-ES"/>
              </w:rPr>
              <w:t>.</w:t>
            </w:r>
          </w:p>
        </w:tc>
      </w:tr>
    </w:tbl>
    <w:p w:rsidR="00086070" w:rsidRPr="000C428F" w:rsidRDefault="00086070" w:rsidP="000C428F">
      <w:pPr>
        <w:ind w:left="0" w:firstLine="0"/>
        <w:outlineLvl w:val="1"/>
        <w:rPr>
          <w:rFonts w:cs="Calibri"/>
          <w:b/>
          <w:bCs/>
          <w:lang w:eastAsia="es-ES"/>
        </w:rPr>
      </w:pPr>
      <w:r w:rsidRPr="000C428F">
        <w:rPr>
          <w:rFonts w:cs="Calibri"/>
          <w:b/>
          <w:bCs/>
          <w:lang w:eastAsia="es-ES"/>
        </w:rPr>
        <w:t xml:space="preserve">Période 1940-1947 </w:t>
      </w:r>
      <w:r w:rsidRPr="000C428F">
        <w:rPr>
          <w:rFonts w:cs="Calibri"/>
          <w:lang w:eastAsia="es-ES"/>
        </w:rPr>
        <w:t>[</w:t>
      </w:r>
      <w:hyperlink r:id="rId1509" w:tooltip="Modifier la section : Période 1940-1947" w:history="1">
        <w:r w:rsidRPr="000C428F">
          <w:rPr>
            <w:rFonts w:cs="Calibri"/>
            <w:lang w:eastAsia="es-ES"/>
          </w:rPr>
          <w:t>modifier</w:t>
        </w:r>
      </w:hyperlink>
      <w:r w:rsidRPr="000C428F">
        <w:rPr>
          <w:rFonts w:cs="Calibri"/>
          <w:lang w:eastAsia="es-ES"/>
        </w:rPr>
        <w:t>]</w:t>
      </w:r>
    </w:p>
    <w:p w:rsidR="00086070" w:rsidRPr="000C428F" w:rsidRDefault="00086070" w:rsidP="000C428F">
      <w:pPr>
        <w:ind w:left="0" w:firstLine="0"/>
        <w:rPr>
          <w:rFonts w:cs="Calibri"/>
          <w:lang w:eastAsia="es-ES"/>
        </w:rPr>
      </w:pPr>
      <w:r w:rsidRPr="000C428F">
        <w:rPr>
          <w:rFonts w:cs="Calibri"/>
          <w:lang w:eastAsia="es-ES"/>
        </w:rPr>
        <w:t xml:space="preserve">Pendant la </w:t>
      </w:r>
      <w:hyperlink r:id="rId1510" w:tooltip="Seconde Guerre mondiale" w:history="1">
        <w:r w:rsidRPr="000C428F">
          <w:rPr>
            <w:rFonts w:cs="Calibri"/>
            <w:lang w:eastAsia="es-ES"/>
          </w:rPr>
          <w:t>Seconde Guerre mondiale</w:t>
        </w:r>
      </w:hyperlink>
      <w:r w:rsidRPr="000C428F">
        <w:rPr>
          <w:rFonts w:cs="Calibri"/>
          <w:lang w:eastAsia="es-ES"/>
        </w:rPr>
        <w:t>, l'</w:t>
      </w:r>
      <w:hyperlink r:id="rId1511" w:tooltip="Armistice du 22 juin 1940" w:history="1">
        <w:r w:rsidRPr="000C428F">
          <w:rPr>
            <w:rFonts w:cs="Calibri"/>
            <w:lang w:eastAsia="es-ES"/>
          </w:rPr>
          <w:t>armistice du 22 juin 1940</w:t>
        </w:r>
      </w:hyperlink>
      <w:r w:rsidRPr="000C428F">
        <w:rPr>
          <w:rFonts w:cs="Calibri"/>
          <w:lang w:eastAsia="es-ES"/>
        </w:rPr>
        <w:t xml:space="preserve"> établit la division du territoire français en </w:t>
      </w:r>
      <w:hyperlink r:id="rId1512" w:tooltip="Zone libre" w:history="1">
        <w:r w:rsidRPr="000C428F">
          <w:rPr>
            <w:rFonts w:cs="Calibri"/>
            <w:lang w:eastAsia="es-ES"/>
          </w:rPr>
          <w:t>zone libre</w:t>
        </w:r>
      </w:hyperlink>
      <w:r w:rsidRPr="000C428F">
        <w:rPr>
          <w:rFonts w:cs="Calibri"/>
          <w:lang w:eastAsia="es-ES"/>
        </w:rPr>
        <w:t xml:space="preserve"> et </w:t>
      </w:r>
      <w:hyperlink r:id="rId1513" w:tooltip="Zone occupée" w:history="1">
        <w:r w:rsidRPr="000C428F">
          <w:rPr>
            <w:rFonts w:cs="Calibri"/>
            <w:lang w:eastAsia="es-ES"/>
          </w:rPr>
          <w:t>zone occupée</w:t>
        </w:r>
      </w:hyperlink>
      <w:r w:rsidRPr="000C428F">
        <w:rPr>
          <w:rFonts w:cs="Calibri"/>
          <w:lang w:eastAsia="es-ES"/>
        </w:rPr>
        <w:t>. L'ensemble du territoire et l'</w:t>
      </w:r>
      <w:hyperlink r:id="rId1514" w:tooltip="Second espace colonial français" w:history="1">
        <w:r w:rsidRPr="000C428F">
          <w:rPr>
            <w:rFonts w:cs="Calibri"/>
            <w:lang w:eastAsia="es-ES"/>
          </w:rPr>
          <w:t>Empire</w:t>
        </w:r>
      </w:hyperlink>
      <w:r w:rsidRPr="000C428F">
        <w:rPr>
          <w:rFonts w:cs="Calibri"/>
          <w:lang w:eastAsia="es-ES"/>
        </w:rPr>
        <w:t xml:space="preserve"> sont sous l'autorité du </w:t>
      </w:r>
      <w:hyperlink r:id="rId1515" w:tooltip="Régime de Vichy" w:history="1">
        <w:r w:rsidRPr="000C428F">
          <w:rPr>
            <w:rFonts w:cs="Calibri"/>
            <w:lang w:eastAsia="es-ES"/>
          </w:rPr>
          <w:t>régime de Vichy</w:t>
        </w:r>
      </w:hyperlink>
      <w:r w:rsidRPr="000C428F">
        <w:rPr>
          <w:rFonts w:cs="Calibri"/>
          <w:lang w:eastAsia="es-ES"/>
        </w:rPr>
        <w:t xml:space="preserve"> (sauf les deux départements du </w:t>
      </w:r>
      <w:hyperlink r:id="rId1516" w:tooltip="Nord (département)" w:history="1">
        <w:r w:rsidRPr="000C428F">
          <w:rPr>
            <w:rFonts w:cs="Calibri"/>
            <w:lang w:eastAsia="es-ES"/>
          </w:rPr>
          <w:t>Nord</w:t>
        </w:r>
      </w:hyperlink>
      <w:r w:rsidRPr="000C428F">
        <w:rPr>
          <w:rFonts w:cs="Calibri"/>
          <w:lang w:eastAsia="es-ES"/>
        </w:rPr>
        <w:t xml:space="preserve"> et du </w:t>
      </w:r>
      <w:hyperlink r:id="rId1517" w:tooltip="Pas-de-Calais" w:history="1">
        <w:r w:rsidRPr="000C428F">
          <w:rPr>
            <w:rFonts w:cs="Calibri"/>
            <w:lang w:eastAsia="es-ES"/>
          </w:rPr>
          <w:t>Pas-de-Calais</w:t>
        </w:r>
      </w:hyperlink>
      <w:r w:rsidRPr="000C428F">
        <w:rPr>
          <w:rFonts w:cs="Calibri"/>
          <w:lang w:eastAsia="es-ES"/>
        </w:rPr>
        <w:t xml:space="preserve"> qui sont sous administration militaire allemande directe) dirigé par le maréchal </w:t>
      </w:r>
      <w:hyperlink r:id="rId1518" w:tooltip="Philippe Pétain" w:history="1">
        <w:r w:rsidRPr="000C428F">
          <w:rPr>
            <w:rFonts w:cs="Calibri"/>
            <w:lang w:eastAsia="es-ES"/>
          </w:rPr>
          <w:t>Philippe Pétain</w:t>
        </w:r>
      </w:hyperlink>
      <w:r w:rsidRPr="000C428F">
        <w:rPr>
          <w:rFonts w:cs="Calibri"/>
          <w:lang w:eastAsia="es-ES"/>
        </w:rPr>
        <w:t xml:space="preserve">, qui porte le titre de </w:t>
      </w:r>
      <w:r w:rsidRPr="000C428F">
        <w:rPr>
          <w:rFonts w:cs="Calibri"/>
          <w:i/>
          <w:iCs/>
          <w:lang w:eastAsia="es-ES"/>
        </w:rPr>
        <w:t>chef de l’État français</w:t>
      </w:r>
      <w:hyperlink r:id="rId1519" w:anchor="cite_note-elisee-1" w:history="1">
        <w:r w:rsidRPr="000C428F">
          <w:rPr>
            <w:rFonts w:cs="Calibri"/>
            <w:vanish/>
            <w:vertAlign w:val="superscript"/>
            <w:lang w:eastAsia="es-ES"/>
          </w:rPr>
          <w:t>[</w:t>
        </w:r>
        <w:r w:rsidRPr="000C428F">
          <w:rPr>
            <w:rFonts w:cs="Calibri"/>
            <w:vertAlign w:val="superscript"/>
            <w:lang w:eastAsia="es-ES"/>
          </w:rPr>
          <w:t>2</w:t>
        </w:r>
        <w:r w:rsidRPr="000C428F">
          <w:rPr>
            <w:rFonts w:cs="Calibri"/>
            <w:vanish/>
            <w:vertAlign w:val="superscript"/>
            <w:lang w:eastAsia="es-ES"/>
          </w:rPr>
          <w:t>]</w:t>
        </w:r>
      </w:hyperlink>
      <w:r w:rsidRPr="000C428F">
        <w:rPr>
          <w:rFonts w:cs="Calibri"/>
          <w:lang w:eastAsia="es-ES"/>
        </w:rPr>
        <w:t xml:space="preserve">. Le projet constitutionnel de Vichy, qui prévoyait de conserver le titre de </w:t>
      </w:r>
      <w:r w:rsidRPr="000C428F">
        <w:rPr>
          <w:rFonts w:cs="Calibri"/>
          <w:i/>
          <w:iCs/>
          <w:lang w:eastAsia="es-ES"/>
        </w:rPr>
        <w:t>Président de la République</w:t>
      </w:r>
      <w:r w:rsidRPr="000C428F">
        <w:rPr>
          <w:rFonts w:cs="Calibri"/>
          <w:lang w:eastAsia="es-ES"/>
        </w:rPr>
        <w:t xml:space="preserve"> pour le chef de l’État, ne sera jamais promulgué.</w:t>
      </w:r>
    </w:p>
    <w:p w:rsidR="00086070" w:rsidRPr="000C428F" w:rsidRDefault="00086070" w:rsidP="000C428F">
      <w:pPr>
        <w:ind w:left="0" w:firstLine="0"/>
        <w:rPr>
          <w:rFonts w:cs="Calibri"/>
          <w:lang w:eastAsia="es-ES"/>
        </w:rPr>
      </w:pPr>
      <w:r w:rsidRPr="000C428F">
        <w:rPr>
          <w:rFonts w:cs="Calibri"/>
          <w:lang w:eastAsia="es-ES"/>
        </w:rPr>
        <w:t xml:space="preserve">Après la </w:t>
      </w:r>
      <w:hyperlink r:id="rId1520" w:tooltip="Libération de Paris" w:history="1">
        <w:r w:rsidRPr="000C428F">
          <w:rPr>
            <w:rFonts w:cs="Calibri"/>
            <w:lang w:eastAsia="es-ES"/>
          </w:rPr>
          <w:t>libération de Paris</w:t>
        </w:r>
      </w:hyperlink>
      <w:r w:rsidRPr="000C428F">
        <w:rPr>
          <w:rFonts w:cs="Calibri"/>
          <w:lang w:eastAsia="es-ES"/>
        </w:rPr>
        <w:t xml:space="preserve"> en </w:t>
      </w:r>
      <w:hyperlink r:id="rId1521" w:tooltip="Août 1944" w:history="1">
        <w:r w:rsidRPr="000C428F">
          <w:rPr>
            <w:rFonts w:cs="Calibri"/>
            <w:lang w:eastAsia="es-ES"/>
          </w:rPr>
          <w:t>août</w:t>
        </w:r>
      </w:hyperlink>
      <w:r w:rsidRPr="000C428F">
        <w:rPr>
          <w:rFonts w:cs="Calibri"/>
          <w:lang w:eastAsia="es-ES"/>
        </w:rPr>
        <w:t> </w:t>
      </w:r>
      <w:hyperlink r:id="rId1522" w:tooltip="1944" w:history="1">
        <w:r w:rsidRPr="000C428F">
          <w:rPr>
            <w:rFonts w:cs="Calibri"/>
            <w:lang w:eastAsia="es-ES"/>
          </w:rPr>
          <w:t>1944</w:t>
        </w:r>
      </w:hyperlink>
      <w:r w:rsidRPr="000C428F">
        <w:rPr>
          <w:rFonts w:cs="Calibri"/>
          <w:lang w:eastAsia="es-ES"/>
        </w:rPr>
        <w:t xml:space="preserve">, le général </w:t>
      </w:r>
      <w:hyperlink r:id="rId1523" w:tooltip="Charles de Gaulle" w:history="1">
        <w:r w:rsidRPr="000C428F">
          <w:rPr>
            <w:rFonts w:cs="Calibri"/>
            <w:lang w:eastAsia="es-ES"/>
          </w:rPr>
          <w:t>Charles de Gaulle</w:t>
        </w:r>
      </w:hyperlink>
      <w:r w:rsidRPr="000C428F">
        <w:rPr>
          <w:rFonts w:cs="Calibri"/>
          <w:lang w:eastAsia="es-ES"/>
        </w:rPr>
        <w:t xml:space="preserve">, chef de la </w:t>
      </w:r>
      <w:hyperlink r:id="rId1524" w:tooltip="France libre" w:history="1">
        <w:r w:rsidRPr="000C428F">
          <w:rPr>
            <w:rFonts w:cs="Calibri"/>
            <w:lang w:eastAsia="es-ES"/>
          </w:rPr>
          <w:t>France libre</w:t>
        </w:r>
      </w:hyperlink>
      <w:r w:rsidRPr="000C428F">
        <w:rPr>
          <w:rFonts w:cs="Calibri"/>
          <w:lang w:eastAsia="es-ES"/>
        </w:rPr>
        <w:t xml:space="preserve"> en exil depuis l'armistice de 1940, devient chef de l'État en tant que président du </w:t>
      </w:r>
      <w:hyperlink r:id="rId1525" w:tooltip="Gouvernement provisoire de la République française" w:history="1">
        <w:r w:rsidRPr="000C428F">
          <w:rPr>
            <w:rFonts w:cs="Calibri"/>
            <w:lang w:eastAsia="es-ES"/>
          </w:rPr>
          <w:t>Gouvernement provisoire de la République française</w:t>
        </w:r>
      </w:hyperlink>
      <w:r w:rsidRPr="000C428F">
        <w:rPr>
          <w:rFonts w:cs="Calibri"/>
          <w:lang w:eastAsia="es-ES"/>
        </w:rPr>
        <w:t xml:space="preserve">. En désaccord avec le projet de Constitution que proposent les ministres communistes, il démissionne en 1946. </w:t>
      </w:r>
      <w:hyperlink r:id="rId1526" w:tooltip="Félix Gouin" w:history="1">
        <w:r w:rsidRPr="000C428F">
          <w:rPr>
            <w:rFonts w:cs="Calibri"/>
            <w:lang w:eastAsia="es-ES"/>
          </w:rPr>
          <w:t>Félix Gouin</w:t>
        </w:r>
      </w:hyperlink>
      <w:r w:rsidRPr="000C428F">
        <w:rPr>
          <w:rFonts w:cs="Calibri"/>
          <w:lang w:eastAsia="es-ES"/>
        </w:rPr>
        <w:t xml:space="preserve">, </w:t>
      </w:r>
      <w:hyperlink r:id="rId1527" w:tooltip="Georges Bidault" w:history="1">
        <w:r w:rsidRPr="000C428F">
          <w:rPr>
            <w:rFonts w:cs="Calibri"/>
            <w:lang w:eastAsia="es-ES"/>
          </w:rPr>
          <w:t>Georges Bidault</w:t>
        </w:r>
      </w:hyperlink>
      <w:r w:rsidRPr="000C428F">
        <w:rPr>
          <w:rFonts w:cs="Calibri"/>
          <w:lang w:eastAsia="es-ES"/>
        </w:rPr>
        <w:t xml:space="preserve">, puis </w:t>
      </w:r>
      <w:hyperlink r:id="rId1528" w:tooltip="Léon Blum" w:history="1">
        <w:r w:rsidRPr="000C428F">
          <w:rPr>
            <w:rFonts w:cs="Calibri"/>
            <w:lang w:eastAsia="es-ES"/>
          </w:rPr>
          <w:t>Léon Blum</w:t>
        </w:r>
      </w:hyperlink>
      <w:r w:rsidRPr="000C428F">
        <w:rPr>
          <w:rFonts w:cs="Calibri"/>
          <w:lang w:eastAsia="es-ES"/>
        </w:rPr>
        <w:t xml:space="preserve"> lui succèdent à la tête du GPRF, qui disparaît peu de temps après l'adoption de la </w:t>
      </w:r>
      <w:hyperlink r:id="rId1529" w:tooltip="Constitution du 27 octobre 1946" w:history="1">
        <w:r w:rsidRPr="000C428F">
          <w:rPr>
            <w:rFonts w:cs="Calibri"/>
            <w:lang w:eastAsia="es-ES"/>
          </w:rPr>
          <w:t>Constitution de la Quatrième République</w:t>
        </w:r>
      </w:hyperlink>
      <w:r w:rsidRPr="000C428F">
        <w:rPr>
          <w:rFonts w:cs="Calibri"/>
          <w:lang w:eastAsia="es-ES"/>
        </w:rPr>
        <w:t>.</w:t>
      </w:r>
    </w:p>
    <w:p w:rsidR="00086070" w:rsidRPr="000C428F" w:rsidRDefault="00086070" w:rsidP="000C428F">
      <w:pPr>
        <w:ind w:left="0" w:firstLine="0"/>
        <w:outlineLvl w:val="1"/>
        <w:rPr>
          <w:rFonts w:cs="Calibri"/>
          <w:b/>
          <w:bCs/>
          <w:lang w:eastAsia="es-ES"/>
        </w:rPr>
      </w:pPr>
      <w:hyperlink r:id="rId1530" w:tooltip="Quatrième République" w:history="1">
        <w:r w:rsidRPr="000C428F">
          <w:rPr>
            <w:rFonts w:cs="Calibri"/>
            <w:b/>
            <w:bCs/>
            <w:lang w:eastAsia="es-ES"/>
          </w:rPr>
          <w:t>Quatrième République</w:t>
        </w:r>
      </w:hyperlink>
      <w:r w:rsidRPr="000C428F">
        <w:rPr>
          <w:rFonts w:cs="Calibri"/>
          <w:b/>
          <w:bCs/>
          <w:lang w:eastAsia="es-ES"/>
        </w:rPr>
        <w:t xml:space="preserve"> </w:t>
      </w:r>
    </w:p>
    <w:tbl>
      <w:tblPr>
        <w:tblW w:w="8698"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368"/>
        <w:gridCol w:w="815"/>
        <w:gridCol w:w="1194"/>
        <w:gridCol w:w="1523"/>
        <w:gridCol w:w="1523"/>
        <w:gridCol w:w="1986"/>
        <w:gridCol w:w="1289"/>
      </w:tblGrid>
      <w:tr w:rsidR="00086070" w:rsidRPr="005E7CB6" w:rsidTr="000C428F">
        <w:tc>
          <w:tcPr>
            <w:tcW w:w="2513" w:type="dxa"/>
            <w:gridSpan w:val="3"/>
            <w:tcBorders>
              <w:top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Nom</w:t>
            </w:r>
          </w:p>
        </w:tc>
        <w:tc>
          <w:tcPr>
            <w:tcW w:w="3244" w:type="dxa"/>
            <w:gridSpan w:val="2"/>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Dates du mandat</w:t>
            </w:r>
          </w:p>
        </w:tc>
        <w:tc>
          <w:tcPr>
            <w:tcW w:w="1570" w:type="dxa"/>
            <w:tcBorders>
              <w:top w:val="single" w:sz="6" w:space="0" w:color="AAAAAA"/>
              <w:left w:val="single" w:sz="6" w:space="0" w:color="AAAAAA"/>
              <w:bottom w:val="single" w:sz="6" w:space="0" w:color="AAAAAA"/>
              <w:right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Appartenance politique</w:t>
            </w:r>
          </w:p>
        </w:tc>
        <w:tc>
          <w:tcPr>
            <w:tcW w:w="1371" w:type="dxa"/>
            <w:tcBorders>
              <w:top w:val="single" w:sz="6" w:space="0" w:color="AAAAAA"/>
              <w:left w:val="single" w:sz="6" w:space="0" w:color="AAAAAA"/>
              <w:bottom w:val="single" w:sz="6" w:space="0" w:color="AAAAAA"/>
            </w:tcBorders>
            <w:shd w:val="clear" w:color="auto" w:fill="F2F2F2"/>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Notes</w:t>
            </w:r>
          </w:p>
        </w:tc>
      </w:tr>
      <w:tr w:rsidR="00086070" w:rsidRPr="005E7CB6" w:rsidTr="000C428F">
        <w:tc>
          <w:tcPr>
            <w:tcW w:w="8698" w:type="dxa"/>
            <w:gridSpan w:val="7"/>
            <w:tcBorders>
              <w:top w:val="single" w:sz="6" w:space="0" w:color="AAAAAA"/>
              <w:bottom w:val="single" w:sz="6" w:space="0" w:color="AAAAAA"/>
            </w:tcBorders>
            <w:shd w:val="clear" w:color="auto" w:fill="B2C6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lang w:val="es-ES" w:eastAsia="es-ES"/>
              </w:rPr>
            </w:pPr>
            <w:r w:rsidRPr="005E7CB6">
              <w:rPr>
                <w:rFonts w:cs="Calibri"/>
                <w:lang w:val="es-ES"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FF80D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jc w:val="center"/>
              <w:rPr>
                <w:rFonts w:cs="Calibri"/>
                <w:b/>
                <w:bCs/>
                <w:lang w:val="es-ES" w:eastAsia="es-ES"/>
              </w:rPr>
            </w:pPr>
            <w:r w:rsidRPr="005E7CB6">
              <w:rPr>
                <w:rFonts w:cs="Calibri"/>
                <w:b/>
                <w:bCs/>
                <w:lang w:val="es-ES" w:eastAsia="es-ES"/>
              </w:rPr>
              <w:t>16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31" w:tooltip="Vincent Auriol" w:history="1">
              <w:r w:rsidRPr="005E7CB6">
                <w:rPr>
                  <w:rFonts w:cs="Calibri"/>
                  <w:b/>
                  <w:bCs/>
                  <w:lang w:val="es-ES" w:eastAsia="es-ES"/>
                </w:rPr>
                <w:t>Vincent Auriol</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32" w:history="1">
              <w:r w:rsidRPr="005E7CB6">
                <w:rPr>
                  <w:rFonts w:cs="Calibri"/>
                  <w:noProof/>
                  <w:lang w:val="es-ES" w:eastAsia="es-ES"/>
                </w:rPr>
                <w:pict>
                  <v:shape id="Imagen 17" o:spid="_x0000_i1131" type="#_x0000_t75" alt="VincentAuriol.png" href="http://fr.wikipedia.org/wiki/Fichier:VincentAuriol.p" style="width:52.5pt;height:70.5pt;visibility:visible" o:button="t">
                    <v:fill o:detectmouseclick="t"/>
                    <v:imagedata r:id="rId1533"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34" w:tooltip="16 janvier" w:history="1">
              <w:r w:rsidRPr="005E7CB6">
                <w:rPr>
                  <w:rFonts w:cs="Calibri"/>
                  <w:lang w:val="es-ES" w:eastAsia="es-ES"/>
                </w:rPr>
                <w:t>16</w:t>
              </w:r>
            </w:hyperlink>
            <w:r w:rsidRPr="005E7CB6">
              <w:rPr>
                <w:rFonts w:cs="Calibri"/>
                <w:lang w:val="es-ES" w:eastAsia="es-ES"/>
              </w:rPr>
              <w:t> </w:t>
            </w:r>
            <w:hyperlink r:id="rId1535" w:tooltip="Janvier" w:history="1">
              <w:r w:rsidRPr="005E7CB6">
                <w:rPr>
                  <w:rFonts w:cs="Calibri"/>
                  <w:lang w:val="es-ES" w:eastAsia="es-ES"/>
                </w:rPr>
                <w:t>janvier</w:t>
              </w:r>
            </w:hyperlink>
            <w:r w:rsidRPr="005E7CB6">
              <w:rPr>
                <w:rFonts w:cs="Calibri"/>
                <w:lang w:val="es-ES" w:eastAsia="es-ES"/>
              </w:rPr>
              <w:t> </w:t>
            </w:r>
            <w:hyperlink r:id="rId1536" w:tooltip="1947" w:history="1">
              <w:r w:rsidRPr="005E7CB6">
                <w:rPr>
                  <w:rFonts w:cs="Calibri"/>
                  <w:lang w:val="es-ES" w:eastAsia="es-ES"/>
                </w:rPr>
                <w:t>1947</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37" w:tooltip="16 janvier" w:history="1">
              <w:r w:rsidRPr="005E7CB6">
                <w:rPr>
                  <w:rFonts w:cs="Calibri"/>
                  <w:lang w:val="es-ES" w:eastAsia="es-ES"/>
                </w:rPr>
                <w:t>16</w:t>
              </w:r>
            </w:hyperlink>
            <w:r w:rsidRPr="005E7CB6">
              <w:rPr>
                <w:rFonts w:cs="Calibri"/>
                <w:lang w:val="es-ES" w:eastAsia="es-ES"/>
              </w:rPr>
              <w:t> </w:t>
            </w:r>
            <w:hyperlink r:id="rId1538" w:tooltip="Janvier" w:history="1">
              <w:r w:rsidRPr="005E7CB6">
                <w:rPr>
                  <w:rFonts w:cs="Calibri"/>
                  <w:lang w:val="es-ES" w:eastAsia="es-ES"/>
                </w:rPr>
                <w:t>janvier</w:t>
              </w:r>
            </w:hyperlink>
            <w:r w:rsidRPr="005E7CB6">
              <w:rPr>
                <w:rFonts w:cs="Calibri"/>
                <w:lang w:val="es-ES" w:eastAsia="es-ES"/>
              </w:rPr>
              <w:t> </w:t>
            </w:r>
            <w:hyperlink r:id="rId1539" w:tooltip="1954" w:history="1">
              <w:r w:rsidRPr="005E7CB6">
                <w:rPr>
                  <w:rFonts w:cs="Calibri"/>
                  <w:lang w:val="es-ES" w:eastAsia="es-ES"/>
                </w:rPr>
                <w:t>1954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hyperlink r:id="rId1540" w:tooltip="Section française de l'Internationale ouvrière" w:history="1">
              <w:r w:rsidRPr="005E7CB6">
                <w:rPr>
                  <w:rFonts w:cs="Calibri"/>
                  <w:lang w:eastAsia="es-ES"/>
                </w:rPr>
                <w:t>Section française de l'Internationale ouvrière</w:t>
              </w:r>
            </w:hyperlink>
            <w:r w:rsidRPr="005E7CB6">
              <w:rPr>
                <w:rFonts w:cs="Calibri"/>
                <w:lang w:eastAsia="es-ES"/>
              </w:rPr>
              <w:t xml:space="preserve"> (SFIO)</w:t>
            </w:r>
          </w:p>
        </w:tc>
        <w:tc>
          <w:tcPr>
            <w:tcW w:w="1371" w:type="dxa"/>
            <w:tcBorders>
              <w:top w:val="single" w:sz="6" w:space="0" w:color="AAAAAA"/>
              <w:left w:val="single" w:sz="6" w:space="0" w:color="AAAAAA"/>
              <w:bottom w:val="single" w:sz="6" w:space="0" w:color="AAAAAA"/>
            </w:tcBorders>
            <w:shd w:val="clear" w:color="auto" w:fill="F9F9F9"/>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Premier président de la </w:t>
            </w:r>
            <w:hyperlink r:id="rId1541" w:tooltip="Quatrième République" w:history="1">
              <w:r w:rsidRPr="005E7CB6">
                <w:rPr>
                  <w:rFonts w:cs="Calibri"/>
                  <w:lang w:eastAsia="es-ES"/>
                </w:rPr>
                <w:t>Quatrième République</w:t>
              </w:r>
            </w:hyperlink>
            <w:r w:rsidRPr="005E7CB6">
              <w:rPr>
                <w:rFonts w:cs="Calibri"/>
                <w:lang w:eastAsia="es-ES"/>
              </w:rPr>
              <w:t xml:space="preserve">, son mandat est marqué par la </w:t>
            </w:r>
            <w:hyperlink r:id="rId1542" w:tooltip="Guerre d'Indochine" w:history="1">
              <w:r w:rsidRPr="005E7CB6">
                <w:rPr>
                  <w:rFonts w:cs="Calibri"/>
                  <w:lang w:eastAsia="es-ES"/>
                </w:rPr>
                <w:t>guerre d'Indochine</w:t>
              </w:r>
            </w:hyperlink>
            <w:r w:rsidRPr="005E7CB6">
              <w:rPr>
                <w:rFonts w:cs="Calibri"/>
                <w:lang w:eastAsia="es-ES"/>
              </w:rPr>
              <w:t>.</w:t>
            </w:r>
          </w:p>
        </w:tc>
      </w:tr>
      <w:tr w:rsidR="00086070" w:rsidRPr="005E7CB6" w:rsidTr="000C428F">
        <w:tc>
          <w:tcPr>
            <w:tcW w:w="0" w:type="auto"/>
            <w:tcBorders>
              <w:top w:val="single" w:sz="6" w:space="0" w:color="AAAAAA"/>
              <w:bottom w:val="single" w:sz="6" w:space="0" w:color="AAAAAA"/>
              <w:right w:val="single" w:sz="6" w:space="0" w:color="AAAAAA"/>
            </w:tcBorders>
            <w:shd w:val="clear" w:color="auto" w:fill="809FFF"/>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r w:rsidRPr="005E7CB6">
              <w:rPr>
                <w:rFonts w:cs="Calibri"/>
                <w:lang w:val="es-ES" w:eastAsia="es-ES"/>
              </w:rPr>
              <w:t>17</w:t>
            </w:r>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43" w:tooltip="René Coty" w:history="1">
              <w:r w:rsidRPr="005E7CB6">
                <w:rPr>
                  <w:rFonts w:cs="Calibri"/>
                  <w:b/>
                  <w:bCs/>
                  <w:lang w:val="es-ES" w:eastAsia="es-ES"/>
                </w:rPr>
                <w:t>René Coty</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44" w:history="1">
              <w:r w:rsidRPr="005E7CB6">
                <w:rPr>
                  <w:rFonts w:cs="Calibri"/>
                  <w:noProof/>
                  <w:lang w:val="es-ES" w:eastAsia="es-ES"/>
                </w:rPr>
                <w:pict>
                  <v:shape id="Imagen 18" o:spid="_x0000_i1132" type="#_x0000_t75" alt="René Coty en 1948.JPG" href="http://fr.wikipedia.org/wiki/Fichier:Ren%C3%A9_Coty_en_1948.J" style="width:52.5pt;height:60.75pt;visibility:visible" o:button="t">
                    <v:fill o:detectmouseclick="t"/>
                    <v:imagedata r:id="rId1545" o:title=""/>
                  </v:shape>
                </w:pic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46" w:tooltip="16 janvier" w:history="1">
              <w:r w:rsidRPr="005E7CB6">
                <w:rPr>
                  <w:rFonts w:cs="Calibri"/>
                  <w:lang w:val="es-ES" w:eastAsia="es-ES"/>
                </w:rPr>
                <w:t>16</w:t>
              </w:r>
            </w:hyperlink>
            <w:r w:rsidRPr="005E7CB6">
              <w:rPr>
                <w:rFonts w:cs="Calibri"/>
                <w:lang w:val="es-ES" w:eastAsia="es-ES"/>
              </w:rPr>
              <w:t> </w:t>
            </w:r>
            <w:hyperlink r:id="rId1547" w:tooltip="Janvier" w:history="1">
              <w:r w:rsidRPr="005E7CB6">
                <w:rPr>
                  <w:rFonts w:cs="Calibri"/>
                  <w:lang w:val="es-ES" w:eastAsia="es-ES"/>
                </w:rPr>
                <w:t>janvier</w:t>
              </w:r>
            </w:hyperlink>
            <w:r w:rsidRPr="005E7CB6">
              <w:rPr>
                <w:rFonts w:cs="Calibri"/>
                <w:lang w:val="es-ES" w:eastAsia="es-ES"/>
              </w:rPr>
              <w:t> </w:t>
            </w:r>
            <w:hyperlink r:id="rId1548" w:tooltip="1954" w:history="1">
              <w:r w:rsidRPr="005E7CB6">
                <w:rPr>
                  <w:rFonts w:cs="Calibri"/>
                  <w:lang w:val="es-ES" w:eastAsia="es-ES"/>
                </w:rPr>
                <w:t>1954</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val="es-ES" w:eastAsia="es-ES"/>
              </w:rPr>
            </w:pPr>
            <w:hyperlink r:id="rId1549" w:tooltip="8 janvier" w:history="1">
              <w:r w:rsidRPr="005E7CB6">
                <w:rPr>
                  <w:rFonts w:cs="Calibri"/>
                  <w:lang w:val="es-ES" w:eastAsia="es-ES"/>
                </w:rPr>
                <w:t>8</w:t>
              </w:r>
            </w:hyperlink>
            <w:r w:rsidRPr="005E7CB6">
              <w:rPr>
                <w:rFonts w:cs="Calibri"/>
                <w:lang w:val="es-ES" w:eastAsia="es-ES"/>
              </w:rPr>
              <w:t> </w:t>
            </w:r>
            <w:hyperlink r:id="rId1550" w:tooltip="Janvier 1959" w:history="1">
              <w:r w:rsidRPr="005E7CB6">
                <w:rPr>
                  <w:rFonts w:cs="Calibri"/>
                  <w:lang w:val="es-ES" w:eastAsia="es-ES"/>
                </w:rPr>
                <w:t>janvier</w:t>
              </w:r>
            </w:hyperlink>
            <w:r w:rsidRPr="005E7CB6">
              <w:rPr>
                <w:rFonts w:cs="Calibri"/>
                <w:lang w:val="es-ES" w:eastAsia="es-ES"/>
              </w:rPr>
              <w:t> </w:t>
            </w:r>
            <w:hyperlink r:id="rId1551" w:tooltip="1959" w:history="1">
              <w:r w:rsidRPr="005E7CB6">
                <w:rPr>
                  <w:rFonts w:cs="Calibri"/>
                  <w:lang w:val="es-ES" w:eastAsia="es-ES"/>
                </w:rPr>
                <w:t>1959</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hyperlink r:id="rId1552" w:tooltip="Centre national des indépendants et paysans" w:history="1">
              <w:r w:rsidRPr="005E7CB6">
                <w:rPr>
                  <w:rFonts w:cs="Calibri"/>
                  <w:lang w:eastAsia="es-ES"/>
                </w:rPr>
                <w:t>Centre national des indépendants et paysans</w:t>
              </w:r>
            </w:hyperlink>
            <w:r w:rsidRPr="005E7CB6">
              <w:rPr>
                <w:rFonts w:cs="Calibri"/>
                <w:lang w:eastAsia="es-ES"/>
              </w:rPr>
              <w:t xml:space="preserve"> (CNIP)</w:t>
            </w:r>
          </w:p>
        </w:tc>
        <w:tc>
          <w:tcPr>
            <w:tcW w:w="1371" w:type="dxa"/>
            <w:tcBorders>
              <w:top w:val="single" w:sz="6" w:space="0" w:color="AAAAAA"/>
              <w:left w:val="single" w:sz="6" w:space="0" w:color="AAAAAA"/>
              <w:bottom w:val="single" w:sz="6" w:space="0" w:color="AAAAAA"/>
            </w:tcBorders>
            <w:shd w:val="clear" w:color="auto" w:fill="F5F5F5"/>
            <w:tcMar>
              <w:top w:w="72" w:type="dxa"/>
              <w:left w:w="72" w:type="dxa"/>
              <w:bottom w:w="72" w:type="dxa"/>
              <w:right w:w="72" w:type="dxa"/>
            </w:tcMar>
            <w:vAlign w:val="center"/>
          </w:tcPr>
          <w:p w:rsidR="00086070" w:rsidRPr="005E7CB6" w:rsidRDefault="00086070" w:rsidP="000C428F">
            <w:pPr>
              <w:spacing w:before="240" w:beforeAutospacing="0" w:after="240" w:afterAutospacing="0"/>
              <w:ind w:left="0" w:firstLine="0"/>
              <w:rPr>
                <w:rFonts w:cs="Calibri"/>
                <w:lang w:eastAsia="es-ES"/>
              </w:rPr>
            </w:pPr>
            <w:r w:rsidRPr="005E7CB6">
              <w:rPr>
                <w:rFonts w:cs="Calibri"/>
                <w:lang w:eastAsia="es-ES"/>
              </w:rPr>
              <w:t xml:space="preserve">Il démissionne après cinq ans de présidence, pour céder sa place à </w:t>
            </w:r>
            <w:hyperlink r:id="rId1553" w:tooltip="Charles de Gaulle" w:history="1">
              <w:r w:rsidRPr="005E7CB6">
                <w:rPr>
                  <w:rFonts w:cs="Calibri"/>
                  <w:lang w:eastAsia="es-ES"/>
                </w:rPr>
                <w:t>Charles de Gaulle</w:t>
              </w:r>
            </w:hyperlink>
            <w:r w:rsidRPr="005E7CB6">
              <w:rPr>
                <w:rFonts w:cs="Calibri"/>
                <w:lang w:eastAsia="es-ES"/>
              </w:rPr>
              <w:t>.</w:t>
            </w:r>
          </w:p>
        </w:tc>
      </w:tr>
    </w:tbl>
    <w:p w:rsidR="00086070" w:rsidRPr="000C428F" w:rsidRDefault="00086070" w:rsidP="000C428F">
      <w:pPr>
        <w:ind w:left="0" w:firstLine="0"/>
        <w:outlineLvl w:val="1"/>
        <w:rPr>
          <w:rFonts w:cs="Calibri"/>
          <w:lang w:val="es-ES"/>
        </w:rPr>
      </w:pPr>
    </w:p>
    <w:sectPr w:rsidR="00086070" w:rsidRPr="000C428F"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73A9E"/>
    <w:multiLevelType w:val="hybridMultilevel"/>
    <w:tmpl w:val="7CCC2C8C"/>
    <w:lvl w:ilvl="0" w:tplc="5FA80F12">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60881586"/>
    <w:multiLevelType w:val="hybridMultilevel"/>
    <w:tmpl w:val="A6905400"/>
    <w:lvl w:ilvl="0" w:tplc="08448EAA">
      <w:start w:val="1"/>
      <w:numFmt w:val="lowerLetter"/>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2">
    <w:nsid w:val="65B22ABB"/>
    <w:multiLevelType w:val="multilevel"/>
    <w:tmpl w:val="E8164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BB5A45"/>
    <w:multiLevelType w:val="hybridMultilevel"/>
    <w:tmpl w:val="C820ED2E"/>
    <w:lvl w:ilvl="0" w:tplc="3BA49140">
      <w:start w:val="1"/>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428F"/>
    <w:rsid w:val="00045FCD"/>
    <w:rsid w:val="00052B63"/>
    <w:rsid w:val="00086070"/>
    <w:rsid w:val="000938B1"/>
    <w:rsid w:val="000C428F"/>
    <w:rsid w:val="0012181E"/>
    <w:rsid w:val="0022659D"/>
    <w:rsid w:val="00400015"/>
    <w:rsid w:val="00427B94"/>
    <w:rsid w:val="004E328B"/>
    <w:rsid w:val="004F2C1C"/>
    <w:rsid w:val="005065BF"/>
    <w:rsid w:val="00511A15"/>
    <w:rsid w:val="005E7CB6"/>
    <w:rsid w:val="005F1BCA"/>
    <w:rsid w:val="008D0F42"/>
    <w:rsid w:val="009B6493"/>
    <w:rsid w:val="00A70640"/>
    <w:rsid w:val="00B15370"/>
    <w:rsid w:val="00BE51B5"/>
    <w:rsid w:val="00E572D9"/>
    <w:rsid w:val="00F21FF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pPr>
      <w:spacing w:before="100" w:beforeAutospacing="1" w:after="100" w:afterAutospacing="1"/>
      <w:ind w:left="-340" w:firstLine="737"/>
    </w:pPr>
    <w:rPr>
      <w:lang w:val="fr-FR" w:eastAsia="en-US"/>
    </w:rPr>
  </w:style>
  <w:style w:type="paragraph" w:styleId="Heading1">
    <w:name w:val="heading 1"/>
    <w:basedOn w:val="Normal"/>
    <w:link w:val="Heading1Char"/>
    <w:uiPriority w:val="99"/>
    <w:qFormat/>
    <w:rsid w:val="000C428F"/>
    <w:pPr>
      <w:ind w:left="0" w:firstLine="0"/>
      <w:outlineLvl w:val="0"/>
    </w:pPr>
    <w:rPr>
      <w:rFonts w:ascii="Times New Roman" w:eastAsia="Times New Roman" w:hAnsi="Times New Roman"/>
      <w:b/>
      <w:bCs/>
      <w:kern w:val="36"/>
      <w:sz w:val="48"/>
      <w:szCs w:val="48"/>
      <w:lang w:val="es-ES" w:eastAsia="es-ES"/>
    </w:rPr>
  </w:style>
  <w:style w:type="paragraph" w:styleId="Heading2">
    <w:name w:val="heading 2"/>
    <w:basedOn w:val="Normal"/>
    <w:link w:val="Heading2Char"/>
    <w:uiPriority w:val="99"/>
    <w:qFormat/>
    <w:rsid w:val="000C428F"/>
    <w:pPr>
      <w:ind w:left="0" w:firstLine="0"/>
      <w:outlineLvl w:val="1"/>
    </w:pPr>
    <w:rPr>
      <w:rFonts w:ascii="Times New Roman" w:eastAsia="Times New Roman" w:hAnsi="Times New Roman"/>
      <w:b/>
      <w:bCs/>
      <w:sz w:val="36"/>
      <w:szCs w:val="36"/>
      <w:lang w:val="es-ES" w:eastAsia="es-ES"/>
    </w:rPr>
  </w:style>
  <w:style w:type="paragraph" w:styleId="Heading3">
    <w:name w:val="heading 3"/>
    <w:basedOn w:val="Normal"/>
    <w:link w:val="Heading3Char"/>
    <w:uiPriority w:val="99"/>
    <w:qFormat/>
    <w:rsid w:val="000C428F"/>
    <w:pPr>
      <w:pBdr>
        <w:bottom w:val="dotted" w:sz="6" w:space="0" w:color="AAAAAA"/>
      </w:pBdr>
      <w:ind w:left="0" w:firstLine="0"/>
      <w:outlineLvl w:val="2"/>
    </w:pPr>
    <w:rPr>
      <w:rFonts w:ascii="Times New Roman" w:eastAsia="Times New Roman" w:hAnsi="Times New Roman"/>
      <w:b/>
      <w:bCs/>
      <w:sz w:val="27"/>
      <w:szCs w:val="27"/>
      <w:lang w:val="es-ES" w:eastAsia="es-ES"/>
    </w:rPr>
  </w:style>
  <w:style w:type="paragraph" w:styleId="Heading4">
    <w:name w:val="heading 4"/>
    <w:basedOn w:val="Normal"/>
    <w:link w:val="Heading4Char"/>
    <w:uiPriority w:val="99"/>
    <w:qFormat/>
    <w:rsid w:val="000C428F"/>
    <w:pPr>
      <w:pBdr>
        <w:bottom w:val="dotted" w:sz="6" w:space="0" w:color="DDDDDD"/>
      </w:pBdr>
      <w:ind w:left="0" w:firstLine="0"/>
      <w:outlineLvl w:val="3"/>
    </w:pPr>
    <w:rPr>
      <w:rFonts w:ascii="Times New Roman" w:eastAsia="Times New Roman" w:hAnsi="Times New Roman"/>
      <w:b/>
      <w:bCs/>
      <w:sz w:val="24"/>
      <w:szCs w:val="24"/>
      <w:lang w:val="es-ES" w:eastAsia="es-ES"/>
    </w:rPr>
  </w:style>
  <w:style w:type="paragraph" w:styleId="Heading5">
    <w:name w:val="heading 5"/>
    <w:basedOn w:val="Normal"/>
    <w:link w:val="Heading5Char"/>
    <w:uiPriority w:val="99"/>
    <w:qFormat/>
    <w:rsid w:val="000C428F"/>
    <w:pPr>
      <w:pBdr>
        <w:bottom w:val="dotted" w:sz="6" w:space="0" w:color="DDDDDD"/>
      </w:pBdr>
      <w:ind w:left="0" w:firstLine="0"/>
      <w:outlineLvl w:val="4"/>
    </w:pPr>
    <w:rPr>
      <w:rFonts w:ascii="Times New Roman" w:eastAsia="Times New Roman" w:hAnsi="Times New Roman"/>
      <w:b/>
      <w:bCs/>
      <w:sz w:val="20"/>
      <w:szCs w:val="20"/>
      <w:lang w:val="es-ES" w:eastAsia="es-ES"/>
    </w:rPr>
  </w:style>
  <w:style w:type="paragraph" w:styleId="Heading6">
    <w:name w:val="heading 6"/>
    <w:basedOn w:val="Normal"/>
    <w:link w:val="Heading6Char"/>
    <w:uiPriority w:val="99"/>
    <w:qFormat/>
    <w:rsid w:val="000C428F"/>
    <w:pPr>
      <w:pBdr>
        <w:bottom w:val="dotted" w:sz="6" w:space="0" w:color="DDDDDD"/>
      </w:pBdr>
      <w:ind w:left="0" w:firstLine="0"/>
      <w:outlineLvl w:val="5"/>
    </w:pPr>
    <w:rPr>
      <w:rFonts w:ascii="Times New Roman" w:eastAsia="Times New Roman" w:hAnsi="Times New Roman"/>
      <w:b/>
      <w:bCs/>
      <w:sz w:val="15"/>
      <w:szCs w:val="15"/>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428F"/>
    <w:rPr>
      <w:rFonts w:ascii="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9"/>
    <w:locked/>
    <w:rsid w:val="000C428F"/>
    <w:rPr>
      <w:rFonts w:ascii="Times New Roman" w:hAnsi="Times New Roman" w:cs="Times New Roman"/>
      <w:b/>
      <w:bCs/>
      <w:sz w:val="36"/>
      <w:szCs w:val="36"/>
      <w:lang w:eastAsia="es-ES"/>
    </w:rPr>
  </w:style>
  <w:style w:type="character" w:customStyle="1" w:styleId="Heading3Char">
    <w:name w:val="Heading 3 Char"/>
    <w:basedOn w:val="DefaultParagraphFont"/>
    <w:link w:val="Heading3"/>
    <w:uiPriority w:val="99"/>
    <w:locked/>
    <w:rsid w:val="000C428F"/>
    <w:rPr>
      <w:rFonts w:ascii="Times New Roman" w:hAnsi="Times New Roman" w:cs="Times New Roman"/>
      <w:b/>
      <w:bCs/>
      <w:sz w:val="27"/>
      <w:szCs w:val="27"/>
      <w:lang w:eastAsia="es-ES"/>
    </w:rPr>
  </w:style>
  <w:style w:type="character" w:customStyle="1" w:styleId="Heading4Char">
    <w:name w:val="Heading 4 Char"/>
    <w:basedOn w:val="DefaultParagraphFont"/>
    <w:link w:val="Heading4"/>
    <w:uiPriority w:val="99"/>
    <w:locked/>
    <w:rsid w:val="000C428F"/>
    <w:rPr>
      <w:rFonts w:ascii="Times New Roman" w:hAnsi="Times New Roman" w:cs="Times New Roman"/>
      <w:b/>
      <w:bCs/>
      <w:sz w:val="24"/>
      <w:szCs w:val="24"/>
      <w:lang w:eastAsia="es-ES"/>
    </w:rPr>
  </w:style>
  <w:style w:type="character" w:customStyle="1" w:styleId="Heading5Char">
    <w:name w:val="Heading 5 Char"/>
    <w:basedOn w:val="DefaultParagraphFont"/>
    <w:link w:val="Heading5"/>
    <w:uiPriority w:val="99"/>
    <w:locked/>
    <w:rsid w:val="000C428F"/>
    <w:rPr>
      <w:rFonts w:ascii="Times New Roman" w:hAnsi="Times New Roman" w:cs="Times New Roman"/>
      <w:b/>
      <w:bCs/>
      <w:sz w:val="20"/>
      <w:szCs w:val="20"/>
      <w:lang w:eastAsia="es-ES"/>
    </w:rPr>
  </w:style>
  <w:style w:type="character" w:customStyle="1" w:styleId="Heading6Char">
    <w:name w:val="Heading 6 Char"/>
    <w:basedOn w:val="DefaultParagraphFont"/>
    <w:link w:val="Heading6"/>
    <w:uiPriority w:val="99"/>
    <w:locked/>
    <w:rsid w:val="000C428F"/>
    <w:rPr>
      <w:rFonts w:ascii="Times New Roman" w:hAnsi="Times New Roman" w:cs="Times New Roman"/>
      <w:b/>
      <w:bCs/>
      <w:sz w:val="15"/>
      <w:szCs w:val="15"/>
      <w:lang w:eastAsia="es-ES"/>
    </w:rPr>
  </w:style>
  <w:style w:type="character" w:styleId="Hyperlink">
    <w:name w:val="Hyperlink"/>
    <w:basedOn w:val="DefaultParagraphFont"/>
    <w:uiPriority w:val="99"/>
    <w:semiHidden/>
    <w:rsid w:val="000C428F"/>
    <w:rPr>
      <w:rFonts w:cs="Times New Roman"/>
      <w:color w:val="0000FF"/>
      <w:u w:val="single"/>
    </w:rPr>
  </w:style>
  <w:style w:type="character" w:styleId="FollowedHyperlink">
    <w:name w:val="FollowedHyperlink"/>
    <w:basedOn w:val="DefaultParagraphFont"/>
    <w:uiPriority w:val="99"/>
    <w:semiHidden/>
    <w:rsid w:val="000C428F"/>
    <w:rPr>
      <w:rFonts w:cs="Times New Roman"/>
      <w:color w:val="800080"/>
      <w:u w:val="single"/>
    </w:rPr>
  </w:style>
  <w:style w:type="character" w:styleId="HTMLCode">
    <w:name w:val="HTML Code"/>
    <w:basedOn w:val="DefaultParagraphFont"/>
    <w:uiPriority w:val="99"/>
    <w:semiHidden/>
    <w:rsid w:val="000C428F"/>
    <w:rPr>
      <w:rFonts w:ascii="Courier New" w:hAnsi="Courier New" w:cs="Courier New"/>
      <w:sz w:val="20"/>
      <w:szCs w:val="20"/>
      <w:shd w:val="clear" w:color="auto" w:fill="auto"/>
    </w:rPr>
  </w:style>
  <w:style w:type="character" w:styleId="Strong">
    <w:name w:val="Strong"/>
    <w:basedOn w:val="DefaultParagraphFont"/>
    <w:uiPriority w:val="99"/>
    <w:qFormat/>
    <w:rsid w:val="000C428F"/>
    <w:rPr>
      <w:rFonts w:cs="Times New Roman"/>
      <w:b/>
      <w:bCs/>
    </w:rPr>
  </w:style>
  <w:style w:type="paragraph" w:styleId="NormalWeb">
    <w:name w:val="Normal (Web)"/>
    <w:basedOn w:val="Normal"/>
    <w:uiPriority w:val="99"/>
    <w:semiHidden/>
    <w:rsid w:val="000C428F"/>
    <w:pPr>
      <w:ind w:left="0" w:firstLine="0"/>
    </w:pPr>
    <w:rPr>
      <w:rFonts w:ascii="Times New Roman" w:eastAsia="Times New Roman" w:hAnsi="Times New Roman"/>
      <w:sz w:val="24"/>
      <w:szCs w:val="24"/>
      <w:lang w:val="es-ES" w:eastAsia="es-ES"/>
    </w:rPr>
  </w:style>
  <w:style w:type="paragraph" w:customStyle="1" w:styleId="mw-plusminus-pos">
    <w:name w:val="mw-plusminus-pos"/>
    <w:basedOn w:val="Normal"/>
    <w:uiPriority w:val="99"/>
    <w:rsid w:val="000C428F"/>
    <w:pPr>
      <w:ind w:left="0" w:firstLine="0"/>
    </w:pPr>
    <w:rPr>
      <w:rFonts w:ascii="Times New Roman" w:eastAsia="Times New Roman" w:hAnsi="Times New Roman"/>
      <w:color w:val="00B000"/>
      <w:sz w:val="24"/>
      <w:szCs w:val="24"/>
      <w:lang w:val="es-ES" w:eastAsia="es-ES"/>
    </w:rPr>
  </w:style>
  <w:style w:type="paragraph" w:customStyle="1" w:styleId="mw-plusminus-neg">
    <w:name w:val="mw-plusminus-neg"/>
    <w:basedOn w:val="Normal"/>
    <w:uiPriority w:val="99"/>
    <w:rsid w:val="000C428F"/>
    <w:pPr>
      <w:ind w:left="0" w:firstLine="0"/>
    </w:pPr>
    <w:rPr>
      <w:rFonts w:ascii="Times New Roman" w:eastAsia="Times New Roman" w:hAnsi="Times New Roman"/>
      <w:color w:val="FF2050"/>
      <w:sz w:val="24"/>
      <w:szCs w:val="24"/>
      <w:lang w:val="es-ES" w:eastAsia="es-ES"/>
    </w:rPr>
  </w:style>
  <w:style w:type="paragraph" w:customStyle="1" w:styleId="mw-plusminus-null">
    <w:name w:val="mw-plusminus-null"/>
    <w:basedOn w:val="Normal"/>
    <w:uiPriority w:val="99"/>
    <w:rsid w:val="000C428F"/>
    <w:pPr>
      <w:ind w:left="0" w:firstLine="0"/>
    </w:pPr>
    <w:rPr>
      <w:rFonts w:ascii="Times New Roman" w:eastAsia="Times New Roman" w:hAnsi="Times New Roman"/>
      <w:color w:val="999999"/>
      <w:sz w:val="24"/>
      <w:szCs w:val="24"/>
      <w:lang w:val="es-ES" w:eastAsia="es-ES"/>
    </w:rPr>
  </w:style>
  <w:style w:type="paragraph" w:customStyle="1" w:styleId="history-size">
    <w:name w:val="history-size"/>
    <w:basedOn w:val="Normal"/>
    <w:uiPriority w:val="99"/>
    <w:rsid w:val="000C428F"/>
    <w:pPr>
      <w:ind w:left="0" w:firstLine="0"/>
    </w:pPr>
    <w:rPr>
      <w:rFonts w:ascii="Times New Roman" w:eastAsia="Times New Roman" w:hAnsi="Times New Roman"/>
      <w:sz w:val="19"/>
      <w:szCs w:val="19"/>
      <w:lang w:val="es-ES" w:eastAsia="es-ES"/>
    </w:rPr>
  </w:style>
  <w:style w:type="paragraph" w:customStyle="1" w:styleId="mw-whatlinkshere-tools">
    <w:name w:val="mw-whatlinkshere-tools"/>
    <w:basedOn w:val="Normal"/>
    <w:uiPriority w:val="99"/>
    <w:rsid w:val="000C428F"/>
    <w:pPr>
      <w:ind w:left="0" w:firstLine="0"/>
    </w:pPr>
    <w:rPr>
      <w:rFonts w:ascii="Times New Roman" w:eastAsia="Times New Roman" w:hAnsi="Times New Roman"/>
      <w:sz w:val="19"/>
      <w:szCs w:val="19"/>
      <w:lang w:val="es-ES" w:eastAsia="es-ES"/>
    </w:rPr>
  </w:style>
  <w:style w:type="paragraph" w:customStyle="1" w:styleId="firstheading">
    <w:name w:val="firstheading"/>
    <w:basedOn w:val="Normal"/>
    <w:uiPriority w:val="99"/>
    <w:rsid w:val="000C428F"/>
    <w:pPr>
      <w:spacing w:line="288" w:lineRule="atLeast"/>
      <w:ind w:left="0" w:firstLine="0"/>
    </w:pPr>
    <w:rPr>
      <w:rFonts w:ascii="Times New Roman" w:eastAsia="Times New Roman" w:hAnsi="Times New Roman"/>
      <w:sz w:val="24"/>
      <w:szCs w:val="24"/>
      <w:lang w:val="es-ES" w:eastAsia="es-ES"/>
    </w:rPr>
  </w:style>
  <w:style w:type="paragraph" w:customStyle="1" w:styleId="patrollink">
    <w:name w:val="patrollink"/>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rcoptions">
    <w:name w:val="rcoptions"/>
    <w:basedOn w:val="Normal"/>
    <w:uiPriority w:val="99"/>
    <w:rsid w:val="000C428F"/>
    <w:pPr>
      <w:pBdr>
        <w:top w:val="single" w:sz="6" w:space="6" w:color="DDDDF7"/>
        <w:left w:val="single" w:sz="48" w:space="6" w:color="DDDDF7"/>
        <w:bottom w:val="single" w:sz="6" w:space="6" w:color="DDDDF7"/>
        <w:right w:val="single" w:sz="6" w:space="6" w:color="DDDDF7"/>
      </w:pBdr>
      <w:shd w:val="clear" w:color="auto" w:fill="FFFFFF"/>
      <w:spacing w:before="0" w:beforeAutospacing="0" w:after="30" w:afterAutospacing="0"/>
      <w:ind w:left="0" w:firstLine="0"/>
    </w:pPr>
    <w:rPr>
      <w:rFonts w:ascii="Times New Roman" w:eastAsia="Times New Roman" w:hAnsi="Times New Roman"/>
      <w:sz w:val="24"/>
      <w:szCs w:val="24"/>
      <w:lang w:val="es-ES" w:eastAsia="es-ES"/>
    </w:rPr>
  </w:style>
  <w:style w:type="paragraph" w:customStyle="1" w:styleId="hiddenstructure">
    <w:name w:val="hiddenstructure"/>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homonymie">
    <w:name w:val="homonymie"/>
    <w:basedOn w:val="Normal"/>
    <w:uiPriority w:val="99"/>
    <w:rsid w:val="000C428F"/>
    <w:pPr>
      <w:pBdr>
        <w:bottom w:val="single" w:sz="6" w:space="6" w:color="AAAAAA"/>
      </w:pBdr>
      <w:spacing w:after="120" w:afterAutospacing="0"/>
      <w:ind w:left="0" w:firstLine="0"/>
    </w:pPr>
    <w:rPr>
      <w:rFonts w:ascii="Times New Roman" w:eastAsia="Times New Roman" w:hAnsi="Times New Roman"/>
      <w:i/>
      <w:iCs/>
      <w:sz w:val="24"/>
      <w:szCs w:val="24"/>
      <w:lang w:val="es-ES" w:eastAsia="es-ES"/>
    </w:rPr>
  </w:style>
  <w:style w:type="paragraph" w:customStyle="1" w:styleId="detail">
    <w:name w:val="detail"/>
    <w:basedOn w:val="Normal"/>
    <w:uiPriority w:val="99"/>
    <w:rsid w:val="000C428F"/>
    <w:pPr>
      <w:pBdr>
        <w:top w:val="single" w:sz="6" w:space="1" w:color="E7E7E7"/>
        <w:left w:val="single" w:sz="2" w:space="18" w:color="E7E7E7"/>
        <w:bottom w:val="single" w:sz="6" w:space="1" w:color="E7E7E7"/>
        <w:right w:val="single" w:sz="2" w:space="3" w:color="E7E7E7"/>
      </w:pBdr>
      <w:shd w:val="clear" w:color="auto" w:fill="FDFDFD"/>
      <w:spacing w:before="0" w:beforeAutospacing="0" w:after="168" w:afterAutospacing="0"/>
      <w:ind w:left="480" w:firstLine="0"/>
    </w:pPr>
    <w:rPr>
      <w:rFonts w:ascii="Times New Roman" w:eastAsia="Times New Roman" w:hAnsi="Times New Roman"/>
      <w:sz w:val="23"/>
      <w:szCs w:val="23"/>
      <w:lang w:val="es-ES" w:eastAsia="es-ES"/>
    </w:rPr>
  </w:style>
  <w:style w:type="paragraph" w:customStyle="1" w:styleId="details">
    <w:name w:val="details"/>
    <w:basedOn w:val="Normal"/>
    <w:uiPriority w:val="99"/>
    <w:rsid w:val="000C428F"/>
    <w:pPr>
      <w:pBdr>
        <w:top w:val="single" w:sz="6" w:space="1" w:color="E7E7E7"/>
        <w:left w:val="single" w:sz="2" w:space="18" w:color="E7E7E7"/>
        <w:bottom w:val="single" w:sz="6" w:space="1" w:color="E7E7E7"/>
        <w:right w:val="single" w:sz="2" w:space="3" w:color="E7E7E7"/>
      </w:pBdr>
      <w:shd w:val="clear" w:color="auto" w:fill="FDFDFD"/>
      <w:spacing w:before="0" w:beforeAutospacing="0" w:after="168" w:afterAutospacing="0"/>
      <w:ind w:left="480" w:firstLine="0"/>
    </w:pPr>
    <w:rPr>
      <w:rFonts w:ascii="Times New Roman" w:eastAsia="Times New Roman" w:hAnsi="Times New Roman"/>
      <w:sz w:val="23"/>
      <w:szCs w:val="23"/>
      <w:lang w:val="es-ES" w:eastAsia="es-ES"/>
    </w:rPr>
  </w:style>
  <w:style w:type="paragraph" w:customStyle="1" w:styleId="romain">
    <w:name w:val="romain"/>
    <w:basedOn w:val="Normal"/>
    <w:uiPriority w:val="99"/>
    <w:rsid w:val="000C428F"/>
    <w:pPr>
      <w:ind w:left="0" w:firstLine="0"/>
    </w:pPr>
    <w:rPr>
      <w:rFonts w:ascii="Times New Roman" w:eastAsia="Times New Roman" w:hAnsi="Times New Roman"/>
      <w:smallCaps/>
      <w:sz w:val="24"/>
      <w:szCs w:val="24"/>
      <w:lang w:val="es-ES" w:eastAsia="es-ES"/>
    </w:rPr>
  </w:style>
  <w:style w:type="paragraph" w:customStyle="1" w:styleId="texhtml">
    <w:name w:val="texhtml"/>
    <w:basedOn w:val="Normal"/>
    <w:uiPriority w:val="99"/>
    <w:rsid w:val="000C428F"/>
    <w:pPr>
      <w:ind w:left="0" w:firstLine="0"/>
    </w:pPr>
    <w:rPr>
      <w:rFonts w:ascii="Times New Roman" w:eastAsia="Times New Roman" w:hAnsi="Times New Roman"/>
      <w:sz w:val="29"/>
      <w:szCs w:val="29"/>
      <w:lang w:val="es-ES" w:eastAsia="es-ES"/>
    </w:rPr>
  </w:style>
  <w:style w:type="paragraph" w:customStyle="1" w:styleId="citecrochet">
    <w:name w:val="cite_crochet"/>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reference">
    <w:name w:val="reference"/>
    <w:basedOn w:val="Normal"/>
    <w:uiPriority w:val="99"/>
    <w:rsid w:val="000C428F"/>
    <w:pPr>
      <w:ind w:left="0" w:firstLine="0"/>
      <w:textAlignment w:val="top"/>
    </w:pPr>
    <w:rPr>
      <w:rFonts w:ascii="Times New Roman" w:eastAsia="Times New Roman" w:hAnsi="Times New Roman"/>
      <w:sz w:val="19"/>
      <w:szCs w:val="19"/>
      <w:lang w:val="es-ES" w:eastAsia="es-ES"/>
    </w:rPr>
  </w:style>
  <w:style w:type="paragraph" w:customStyle="1" w:styleId="exposant">
    <w:name w:val="exposant"/>
    <w:basedOn w:val="Normal"/>
    <w:uiPriority w:val="99"/>
    <w:rsid w:val="000C428F"/>
    <w:pPr>
      <w:ind w:left="0" w:firstLine="0"/>
      <w:textAlignment w:val="top"/>
    </w:pPr>
    <w:rPr>
      <w:rFonts w:ascii="Times New Roman" w:eastAsia="Times New Roman" w:hAnsi="Times New Roman"/>
      <w:sz w:val="19"/>
      <w:szCs w:val="19"/>
      <w:lang w:val="es-ES" w:eastAsia="es-ES"/>
    </w:rPr>
  </w:style>
  <w:style w:type="paragraph" w:customStyle="1" w:styleId="biblist">
    <w:name w:val="biblist"/>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wikinorme">
    <w:name w:val="wikinorme"/>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bibtex">
    <w:name w:val="bibtex"/>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isbd">
    <w:name w:val="isbd"/>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iso690">
    <w:name w:val="iso690"/>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specialbib">
    <w:name w:val="specialbib"/>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citevirgule">
    <w:name w:val="cite_virgul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bandeau">
    <w:name w:val="bandeau"/>
    <w:basedOn w:val="Normal"/>
    <w:uiPriority w:val="99"/>
    <w:rsid w:val="000C428F"/>
    <w:pPr>
      <w:pBdr>
        <w:top w:val="single" w:sz="6" w:space="2" w:color="auto"/>
        <w:left w:val="single" w:sz="48" w:space="8" w:color="auto"/>
        <w:bottom w:val="single" w:sz="6" w:space="2" w:color="auto"/>
        <w:right w:val="single" w:sz="6" w:space="8" w:color="auto"/>
      </w:pBdr>
      <w:spacing w:before="120" w:beforeAutospacing="0" w:after="180" w:afterAutospacing="0"/>
      <w:ind w:left="1224" w:right="1224" w:firstLine="0"/>
    </w:pPr>
    <w:rPr>
      <w:rFonts w:ascii="Times New Roman" w:eastAsia="Times New Roman" w:hAnsi="Times New Roman"/>
      <w:sz w:val="24"/>
      <w:szCs w:val="24"/>
      <w:lang w:val="es-ES" w:eastAsia="es-ES"/>
    </w:rPr>
  </w:style>
  <w:style w:type="paragraph" w:customStyle="1" w:styleId="bandeau-niveau-grave">
    <w:name w:val="bandeau-niveau-grave"/>
    <w:basedOn w:val="Normal"/>
    <w:uiPriority w:val="99"/>
    <w:rsid w:val="000C428F"/>
    <w:pPr>
      <w:shd w:val="clear" w:color="auto" w:fill="FFCCCC"/>
      <w:ind w:left="0" w:firstLine="0"/>
    </w:pPr>
    <w:rPr>
      <w:rFonts w:ascii="Times New Roman" w:eastAsia="Times New Roman" w:hAnsi="Times New Roman"/>
      <w:sz w:val="24"/>
      <w:szCs w:val="24"/>
      <w:lang w:val="es-ES" w:eastAsia="es-ES"/>
    </w:rPr>
  </w:style>
  <w:style w:type="paragraph" w:customStyle="1" w:styleId="bandeau-niveau-modere">
    <w:name w:val="bandeau-niveau-modere"/>
    <w:basedOn w:val="Normal"/>
    <w:uiPriority w:val="99"/>
    <w:rsid w:val="000C428F"/>
    <w:pPr>
      <w:shd w:val="clear" w:color="auto" w:fill="FFEEDD"/>
      <w:ind w:left="0" w:firstLine="0"/>
    </w:pPr>
    <w:rPr>
      <w:rFonts w:ascii="Times New Roman" w:eastAsia="Times New Roman" w:hAnsi="Times New Roman"/>
      <w:sz w:val="24"/>
      <w:szCs w:val="24"/>
      <w:lang w:val="es-ES" w:eastAsia="es-ES"/>
    </w:rPr>
  </w:style>
  <w:style w:type="paragraph" w:customStyle="1" w:styleId="bandeau-niveau-ebauche">
    <w:name w:val="bandeau-niveau-ebauche"/>
    <w:basedOn w:val="Normal"/>
    <w:uiPriority w:val="99"/>
    <w:rsid w:val="000C428F"/>
    <w:pPr>
      <w:shd w:val="clear" w:color="auto" w:fill="FFEEDD"/>
      <w:ind w:left="0" w:firstLine="0"/>
    </w:pPr>
    <w:rPr>
      <w:rFonts w:ascii="Times New Roman" w:eastAsia="Times New Roman" w:hAnsi="Times New Roman"/>
      <w:sz w:val="24"/>
      <w:szCs w:val="24"/>
      <w:lang w:val="es-ES" w:eastAsia="es-ES"/>
    </w:rPr>
  </w:style>
  <w:style w:type="paragraph" w:customStyle="1" w:styleId="bandeau-niveau-information">
    <w:name w:val="bandeau-niveau-information"/>
    <w:basedOn w:val="Normal"/>
    <w:uiPriority w:val="99"/>
    <w:rsid w:val="000C428F"/>
    <w:pPr>
      <w:shd w:val="clear" w:color="auto" w:fill="FBFBFB"/>
      <w:ind w:left="0" w:firstLine="0"/>
    </w:pPr>
    <w:rPr>
      <w:rFonts w:ascii="Times New Roman" w:eastAsia="Times New Roman" w:hAnsi="Times New Roman"/>
      <w:sz w:val="24"/>
      <w:szCs w:val="24"/>
      <w:lang w:val="es-ES" w:eastAsia="es-ES"/>
    </w:rPr>
  </w:style>
  <w:style w:type="paragraph" w:customStyle="1" w:styleId="bandeau-icone">
    <w:name w:val="bandeau-icone"/>
    <w:basedOn w:val="Normal"/>
    <w:uiPriority w:val="99"/>
    <w:rsid w:val="000C428F"/>
    <w:pPr>
      <w:ind w:left="0" w:firstLine="0"/>
      <w:jc w:val="center"/>
      <w:textAlignment w:val="center"/>
    </w:pPr>
    <w:rPr>
      <w:rFonts w:ascii="Times New Roman" w:eastAsia="Times New Roman" w:hAnsi="Times New Roman"/>
      <w:sz w:val="24"/>
      <w:szCs w:val="24"/>
      <w:lang w:val="es-ES" w:eastAsia="es-ES"/>
    </w:rPr>
  </w:style>
  <w:style w:type="paragraph" w:customStyle="1" w:styleId="bandeau-titre">
    <w:name w:val="bandeau-titre"/>
    <w:basedOn w:val="Normal"/>
    <w:uiPriority w:val="99"/>
    <w:rsid w:val="000C428F"/>
    <w:pPr>
      <w:spacing w:after="120" w:afterAutospacing="0" w:line="336" w:lineRule="atLeast"/>
      <w:ind w:left="0" w:firstLine="0"/>
    </w:pPr>
    <w:rPr>
      <w:rFonts w:ascii="Times New Roman" w:eastAsia="Times New Roman" w:hAnsi="Times New Roman"/>
      <w:sz w:val="24"/>
      <w:szCs w:val="24"/>
      <w:lang w:val="es-ES" w:eastAsia="es-ES"/>
    </w:rPr>
  </w:style>
  <w:style w:type="paragraph" w:customStyle="1" w:styleId="bandeau-texte">
    <w:name w:val="bandeau-texte"/>
    <w:basedOn w:val="Normal"/>
    <w:uiPriority w:val="99"/>
    <w:rsid w:val="000C428F"/>
    <w:pPr>
      <w:spacing w:line="288" w:lineRule="atLeast"/>
      <w:ind w:left="0" w:firstLine="0"/>
    </w:pPr>
    <w:rPr>
      <w:rFonts w:ascii="Times New Roman" w:eastAsia="Times New Roman" w:hAnsi="Times New Roman"/>
      <w:lang w:val="es-ES" w:eastAsia="es-ES"/>
    </w:rPr>
  </w:style>
  <w:style w:type="paragraph" w:customStyle="1" w:styleId="alerte">
    <w:name w:val="alerte"/>
    <w:basedOn w:val="Normal"/>
    <w:uiPriority w:val="99"/>
    <w:rsid w:val="000C428F"/>
    <w:pPr>
      <w:shd w:val="clear" w:color="auto" w:fill="FFFFDD"/>
      <w:spacing w:after="96" w:afterAutospacing="0"/>
      <w:ind w:left="0" w:firstLine="0"/>
    </w:pPr>
    <w:rPr>
      <w:rFonts w:ascii="Times New Roman" w:eastAsia="Times New Roman" w:hAnsi="Times New Roman"/>
      <w:i/>
      <w:iCs/>
      <w:sz w:val="24"/>
      <w:szCs w:val="24"/>
      <w:lang w:val="es-ES" w:eastAsia="es-ES"/>
    </w:rPr>
  </w:style>
  <w:style w:type="paragraph" w:customStyle="1" w:styleId="grave">
    <w:name w:val="grave"/>
    <w:basedOn w:val="Normal"/>
    <w:uiPriority w:val="99"/>
    <w:rsid w:val="000C428F"/>
    <w:pPr>
      <w:pBdr>
        <w:top w:val="single" w:sz="6" w:space="0" w:color="FF9966"/>
        <w:left w:val="single" w:sz="6" w:space="0" w:color="FF9966"/>
        <w:bottom w:val="single" w:sz="6" w:space="0" w:color="FF9966"/>
        <w:right w:val="single" w:sz="6" w:space="0" w:color="FF9966"/>
      </w:pBdr>
      <w:ind w:left="0" w:firstLine="0"/>
    </w:pPr>
    <w:rPr>
      <w:rFonts w:ascii="Times New Roman" w:eastAsia="Times New Roman" w:hAnsi="Times New Roman"/>
      <w:sz w:val="24"/>
      <w:szCs w:val="24"/>
      <w:lang w:val="es-ES" w:eastAsia="es-ES"/>
    </w:rPr>
  </w:style>
  <w:style w:type="paragraph" w:customStyle="1" w:styleId="messagebox">
    <w:name w:val="messagebox"/>
    <w:basedOn w:val="Normal"/>
    <w:uiPriority w:val="99"/>
    <w:rsid w:val="000C428F"/>
    <w:pPr>
      <w:pBdr>
        <w:top w:val="single" w:sz="6" w:space="2" w:color="AAAAAA"/>
        <w:left w:val="single" w:sz="6" w:space="2" w:color="AAAAAA"/>
        <w:bottom w:val="single" w:sz="6" w:space="2" w:color="AAAAAA"/>
        <w:right w:val="single" w:sz="6" w:space="2" w:color="AAAAAA"/>
      </w:pBdr>
      <w:shd w:val="clear" w:color="auto" w:fill="F9F9F9"/>
      <w:spacing w:before="0" w:beforeAutospacing="0" w:after="240" w:afterAutospacing="0"/>
      <w:ind w:left="0" w:firstLine="0"/>
      <w:jc w:val="both"/>
    </w:pPr>
    <w:rPr>
      <w:rFonts w:ascii="Times New Roman" w:eastAsia="Times New Roman" w:hAnsi="Times New Roman"/>
      <w:sz w:val="24"/>
      <w:szCs w:val="24"/>
      <w:lang w:val="es-ES" w:eastAsia="es-ES"/>
    </w:rPr>
  </w:style>
  <w:style w:type="paragraph" w:customStyle="1" w:styleId="bandeau-portail-element">
    <w:name w:val="bandeau-portail-element"/>
    <w:basedOn w:val="Normal"/>
    <w:uiPriority w:val="99"/>
    <w:rsid w:val="000C428F"/>
    <w:pPr>
      <w:ind w:left="360" w:right="360" w:firstLine="0"/>
    </w:pPr>
    <w:rPr>
      <w:rFonts w:ascii="Times New Roman" w:eastAsia="Times New Roman" w:hAnsi="Times New Roman"/>
      <w:sz w:val="24"/>
      <w:szCs w:val="24"/>
      <w:lang w:val="es-ES" w:eastAsia="es-ES"/>
    </w:rPr>
  </w:style>
  <w:style w:type="paragraph" w:customStyle="1" w:styleId="bandeau-portail-icone">
    <w:name w:val="bandeau-portail-icone"/>
    <w:basedOn w:val="Normal"/>
    <w:uiPriority w:val="99"/>
    <w:rsid w:val="000C428F"/>
    <w:pPr>
      <w:ind w:left="0" w:right="120" w:firstLine="0"/>
    </w:pPr>
    <w:rPr>
      <w:rFonts w:ascii="Times New Roman" w:eastAsia="Times New Roman" w:hAnsi="Times New Roman"/>
      <w:sz w:val="24"/>
      <w:szCs w:val="24"/>
      <w:lang w:val="es-ES" w:eastAsia="es-ES"/>
    </w:rPr>
  </w:style>
  <w:style w:type="paragraph" w:customStyle="1" w:styleId="bandeau-portail-texte">
    <w:name w:val="bandeau-portail-texte"/>
    <w:basedOn w:val="Normal"/>
    <w:uiPriority w:val="99"/>
    <w:rsid w:val="000C428F"/>
    <w:pPr>
      <w:ind w:left="0" w:firstLine="0"/>
    </w:pPr>
    <w:rPr>
      <w:rFonts w:ascii="Times New Roman" w:eastAsia="Times New Roman" w:hAnsi="Times New Roman"/>
      <w:b/>
      <w:bCs/>
      <w:sz w:val="24"/>
      <w:szCs w:val="24"/>
      <w:lang w:val="es-ES" w:eastAsia="es-ES"/>
    </w:rPr>
  </w:style>
  <w:style w:type="paragraph" w:customStyle="1" w:styleId="exemple">
    <w:name w:val="exemple"/>
    <w:basedOn w:val="Normal"/>
    <w:uiPriority w:val="99"/>
    <w:rsid w:val="000C428F"/>
    <w:pPr>
      <w:pBdr>
        <w:top w:val="dashed" w:sz="6" w:space="6" w:color="ADD8E6"/>
        <w:left w:val="dashed" w:sz="6" w:space="6" w:color="ADD8E6"/>
        <w:bottom w:val="dashed" w:sz="6" w:space="6" w:color="ADD8E6"/>
        <w:right w:val="dashed" w:sz="6" w:space="6" w:color="ADD8E6"/>
      </w:pBdr>
      <w:shd w:val="clear" w:color="auto" w:fill="FFFFFF"/>
      <w:spacing w:before="120" w:beforeAutospacing="0" w:after="120" w:afterAutospacing="0"/>
      <w:ind w:left="120" w:right="120" w:firstLine="0"/>
    </w:pPr>
    <w:rPr>
      <w:rFonts w:ascii="Times New Roman" w:eastAsia="Times New Roman" w:hAnsi="Times New Roman"/>
      <w:sz w:val="24"/>
      <w:szCs w:val="24"/>
      <w:lang w:val="es-ES" w:eastAsia="es-ES"/>
    </w:rPr>
  </w:style>
  <w:style w:type="paragraph" w:customStyle="1" w:styleId="avanceboite">
    <w:name w:val="avance_boite"/>
    <w:basedOn w:val="Normal"/>
    <w:uiPriority w:val="99"/>
    <w:rsid w:val="000C428F"/>
    <w:pPr>
      <w:pBdr>
        <w:top w:val="single" w:sz="6" w:space="0" w:color="808080"/>
        <w:left w:val="single" w:sz="6" w:space="0" w:color="808080"/>
        <w:bottom w:val="single" w:sz="6" w:space="0" w:color="808080"/>
        <w:right w:val="single" w:sz="6" w:space="0" w:color="808080"/>
      </w:pBdr>
      <w:shd w:val="clear" w:color="auto" w:fill="D3D3D3"/>
      <w:spacing w:before="0" w:beforeAutospacing="0" w:after="0" w:afterAutospacing="0"/>
      <w:ind w:left="0" w:firstLine="0"/>
    </w:pPr>
    <w:rPr>
      <w:rFonts w:ascii="Times New Roman" w:eastAsia="Times New Roman" w:hAnsi="Times New Roman"/>
      <w:sz w:val="24"/>
      <w:szCs w:val="24"/>
      <w:lang w:val="es-ES" w:eastAsia="es-ES"/>
    </w:rPr>
  </w:style>
  <w:style w:type="paragraph" w:customStyle="1" w:styleId="avancebarre">
    <w:name w:val="avance_barre"/>
    <w:basedOn w:val="Normal"/>
    <w:uiPriority w:val="99"/>
    <w:rsid w:val="000C428F"/>
    <w:pPr>
      <w:shd w:val="clear" w:color="auto" w:fill="A0A0FF"/>
      <w:spacing w:before="0" w:beforeAutospacing="0" w:after="0" w:afterAutospacing="0"/>
      <w:ind w:left="0" w:firstLine="0"/>
      <w:textAlignment w:val="center"/>
    </w:pPr>
    <w:rPr>
      <w:rFonts w:ascii="Times New Roman" w:eastAsia="Times New Roman" w:hAnsi="Times New Roman"/>
      <w:sz w:val="24"/>
      <w:szCs w:val="24"/>
      <w:lang w:val="es-ES" w:eastAsia="es-ES"/>
    </w:rPr>
  </w:style>
  <w:style w:type="paragraph" w:customStyle="1" w:styleId="avancetexte">
    <w:name w:val="avance_texte"/>
    <w:basedOn w:val="Normal"/>
    <w:uiPriority w:val="99"/>
    <w:rsid w:val="000C428F"/>
    <w:pPr>
      <w:spacing w:before="0" w:beforeAutospacing="0" w:after="0" w:afterAutospacing="0" w:line="240" w:lineRule="atLeast"/>
      <w:ind w:left="0" w:firstLine="0"/>
      <w:jc w:val="center"/>
    </w:pPr>
    <w:rPr>
      <w:rFonts w:ascii="Times New Roman" w:eastAsia="Times New Roman" w:hAnsi="Times New Roman"/>
      <w:sz w:val="21"/>
      <w:szCs w:val="21"/>
      <w:lang w:val="es-ES" w:eastAsia="es-ES"/>
    </w:rPr>
  </w:style>
  <w:style w:type="paragraph" w:customStyle="1" w:styleId="mw-lag-warn-normal">
    <w:name w:val="mw-lag-warn-normal"/>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mw-alerte">
    <w:name w:val="mw-alerte"/>
    <w:basedOn w:val="Normal"/>
    <w:uiPriority w:val="99"/>
    <w:rsid w:val="000C428F"/>
    <w:pPr>
      <w:pBdr>
        <w:top w:val="single" w:sz="12" w:space="0" w:color="FF8C00"/>
        <w:left w:val="single" w:sz="12" w:space="0" w:color="FF8C00"/>
        <w:bottom w:val="single" w:sz="12" w:space="0" w:color="FF8C00"/>
        <w:right w:val="single" w:sz="12" w:space="0" w:color="FF8C00"/>
      </w:pBdr>
      <w:shd w:val="clear" w:color="auto" w:fill="FAEBD7"/>
      <w:ind w:left="0" w:firstLine="0"/>
    </w:pPr>
    <w:rPr>
      <w:rFonts w:ascii="Times New Roman" w:eastAsia="Times New Roman" w:hAnsi="Times New Roman"/>
      <w:sz w:val="24"/>
      <w:szCs w:val="24"/>
      <w:lang w:val="es-ES" w:eastAsia="es-ES"/>
    </w:rPr>
  </w:style>
  <w:style w:type="paragraph" w:customStyle="1" w:styleId="mw-toolbox">
    <w:name w:val="mw-toolbox"/>
    <w:basedOn w:val="Normal"/>
    <w:uiPriority w:val="99"/>
    <w:rsid w:val="000C428F"/>
    <w:pPr>
      <w:pBdr>
        <w:top w:val="single" w:sz="6" w:space="3" w:color="B8B8B8"/>
        <w:left w:val="single" w:sz="6" w:space="12" w:color="B8B8B8"/>
        <w:bottom w:val="single" w:sz="6" w:space="3" w:color="B8B8B8"/>
        <w:right w:val="single" w:sz="6" w:space="12" w:color="B8B8B8"/>
      </w:pBdr>
      <w:shd w:val="clear" w:color="auto" w:fill="F8F8F8"/>
      <w:ind w:left="0" w:firstLine="0"/>
    </w:pPr>
    <w:rPr>
      <w:rFonts w:ascii="Times New Roman" w:eastAsia="Times New Roman" w:hAnsi="Times New Roman"/>
      <w:lang w:val="es-ES" w:eastAsia="es-ES"/>
    </w:rPr>
  </w:style>
  <w:style w:type="paragraph" w:customStyle="1" w:styleId="metadata-label">
    <w:name w:val="metadata-label"/>
    <w:basedOn w:val="Normal"/>
    <w:uiPriority w:val="99"/>
    <w:rsid w:val="000C428F"/>
    <w:pPr>
      <w:ind w:left="0" w:firstLine="0"/>
    </w:pPr>
    <w:rPr>
      <w:rFonts w:ascii="Times New Roman" w:eastAsia="Times New Roman" w:hAnsi="Times New Roman"/>
      <w:color w:val="AAAAAA"/>
      <w:sz w:val="24"/>
      <w:szCs w:val="24"/>
      <w:lang w:val="es-ES" w:eastAsia="es-ES"/>
    </w:rPr>
  </w:style>
  <w:style w:type="paragraph" w:customStyle="1" w:styleId="mbbouton">
    <w:name w:val="mbbouton"/>
    <w:basedOn w:val="Normal"/>
    <w:uiPriority w:val="99"/>
    <w:rsid w:val="000C428F"/>
    <w:pPr>
      <w:pBdr>
        <w:top w:val="single" w:sz="12" w:space="2" w:color="EAEAFF"/>
        <w:left w:val="single" w:sz="12" w:space="4" w:color="EAEAFF"/>
        <w:bottom w:val="single" w:sz="12" w:space="2" w:color="9F9FFF"/>
        <w:right w:val="single" w:sz="12" w:space="4" w:color="C4C4FF"/>
      </w:pBdr>
      <w:shd w:val="clear" w:color="auto" w:fill="DDDDFF"/>
      <w:ind w:left="0" w:right="24" w:firstLine="0"/>
    </w:pPr>
    <w:rPr>
      <w:rFonts w:ascii="Times New Roman" w:eastAsia="Times New Roman" w:hAnsi="Times New Roman"/>
      <w:sz w:val="24"/>
      <w:szCs w:val="24"/>
      <w:lang w:val="es-ES" w:eastAsia="es-ES"/>
    </w:rPr>
  </w:style>
  <w:style w:type="paragraph" w:customStyle="1" w:styleId="mbboutonsel">
    <w:name w:val="mbboutonsel"/>
    <w:basedOn w:val="Normal"/>
    <w:uiPriority w:val="99"/>
    <w:rsid w:val="000C428F"/>
    <w:pPr>
      <w:pBdr>
        <w:top w:val="single" w:sz="12" w:space="2" w:color="C4C4FF"/>
        <w:left w:val="single" w:sz="12" w:space="4" w:color="C4C4FF"/>
        <w:bottom w:val="single" w:sz="12" w:space="2" w:color="9F9FFF"/>
        <w:right w:val="single" w:sz="12" w:space="4" w:color="8080FF"/>
      </w:pBdr>
      <w:shd w:val="clear" w:color="auto" w:fill="9F9FFF"/>
      <w:ind w:left="0" w:right="24" w:firstLine="0"/>
    </w:pPr>
    <w:rPr>
      <w:rFonts w:ascii="Times New Roman" w:eastAsia="Times New Roman" w:hAnsi="Times New Roman"/>
      <w:color w:val="FFFFFF"/>
      <w:sz w:val="24"/>
      <w:szCs w:val="24"/>
      <w:lang w:val="es-ES" w:eastAsia="es-ES"/>
    </w:rPr>
  </w:style>
  <w:style w:type="paragraph" w:customStyle="1" w:styleId="mbcontenu">
    <w:name w:val="mbcontenu"/>
    <w:basedOn w:val="Normal"/>
    <w:uiPriority w:val="99"/>
    <w:rsid w:val="000C428F"/>
    <w:pPr>
      <w:pBdr>
        <w:top w:val="single" w:sz="18" w:space="12" w:color="9F9FFF"/>
        <w:left w:val="single" w:sz="18" w:space="12" w:color="9F9FFF"/>
        <w:bottom w:val="single" w:sz="18" w:space="12" w:color="8080FF"/>
        <w:right w:val="single" w:sz="18" w:space="12" w:color="8080FF"/>
      </w:pBdr>
      <w:shd w:val="clear" w:color="auto" w:fill="F8F8FF"/>
      <w:ind w:left="0" w:firstLine="0"/>
    </w:pPr>
    <w:rPr>
      <w:rFonts w:ascii="Times New Roman" w:eastAsia="Times New Roman" w:hAnsi="Times New Roman"/>
      <w:sz w:val="24"/>
      <w:szCs w:val="24"/>
      <w:lang w:val="es-ES" w:eastAsia="es-ES"/>
    </w:rPr>
  </w:style>
  <w:style w:type="paragraph" w:customStyle="1" w:styleId="mbonglet">
    <w:name w:val="mbonglet"/>
    <w:basedOn w:val="Normal"/>
    <w:uiPriority w:val="99"/>
    <w:rsid w:val="000C428F"/>
    <w:pPr>
      <w:shd w:val="clear" w:color="auto" w:fill="F8F8FF"/>
      <w:ind w:left="0" w:firstLine="0"/>
    </w:pPr>
    <w:rPr>
      <w:rFonts w:ascii="Times New Roman" w:eastAsia="Times New Roman" w:hAnsi="Times New Roman"/>
      <w:sz w:val="24"/>
      <w:szCs w:val="24"/>
      <w:lang w:val="es-ES" w:eastAsia="es-ES"/>
    </w:rPr>
  </w:style>
  <w:style w:type="paragraph" w:customStyle="1" w:styleId="navtoggle">
    <w:name w:val="navtoggle"/>
    <w:basedOn w:val="Normal"/>
    <w:uiPriority w:val="99"/>
    <w:rsid w:val="000C428F"/>
    <w:pPr>
      <w:ind w:left="0" w:firstLine="0"/>
    </w:pPr>
    <w:rPr>
      <w:rFonts w:ascii="Times New Roman" w:eastAsia="Times New Roman" w:hAnsi="Times New Roman"/>
      <w:sz w:val="20"/>
      <w:szCs w:val="20"/>
      <w:lang w:val="es-ES" w:eastAsia="es-ES"/>
    </w:rPr>
  </w:style>
  <w:style w:type="paragraph" w:customStyle="1" w:styleId="wikitableheader">
    <w:name w:val="wikitable_header"/>
    <w:basedOn w:val="Normal"/>
    <w:uiPriority w:val="99"/>
    <w:rsid w:val="000C428F"/>
    <w:pPr>
      <w:shd w:val="clear" w:color="auto" w:fill="F2F2F2"/>
      <w:ind w:left="0" w:firstLine="0"/>
      <w:jc w:val="center"/>
    </w:pPr>
    <w:rPr>
      <w:rFonts w:ascii="Times New Roman" w:eastAsia="Times New Roman" w:hAnsi="Times New Roman"/>
      <w:sz w:val="24"/>
      <w:szCs w:val="24"/>
      <w:lang w:val="es-ES" w:eastAsia="es-ES"/>
    </w:rPr>
  </w:style>
  <w:style w:type="paragraph" w:customStyle="1" w:styleId="infobox">
    <w:name w:val="infobox"/>
    <w:basedOn w:val="Normal"/>
    <w:uiPriority w:val="99"/>
    <w:rsid w:val="000C428F"/>
    <w:pPr>
      <w:shd w:val="clear" w:color="auto" w:fill="EEEEEE"/>
      <w:spacing w:before="0" w:beforeAutospacing="0" w:after="120" w:afterAutospacing="0"/>
      <w:ind w:left="240" w:firstLine="0"/>
    </w:pPr>
    <w:rPr>
      <w:rFonts w:ascii="Times New Roman" w:eastAsia="Times New Roman" w:hAnsi="Times New Roman"/>
      <w:color w:val="000000"/>
      <w:sz w:val="23"/>
      <w:szCs w:val="23"/>
      <w:lang w:val="es-ES" w:eastAsia="es-ES"/>
    </w:rPr>
  </w:style>
  <w:style w:type="paragraph" w:customStyle="1" w:styleId="portailcase">
    <w:name w:val="portailcase"/>
    <w:basedOn w:val="Normal"/>
    <w:uiPriority w:val="99"/>
    <w:rsid w:val="000C428F"/>
    <w:pPr>
      <w:pBdr>
        <w:top w:val="single" w:sz="6" w:space="0" w:color="AAAAAA"/>
        <w:left w:val="single" w:sz="6" w:space="0" w:color="AAAAAA"/>
        <w:bottom w:val="single" w:sz="6" w:space="1" w:color="AAAAAA"/>
        <w:right w:val="single" w:sz="6" w:space="0" w:color="AAAAAA"/>
      </w:pBdr>
      <w:spacing w:before="75" w:beforeAutospacing="0" w:after="75" w:afterAutospacing="0"/>
      <w:ind w:left="0" w:firstLine="0"/>
      <w:textAlignment w:val="top"/>
    </w:pPr>
    <w:rPr>
      <w:rFonts w:ascii="Times New Roman" w:eastAsia="Times New Roman" w:hAnsi="Times New Roman"/>
      <w:sz w:val="24"/>
      <w:szCs w:val="24"/>
      <w:lang w:val="es-ES" w:eastAsia="es-ES"/>
    </w:rPr>
  </w:style>
  <w:style w:type="paragraph" w:customStyle="1" w:styleId="portaillienedition">
    <w:name w:val="portaillienedition"/>
    <w:basedOn w:val="Normal"/>
    <w:uiPriority w:val="99"/>
    <w:rsid w:val="000C428F"/>
    <w:pPr>
      <w:ind w:left="0" w:firstLine="0"/>
      <w:jc w:val="right"/>
    </w:pPr>
    <w:rPr>
      <w:rFonts w:ascii="Times New Roman" w:eastAsia="Times New Roman" w:hAnsi="Times New Roman"/>
      <w:sz w:val="20"/>
      <w:szCs w:val="20"/>
      <w:lang w:val="es-ES" w:eastAsia="es-ES"/>
    </w:rPr>
  </w:style>
  <w:style w:type="paragraph" w:customStyle="1" w:styleId="portailcasev2">
    <w:name w:val="portailcase_v2"/>
    <w:basedOn w:val="Normal"/>
    <w:uiPriority w:val="99"/>
    <w:rsid w:val="000C428F"/>
    <w:pPr>
      <w:pBdr>
        <w:top w:val="single" w:sz="6" w:space="0" w:color="AAAAAA"/>
        <w:left w:val="single" w:sz="6" w:space="0" w:color="AAAAAA"/>
        <w:bottom w:val="single" w:sz="6" w:space="0" w:color="AAAAAA"/>
        <w:right w:val="single" w:sz="6" w:space="0" w:color="AAAAAA"/>
      </w:pBdr>
      <w:ind w:left="0" w:firstLine="0"/>
    </w:pPr>
    <w:rPr>
      <w:rFonts w:ascii="Times New Roman" w:eastAsia="Times New Roman" w:hAnsi="Times New Roman"/>
      <w:color w:val="000000"/>
      <w:sz w:val="24"/>
      <w:szCs w:val="24"/>
      <w:lang w:val="es-ES" w:eastAsia="es-ES"/>
    </w:rPr>
  </w:style>
  <w:style w:type="paragraph" w:customStyle="1" w:styleId="egybox">
    <w:name w:val="egybox"/>
    <w:basedOn w:val="Normal"/>
    <w:uiPriority w:val="99"/>
    <w:rsid w:val="000C428F"/>
    <w:pPr>
      <w:pBdr>
        <w:top w:val="single" w:sz="6" w:space="0" w:color="AAAA80"/>
        <w:left w:val="single" w:sz="6" w:space="0" w:color="AAAA80"/>
        <w:bottom w:val="single" w:sz="6" w:space="0" w:color="AAAA80"/>
        <w:right w:val="single" w:sz="6" w:space="0" w:color="AAAA80"/>
      </w:pBdr>
      <w:shd w:val="clear" w:color="auto" w:fill="EFEFDD"/>
      <w:spacing w:before="120" w:beforeAutospacing="0" w:after="240" w:afterAutospacing="0"/>
      <w:ind w:left="240" w:right="120" w:firstLine="0"/>
      <w:jc w:val="center"/>
    </w:pPr>
    <w:rPr>
      <w:rFonts w:ascii="Times New Roman" w:eastAsia="Times New Roman" w:hAnsi="Times New Roman"/>
      <w:sz w:val="24"/>
      <w:szCs w:val="24"/>
      <w:lang w:val="es-ES" w:eastAsia="es-ES"/>
    </w:rPr>
  </w:style>
  <w:style w:type="paragraph" w:customStyle="1" w:styleId="globegris">
    <w:name w:val="globegris"/>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headergris">
    <w:name w:val="headergris"/>
    <w:basedOn w:val="Normal"/>
    <w:uiPriority w:val="99"/>
    <w:rsid w:val="000C428F"/>
    <w:pPr>
      <w:pBdr>
        <w:top w:val="single" w:sz="6" w:space="2" w:color="A3B0BF"/>
        <w:left w:val="single" w:sz="6" w:space="5" w:color="A3B0BF"/>
        <w:bottom w:val="single" w:sz="6" w:space="2" w:color="A3B0BF"/>
        <w:right w:val="single" w:sz="6" w:space="5" w:color="A3B0BF"/>
      </w:pBdr>
      <w:shd w:val="clear" w:color="auto" w:fill="F0F0F0"/>
      <w:spacing w:before="0" w:beforeAutospacing="0" w:after="0" w:afterAutospacing="0"/>
      <w:ind w:left="0" w:firstLine="0"/>
    </w:pPr>
    <w:rPr>
      <w:rFonts w:ascii="Times New Roman" w:eastAsia="Times New Roman" w:hAnsi="Times New Roman"/>
      <w:b/>
      <w:bCs/>
      <w:color w:val="000000"/>
      <w:sz w:val="29"/>
      <w:szCs w:val="29"/>
      <w:lang w:val="es-ES" w:eastAsia="es-ES"/>
    </w:rPr>
  </w:style>
  <w:style w:type="paragraph" w:customStyle="1" w:styleId="cadregris">
    <w:name w:val="cadregris"/>
    <w:basedOn w:val="Normal"/>
    <w:uiPriority w:val="99"/>
    <w:rsid w:val="000C428F"/>
    <w:pPr>
      <w:pBdr>
        <w:top w:val="single" w:sz="6" w:space="5" w:color="AAAAAA"/>
        <w:left w:val="single" w:sz="6" w:space="5" w:color="AAAAAA"/>
        <w:bottom w:val="single" w:sz="6" w:space="5" w:color="AAAAAA"/>
        <w:right w:val="single" w:sz="6" w:space="5" w:color="AAAAAA"/>
      </w:pBdr>
      <w:shd w:val="clear" w:color="auto" w:fill="FCFCFC"/>
      <w:spacing w:after="144" w:afterAutospacing="0"/>
      <w:ind w:left="0" w:firstLine="0"/>
      <w:textAlignment w:val="top"/>
    </w:pPr>
    <w:rPr>
      <w:rFonts w:ascii="Times New Roman" w:eastAsia="Times New Roman" w:hAnsi="Times New Roman"/>
      <w:sz w:val="24"/>
      <w:szCs w:val="24"/>
      <w:lang w:val="es-ES" w:eastAsia="es-ES"/>
    </w:rPr>
  </w:style>
  <w:style w:type="paragraph" w:customStyle="1" w:styleId="accueilcadrelien">
    <w:name w:val="accueil_cadre_lien"/>
    <w:basedOn w:val="Normal"/>
    <w:uiPriority w:val="99"/>
    <w:rsid w:val="000C428F"/>
    <w:pPr>
      <w:ind w:left="0" w:right="120" w:firstLine="0"/>
      <w:jc w:val="right"/>
    </w:pPr>
    <w:rPr>
      <w:rFonts w:ascii="Times New Roman" w:eastAsia="Times New Roman" w:hAnsi="Times New Roman"/>
      <w:sz w:val="15"/>
      <w:szCs w:val="15"/>
      <w:lang w:val="es-ES" w:eastAsia="es-ES"/>
    </w:rPr>
  </w:style>
  <w:style w:type="paragraph" w:customStyle="1" w:styleId="statistics-group-boardvote">
    <w:name w:val="statistics-group-boardvote"/>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geo-default">
    <w:name w:val="geo-default"/>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geo-nondefault">
    <w:name w:val="geo-nondefault"/>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geo-dms">
    <w:name w:val="geo-dms"/>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geo-dec">
    <w:name w:val="geo-dec"/>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geo-multi-punct">
    <w:name w:val="geo-multi-punct"/>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infoboxv2">
    <w:name w:val="infobox_v2"/>
    <w:basedOn w:val="Normal"/>
    <w:uiPriority w:val="99"/>
    <w:rsid w:val="000C428F"/>
    <w:pPr>
      <w:pBdr>
        <w:top w:val="single" w:sz="6" w:space="1" w:color="AAAAAA"/>
        <w:left w:val="single" w:sz="6" w:space="1" w:color="AAAAAA"/>
        <w:bottom w:val="single" w:sz="6" w:space="1" w:color="AAAAAA"/>
        <w:right w:val="single" w:sz="6" w:space="1" w:color="AAAAAA"/>
      </w:pBdr>
      <w:shd w:val="clear" w:color="auto" w:fill="F9F9F9"/>
      <w:spacing w:before="0" w:beforeAutospacing="0" w:after="120" w:afterAutospacing="0" w:line="264" w:lineRule="atLeast"/>
      <w:ind w:left="240" w:firstLine="0"/>
    </w:pPr>
    <w:rPr>
      <w:rFonts w:ascii="Times New Roman" w:eastAsia="Times New Roman" w:hAnsi="Times New Roman"/>
      <w:color w:val="000000"/>
      <w:lang w:val="es-ES" w:eastAsia="es-ES"/>
    </w:rPr>
  </w:style>
  <w:style w:type="paragraph" w:customStyle="1" w:styleId="degrade">
    <w:name w:val="degrad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degraderev">
    <w:name w:val="degrade_rev"/>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ombre">
    <w:name w:val="ombr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ombrepale">
    <w:name w:val="ombre_pal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ombrebl">
    <w:name w:val="ombre_bl"/>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ombreblpale">
    <w:name w:val="ombre_blpal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ombrerg">
    <w:name w:val="ombre_rg"/>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ombrergpale">
    <w:name w:val="ombre_rgpal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hidden">
    <w:name w:val="hidden"/>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realisateur-bandeau">
    <w:name w:val="realisateur-bandeau"/>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cinema-bandeau">
    <w:name w:val="cinema-bandeau"/>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interprojet">
    <w:name w:val="interprojet"/>
    <w:basedOn w:val="Normal"/>
    <w:uiPriority w:val="99"/>
    <w:rsid w:val="000C428F"/>
    <w:pPr>
      <w:pBdr>
        <w:top w:val="single" w:sz="6" w:space="3" w:color="AAAAAA"/>
        <w:left w:val="single" w:sz="6" w:space="3" w:color="AAAAAA"/>
        <w:bottom w:val="single" w:sz="6" w:space="3" w:color="AAAAAA"/>
        <w:right w:val="single" w:sz="6" w:space="3" w:color="AAAAAA"/>
      </w:pBdr>
      <w:shd w:val="clear" w:color="auto" w:fill="F9F9F9"/>
      <w:spacing w:before="240" w:beforeAutospacing="0" w:after="240" w:afterAutospacing="0"/>
      <w:ind w:left="240" w:firstLine="0"/>
    </w:pPr>
    <w:rPr>
      <w:rFonts w:ascii="Times New Roman" w:eastAsia="Times New Roman" w:hAnsi="Times New Roman"/>
      <w:lang w:val="es-ES" w:eastAsia="es-ES"/>
    </w:rPr>
  </w:style>
  <w:style w:type="paragraph" w:customStyle="1" w:styleId="collapsebuttontest">
    <w:name w:val="collapsebuttontest"/>
    <w:basedOn w:val="Normal"/>
    <w:uiPriority w:val="99"/>
    <w:rsid w:val="000C428F"/>
    <w:pPr>
      <w:ind w:left="120" w:firstLine="0"/>
    </w:pPr>
    <w:rPr>
      <w:rFonts w:ascii="Times New Roman" w:eastAsia="Times New Roman" w:hAnsi="Times New Roman"/>
      <w:color w:val="0645AD"/>
      <w:sz w:val="24"/>
      <w:szCs w:val="24"/>
      <w:lang w:val="es-ES" w:eastAsia="es-ES"/>
    </w:rPr>
  </w:style>
  <w:style w:type="paragraph" w:customStyle="1" w:styleId="collapsebuttonbalance">
    <w:name w:val="collapsebuttonbalance"/>
    <w:basedOn w:val="Normal"/>
    <w:uiPriority w:val="99"/>
    <w:rsid w:val="000C428F"/>
    <w:pPr>
      <w:ind w:left="0" w:right="600" w:firstLine="0"/>
    </w:pPr>
    <w:rPr>
      <w:rFonts w:ascii="Times New Roman" w:eastAsia="Times New Roman" w:hAnsi="Times New Roman"/>
      <w:sz w:val="24"/>
      <w:szCs w:val="24"/>
      <w:lang w:val="es-ES" w:eastAsia="es-ES"/>
    </w:rPr>
  </w:style>
  <w:style w:type="paragraph" w:customStyle="1" w:styleId="collapsebuttoncontent">
    <w:name w:val="collapsebuttoncontent"/>
    <w:basedOn w:val="Normal"/>
    <w:uiPriority w:val="99"/>
    <w:rsid w:val="000C428F"/>
    <w:pPr>
      <w:ind w:left="0" w:firstLine="0"/>
    </w:pPr>
    <w:rPr>
      <w:rFonts w:ascii="Times New Roman" w:eastAsia="Times New Roman" w:hAnsi="Times New Roman"/>
      <w:color w:val="0645AD"/>
      <w:sz w:val="24"/>
      <w:szCs w:val="24"/>
      <w:lang w:val="es-ES" w:eastAsia="es-ES"/>
    </w:rPr>
  </w:style>
  <w:style w:type="paragraph" w:customStyle="1" w:styleId="collapsebuttonhide">
    <w:name w:val="collapsebuttonhide"/>
    <w:basedOn w:val="Normal"/>
    <w:uiPriority w:val="99"/>
    <w:rsid w:val="000C428F"/>
    <w:pPr>
      <w:ind w:left="0" w:firstLine="0"/>
    </w:pPr>
    <w:rPr>
      <w:rFonts w:ascii="Times New Roman" w:eastAsia="Times New Roman" w:hAnsi="Times New Roman"/>
      <w:color w:val="0645AD"/>
      <w:sz w:val="24"/>
      <w:szCs w:val="24"/>
      <w:lang w:val="es-ES" w:eastAsia="es-ES"/>
    </w:rPr>
  </w:style>
  <w:style w:type="paragraph" w:customStyle="1" w:styleId="collapsebuttonshow">
    <w:name w:val="collapsebuttonshow"/>
    <w:basedOn w:val="Normal"/>
    <w:uiPriority w:val="99"/>
    <w:rsid w:val="000C428F"/>
    <w:pPr>
      <w:ind w:left="0" w:firstLine="0"/>
    </w:pPr>
    <w:rPr>
      <w:rFonts w:ascii="Times New Roman" w:eastAsia="Times New Roman" w:hAnsi="Times New Roman"/>
      <w:color w:val="0645AD"/>
      <w:sz w:val="24"/>
      <w:szCs w:val="24"/>
      <w:lang w:val="es-ES" w:eastAsia="es-ES"/>
    </w:rPr>
  </w:style>
  <w:style w:type="paragraph" w:customStyle="1" w:styleId="collapsebuttonhideie6">
    <w:name w:val="collapsebuttonhideie6"/>
    <w:basedOn w:val="Normal"/>
    <w:uiPriority w:val="99"/>
    <w:rsid w:val="000C428F"/>
    <w:pPr>
      <w:ind w:left="0" w:firstLine="0"/>
    </w:pPr>
    <w:rPr>
      <w:rFonts w:ascii="Times New Roman" w:eastAsia="Times New Roman" w:hAnsi="Times New Roman"/>
      <w:color w:val="0645AD"/>
      <w:sz w:val="24"/>
      <w:szCs w:val="24"/>
      <w:lang w:val="es-ES" w:eastAsia="es-ES"/>
    </w:rPr>
  </w:style>
  <w:style w:type="paragraph" w:customStyle="1" w:styleId="collapsebuttonshowie6">
    <w:name w:val="collapsebuttonshowie6"/>
    <w:basedOn w:val="Normal"/>
    <w:uiPriority w:val="99"/>
    <w:rsid w:val="000C428F"/>
    <w:pPr>
      <w:ind w:left="0" w:firstLine="0"/>
    </w:pPr>
    <w:rPr>
      <w:rFonts w:ascii="Times New Roman" w:eastAsia="Times New Roman" w:hAnsi="Times New Roman"/>
      <w:color w:val="0645AD"/>
      <w:sz w:val="24"/>
      <w:szCs w:val="24"/>
      <w:lang w:val="es-ES" w:eastAsia="es-ES"/>
    </w:rPr>
  </w:style>
  <w:style w:type="paragraph" w:customStyle="1" w:styleId="mw-textarea-protected">
    <w:name w:val="mw-textarea-protected"/>
    <w:basedOn w:val="Normal"/>
    <w:uiPriority w:val="99"/>
    <w:rsid w:val="000C428F"/>
    <w:pPr>
      <w:pBdr>
        <w:top w:val="single" w:sz="12" w:space="0" w:color="FF0000"/>
        <w:left w:val="single" w:sz="12" w:space="0" w:color="FF0000"/>
        <w:bottom w:val="single" w:sz="12" w:space="0" w:color="FF0000"/>
        <w:right w:val="single" w:sz="12" w:space="0" w:color="FF0000"/>
      </w:pBdr>
      <w:ind w:left="0" w:firstLine="0"/>
    </w:pPr>
    <w:rPr>
      <w:rFonts w:ascii="Times New Roman" w:eastAsia="Times New Roman" w:hAnsi="Times New Roman"/>
      <w:color w:val="000080"/>
      <w:sz w:val="24"/>
      <w:szCs w:val="24"/>
      <w:lang w:val="es-ES" w:eastAsia="es-ES"/>
    </w:rPr>
  </w:style>
  <w:style w:type="paragraph" w:customStyle="1" w:styleId="infoboximage">
    <w:name w:val="infoboximag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infoboxsoustitre">
    <w:name w:val="infoboxsoustitr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latitude">
    <w:name w:val="latitud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entete">
    <w:name w:val="entet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media">
    <w:name w:val="media"/>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imgtoogle">
    <w:name w:val="img_toogl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atoogle">
    <w:name w:val="a_toogl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geopoint">
    <w:name w:val="geopoint"/>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diffchange">
    <w:name w:val="diffchang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thumbimage">
    <w:name w:val="thumbimage"/>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sitenoticesmall">
    <w:name w:val="sitenoticesmall"/>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sitenoticesmallanon">
    <w:name w:val="sitenoticesmallanon"/>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sitenoticesmalluser">
    <w:name w:val="sitenoticesmalluser"/>
    <w:basedOn w:val="Normal"/>
    <w:uiPriority w:val="99"/>
    <w:rsid w:val="000C428F"/>
    <w:pPr>
      <w:ind w:left="0" w:firstLine="0"/>
    </w:pPr>
    <w:rPr>
      <w:rFonts w:ascii="Times New Roman" w:eastAsia="Times New Roman" w:hAnsi="Times New Roman"/>
      <w:sz w:val="24"/>
      <w:szCs w:val="24"/>
      <w:lang w:val="es-ES" w:eastAsia="es-ES"/>
    </w:rPr>
  </w:style>
  <w:style w:type="character" w:customStyle="1" w:styleId="unpatrolled">
    <w:name w:val="unpatrolled"/>
    <w:basedOn w:val="DefaultParagraphFont"/>
    <w:uiPriority w:val="99"/>
    <w:rsid w:val="000C428F"/>
    <w:rPr>
      <w:rFonts w:cs="Times New Roman"/>
      <w:color w:val="999999"/>
    </w:rPr>
  </w:style>
  <w:style w:type="character" w:customStyle="1" w:styleId="needref">
    <w:name w:val="need_ref"/>
    <w:basedOn w:val="DefaultParagraphFont"/>
    <w:uiPriority w:val="99"/>
    <w:rsid w:val="000C428F"/>
    <w:rPr>
      <w:rFonts w:cs="Times New Roman"/>
    </w:rPr>
  </w:style>
  <w:style w:type="character" w:customStyle="1" w:styleId="navbareditlinks">
    <w:name w:val="navbareditlinks"/>
    <w:basedOn w:val="DefaultParagraphFont"/>
    <w:uiPriority w:val="99"/>
    <w:rsid w:val="000C428F"/>
    <w:rPr>
      <w:rFonts w:cs="Times New Roman"/>
      <w:vanish/>
    </w:rPr>
  </w:style>
  <w:style w:type="character" w:customStyle="1" w:styleId="editsection">
    <w:name w:val="editsection"/>
    <w:basedOn w:val="DefaultParagraphFont"/>
    <w:uiPriority w:val="99"/>
    <w:rsid w:val="000C428F"/>
    <w:rPr>
      <w:rFonts w:cs="Times New Roman"/>
    </w:rPr>
  </w:style>
  <w:style w:type="character" w:customStyle="1" w:styleId="ref">
    <w:name w:val="ref"/>
    <w:basedOn w:val="DefaultParagraphFont"/>
    <w:uiPriority w:val="99"/>
    <w:rsid w:val="000C428F"/>
    <w:rPr>
      <w:rFonts w:cs="Times New Roman"/>
    </w:rPr>
  </w:style>
  <w:style w:type="paragraph" w:customStyle="1" w:styleId="diffchange1">
    <w:name w:val="diffchange1"/>
    <w:basedOn w:val="Normal"/>
    <w:uiPriority w:val="99"/>
    <w:rsid w:val="000C428F"/>
    <w:pPr>
      <w:shd w:val="clear" w:color="auto" w:fill="B0C0F0"/>
      <w:ind w:left="0" w:firstLine="0"/>
    </w:pPr>
    <w:rPr>
      <w:rFonts w:ascii="Times New Roman" w:eastAsia="Times New Roman" w:hAnsi="Times New Roman"/>
      <w:b/>
      <w:bCs/>
      <w:color w:val="001040"/>
      <w:sz w:val="24"/>
      <w:szCs w:val="24"/>
      <w:lang w:val="es-ES" w:eastAsia="es-ES"/>
    </w:rPr>
  </w:style>
  <w:style w:type="paragraph" w:customStyle="1" w:styleId="diffchange2">
    <w:name w:val="diffchange2"/>
    <w:basedOn w:val="Normal"/>
    <w:uiPriority w:val="99"/>
    <w:rsid w:val="000C428F"/>
    <w:pPr>
      <w:shd w:val="clear" w:color="auto" w:fill="B0E897"/>
      <w:ind w:left="0" w:firstLine="0"/>
    </w:pPr>
    <w:rPr>
      <w:rFonts w:ascii="Times New Roman" w:eastAsia="Times New Roman" w:hAnsi="Times New Roman"/>
      <w:b/>
      <w:bCs/>
      <w:color w:val="104000"/>
      <w:sz w:val="24"/>
      <w:szCs w:val="24"/>
      <w:lang w:val="es-ES" w:eastAsia="es-ES"/>
    </w:rPr>
  </w:style>
  <w:style w:type="character" w:customStyle="1" w:styleId="editsection1">
    <w:name w:val="editsection1"/>
    <w:basedOn w:val="DefaultParagraphFont"/>
    <w:uiPriority w:val="99"/>
    <w:rsid w:val="000C428F"/>
    <w:rPr>
      <w:rFonts w:cs="Times New Roman"/>
      <w:vanish/>
    </w:rPr>
  </w:style>
  <w:style w:type="paragraph" w:customStyle="1" w:styleId="mbbouton1">
    <w:name w:val="mbbouton1"/>
    <w:basedOn w:val="Normal"/>
    <w:uiPriority w:val="99"/>
    <w:rsid w:val="000C428F"/>
    <w:pPr>
      <w:pBdr>
        <w:top w:val="single" w:sz="12" w:space="2" w:color="F0D0FF"/>
        <w:left w:val="single" w:sz="12" w:space="4" w:color="F0D0FF"/>
        <w:bottom w:val="single" w:sz="12" w:space="2" w:color="9070C0"/>
        <w:right w:val="single" w:sz="12" w:space="4" w:color="B090E0"/>
      </w:pBdr>
      <w:shd w:val="clear" w:color="auto" w:fill="D0B0FF"/>
      <w:ind w:left="0" w:right="24" w:firstLine="0"/>
    </w:pPr>
    <w:rPr>
      <w:rFonts w:ascii="Times New Roman" w:eastAsia="Times New Roman" w:hAnsi="Times New Roman"/>
      <w:sz w:val="24"/>
      <w:szCs w:val="24"/>
      <w:lang w:val="es-ES" w:eastAsia="es-ES"/>
    </w:rPr>
  </w:style>
  <w:style w:type="paragraph" w:customStyle="1" w:styleId="mbboutonsel1">
    <w:name w:val="mbboutonsel1"/>
    <w:basedOn w:val="Normal"/>
    <w:uiPriority w:val="99"/>
    <w:rsid w:val="000C428F"/>
    <w:pPr>
      <w:pBdr>
        <w:top w:val="single" w:sz="12" w:space="2" w:color="B090E0"/>
        <w:left w:val="single" w:sz="12" w:space="4" w:color="B090E0"/>
        <w:bottom w:val="single" w:sz="12" w:space="2" w:color="9070C0"/>
        <w:right w:val="single" w:sz="12" w:space="4" w:color="7050A0"/>
      </w:pBdr>
      <w:shd w:val="clear" w:color="auto" w:fill="9070C0"/>
      <w:ind w:left="0" w:right="24" w:firstLine="0"/>
    </w:pPr>
    <w:rPr>
      <w:rFonts w:ascii="Times New Roman" w:eastAsia="Times New Roman" w:hAnsi="Times New Roman"/>
      <w:color w:val="FFFFFF"/>
      <w:sz w:val="24"/>
      <w:szCs w:val="24"/>
      <w:lang w:val="es-ES" w:eastAsia="es-ES"/>
    </w:rPr>
  </w:style>
  <w:style w:type="paragraph" w:customStyle="1" w:styleId="mbcontenu1">
    <w:name w:val="mbcontenu1"/>
    <w:basedOn w:val="Normal"/>
    <w:uiPriority w:val="99"/>
    <w:rsid w:val="000C428F"/>
    <w:pPr>
      <w:pBdr>
        <w:top w:val="single" w:sz="18" w:space="12" w:color="9070C0"/>
        <w:left w:val="single" w:sz="18" w:space="12" w:color="9070C0"/>
        <w:bottom w:val="single" w:sz="18" w:space="12" w:color="7050A0"/>
        <w:right w:val="single" w:sz="18" w:space="12" w:color="7050A0"/>
      </w:pBdr>
      <w:shd w:val="clear" w:color="auto" w:fill="F5FFFA"/>
      <w:ind w:left="0" w:firstLine="0"/>
    </w:pPr>
    <w:rPr>
      <w:rFonts w:ascii="Times New Roman" w:eastAsia="Times New Roman" w:hAnsi="Times New Roman"/>
      <w:sz w:val="24"/>
      <w:szCs w:val="24"/>
      <w:lang w:val="es-ES" w:eastAsia="es-ES"/>
    </w:rPr>
  </w:style>
  <w:style w:type="paragraph" w:customStyle="1" w:styleId="mbonglet1">
    <w:name w:val="mbonglet1"/>
    <w:basedOn w:val="Normal"/>
    <w:uiPriority w:val="99"/>
    <w:rsid w:val="000C428F"/>
    <w:pPr>
      <w:shd w:val="clear" w:color="auto" w:fill="F5FFFA"/>
      <w:ind w:left="0" w:firstLine="0"/>
    </w:pPr>
    <w:rPr>
      <w:rFonts w:ascii="Times New Roman" w:eastAsia="Times New Roman" w:hAnsi="Times New Roman"/>
      <w:sz w:val="24"/>
      <w:szCs w:val="24"/>
      <w:lang w:val="es-ES" w:eastAsia="es-ES"/>
    </w:rPr>
  </w:style>
  <w:style w:type="paragraph" w:customStyle="1" w:styleId="mbbouton2">
    <w:name w:val="mbbouton2"/>
    <w:basedOn w:val="Normal"/>
    <w:uiPriority w:val="99"/>
    <w:rsid w:val="000C428F"/>
    <w:pPr>
      <w:pBdr>
        <w:top w:val="single" w:sz="12" w:space="2" w:color="C0F090"/>
        <w:left w:val="single" w:sz="12" w:space="4" w:color="C0F090"/>
        <w:bottom w:val="single" w:sz="12" w:space="2" w:color="75C045"/>
        <w:right w:val="single" w:sz="12" w:space="4" w:color="90D060"/>
      </w:pBdr>
      <w:shd w:val="clear" w:color="auto" w:fill="A5E085"/>
      <w:ind w:left="0" w:right="24" w:firstLine="0"/>
    </w:pPr>
    <w:rPr>
      <w:rFonts w:ascii="Times New Roman" w:eastAsia="Times New Roman" w:hAnsi="Times New Roman"/>
      <w:sz w:val="24"/>
      <w:szCs w:val="24"/>
      <w:lang w:val="es-ES" w:eastAsia="es-ES"/>
    </w:rPr>
  </w:style>
  <w:style w:type="paragraph" w:customStyle="1" w:styleId="mbboutonsel2">
    <w:name w:val="mbboutonsel2"/>
    <w:basedOn w:val="Normal"/>
    <w:uiPriority w:val="99"/>
    <w:rsid w:val="000C428F"/>
    <w:pPr>
      <w:pBdr>
        <w:top w:val="single" w:sz="12" w:space="2" w:color="90D060"/>
        <w:left w:val="single" w:sz="12" w:space="4" w:color="90D060"/>
        <w:bottom w:val="single" w:sz="12" w:space="2" w:color="75C045"/>
        <w:right w:val="single" w:sz="12" w:space="4" w:color="60B030"/>
      </w:pBdr>
      <w:shd w:val="clear" w:color="auto" w:fill="75C045"/>
      <w:ind w:left="0" w:right="24" w:firstLine="0"/>
    </w:pPr>
    <w:rPr>
      <w:rFonts w:ascii="Times New Roman" w:eastAsia="Times New Roman" w:hAnsi="Times New Roman"/>
      <w:color w:val="FFFFFF"/>
      <w:sz w:val="24"/>
      <w:szCs w:val="24"/>
      <w:lang w:val="es-ES" w:eastAsia="es-ES"/>
    </w:rPr>
  </w:style>
  <w:style w:type="paragraph" w:customStyle="1" w:styleId="mbcontenu2">
    <w:name w:val="mbcontenu2"/>
    <w:basedOn w:val="Normal"/>
    <w:uiPriority w:val="99"/>
    <w:rsid w:val="000C428F"/>
    <w:pPr>
      <w:pBdr>
        <w:top w:val="single" w:sz="18" w:space="12" w:color="75C045"/>
        <w:left w:val="single" w:sz="18" w:space="12" w:color="75C045"/>
        <w:bottom w:val="single" w:sz="18" w:space="12" w:color="60B030"/>
        <w:right w:val="single" w:sz="18" w:space="12" w:color="60B030"/>
      </w:pBdr>
      <w:shd w:val="clear" w:color="auto" w:fill="F5FFFA"/>
      <w:ind w:left="0" w:firstLine="0"/>
    </w:pPr>
    <w:rPr>
      <w:rFonts w:ascii="Times New Roman" w:eastAsia="Times New Roman" w:hAnsi="Times New Roman"/>
      <w:sz w:val="24"/>
      <w:szCs w:val="24"/>
      <w:lang w:val="es-ES" w:eastAsia="es-ES"/>
    </w:rPr>
  </w:style>
  <w:style w:type="paragraph" w:customStyle="1" w:styleId="mbonglet2">
    <w:name w:val="mbonglet2"/>
    <w:basedOn w:val="Normal"/>
    <w:uiPriority w:val="99"/>
    <w:rsid w:val="000C428F"/>
    <w:pPr>
      <w:shd w:val="clear" w:color="auto" w:fill="F5FFFA"/>
      <w:ind w:left="0" w:firstLine="0"/>
    </w:pPr>
    <w:rPr>
      <w:rFonts w:ascii="Times New Roman" w:eastAsia="Times New Roman" w:hAnsi="Times New Roman"/>
      <w:sz w:val="24"/>
      <w:szCs w:val="24"/>
      <w:lang w:val="es-ES" w:eastAsia="es-ES"/>
    </w:rPr>
  </w:style>
  <w:style w:type="paragraph" w:customStyle="1" w:styleId="mbbouton3">
    <w:name w:val="mbbouton3"/>
    <w:basedOn w:val="Normal"/>
    <w:uiPriority w:val="99"/>
    <w:rsid w:val="000C428F"/>
    <w:pPr>
      <w:pBdr>
        <w:top w:val="single" w:sz="12" w:space="2" w:color="C8D6E9"/>
        <w:left w:val="single" w:sz="12" w:space="4" w:color="C8D6E9"/>
        <w:bottom w:val="single" w:sz="12" w:space="2" w:color="5B8DD6"/>
        <w:right w:val="single" w:sz="12" w:space="4" w:color="88ABDE"/>
      </w:pBdr>
      <w:shd w:val="clear" w:color="auto" w:fill="A7C1E6"/>
      <w:ind w:left="0" w:right="24" w:firstLine="0"/>
    </w:pPr>
    <w:rPr>
      <w:rFonts w:ascii="Times New Roman" w:eastAsia="Times New Roman" w:hAnsi="Times New Roman"/>
      <w:sz w:val="24"/>
      <w:szCs w:val="24"/>
      <w:lang w:val="es-ES" w:eastAsia="es-ES"/>
    </w:rPr>
  </w:style>
  <w:style w:type="paragraph" w:customStyle="1" w:styleId="mbboutonsel3">
    <w:name w:val="mbboutonsel3"/>
    <w:basedOn w:val="Normal"/>
    <w:uiPriority w:val="99"/>
    <w:rsid w:val="000C428F"/>
    <w:pPr>
      <w:pBdr>
        <w:top w:val="single" w:sz="12" w:space="2" w:color="88ABDE"/>
        <w:left w:val="single" w:sz="12" w:space="4" w:color="88ABDE"/>
        <w:bottom w:val="single" w:sz="12" w:space="2" w:color="5B8DD6"/>
        <w:right w:val="single" w:sz="12" w:space="4" w:color="3379DE"/>
      </w:pBdr>
      <w:shd w:val="clear" w:color="auto" w:fill="5B8DD6"/>
      <w:ind w:left="0" w:right="24" w:firstLine="0"/>
    </w:pPr>
    <w:rPr>
      <w:rFonts w:ascii="Times New Roman" w:eastAsia="Times New Roman" w:hAnsi="Times New Roman"/>
      <w:color w:val="FFFFFF"/>
      <w:sz w:val="24"/>
      <w:szCs w:val="24"/>
      <w:lang w:val="es-ES" w:eastAsia="es-ES"/>
    </w:rPr>
  </w:style>
  <w:style w:type="paragraph" w:customStyle="1" w:styleId="mbcontenu3">
    <w:name w:val="mbcontenu3"/>
    <w:basedOn w:val="Normal"/>
    <w:uiPriority w:val="99"/>
    <w:rsid w:val="000C428F"/>
    <w:pPr>
      <w:pBdr>
        <w:top w:val="single" w:sz="18" w:space="12" w:color="5B8DD6"/>
        <w:left w:val="single" w:sz="18" w:space="12" w:color="5B8DD6"/>
        <w:bottom w:val="single" w:sz="18" w:space="12" w:color="3379DE"/>
        <w:right w:val="single" w:sz="18" w:space="12" w:color="3379DE"/>
      </w:pBdr>
      <w:shd w:val="clear" w:color="auto" w:fill="F0F8FF"/>
      <w:ind w:left="0" w:firstLine="0"/>
    </w:pPr>
    <w:rPr>
      <w:rFonts w:ascii="Times New Roman" w:eastAsia="Times New Roman" w:hAnsi="Times New Roman"/>
      <w:sz w:val="24"/>
      <w:szCs w:val="24"/>
      <w:lang w:val="es-ES" w:eastAsia="es-ES"/>
    </w:rPr>
  </w:style>
  <w:style w:type="paragraph" w:customStyle="1" w:styleId="mbonglet3">
    <w:name w:val="mbonglet3"/>
    <w:basedOn w:val="Normal"/>
    <w:uiPriority w:val="99"/>
    <w:rsid w:val="000C428F"/>
    <w:pPr>
      <w:shd w:val="clear" w:color="auto" w:fill="F0F8FF"/>
      <w:ind w:left="0" w:firstLine="0"/>
    </w:pPr>
    <w:rPr>
      <w:rFonts w:ascii="Times New Roman" w:eastAsia="Times New Roman" w:hAnsi="Times New Roman"/>
      <w:sz w:val="24"/>
      <w:szCs w:val="24"/>
      <w:lang w:val="es-ES" w:eastAsia="es-ES"/>
    </w:rPr>
  </w:style>
  <w:style w:type="paragraph" w:customStyle="1" w:styleId="mbbouton4">
    <w:name w:val="mbbouton4"/>
    <w:basedOn w:val="Normal"/>
    <w:uiPriority w:val="99"/>
    <w:rsid w:val="000C428F"/>
    <w:pPr>
      <w:pBdr>
        <w:top w:val="single" w:sz="12" w:space="2" w:color="FFD0A4"/>
        <w:left w:val="single" w:sz="12" w:space="4" w:color="FFD0A4"/>
        <w:bottom w:val="single" w:sz="12" w:space="2" w:color="FF9D42"/>
        <w:right w:val="single" w:sz="12" w:space="4" w:color="FFAC5D"/>
      </w:pBdr>
      <w:shd w:val="clear" w:color="auto" w:fill="FFBD7F"/>
      <w:ind w:left="0" w:right="24" w:firstLine="0"/>
    </w:pPr>
    <w:rPr>
      <w:rFonts w:ascii="Times New Roman" w:eastAsia="Times New Roman" w:hAnsi="Times New Roman"/>
      <w:sz w:val="24"/>
      <w:szCs w:val="24"/>
      <w:lang w:val="es-ES" w:eastAsia="es-ES"/>
    </w:rPr>
  </w:style>
  <w:style w:type="paragraph" w:customStyle="1" w:styleId="mbboutonsel4">
    <w:name w:val="mbboutonsel4"/>
    <w:basedOn w:val="Normal"/>
    <w:uiPriority w:val="99"/>
    <w:rsid w:val="000C428F"/>
    <w:pPr>
      <w:pBdr>
        <w:top w:val="single" w:sz="12" w:space="2" w:color="FFAC5D"/>
        <w:left w:val="single" w:sz="12" w:space="4" w:color="FFAC5D"/>
        <w:bottom w:val="single" w:sz="12" w:space="2" w:color="FF9D42"/>
        <w:right w:val="single" w:sz="12" w:space="4" w:color="FF820E"/>
      </w:pBdr>
      <w:shd w:val="clear" w:color="auto" w:fill="FF9D42"/>
      <w:ind w:left="0" w:right="24" w:firstLine="0"/>
    </w:pPr>
    <w:rPr>
      <w:rFonts w:ascii="Times New Roman" w:eastAsia="Times New Roman" w:hAnsi="Times New Roman"/>
      <w:color w:val="FFFFFF"/>
      <w:sz w:val="24"/>
      <w:szCs w:val="24"/>
      <w:lang w:val="es-ES" w:eastAsia="es-ES"/>
    </w:rPr>
  </w:style>
  <w:style w:type="paragraph" w:customStyle="1" w:styleId="mbcontenu4">
    <w:name w:val="mbcontenu4"/>
    <w:basedOn w:val="Normal"/>
    <w:uiPriority w:val="99"/>
    <w:rsid w:val="000C428F"/>
    <w:pPr>
      <w:pBdr>
        <w:top w:val="single" w:sz="18" w:space="12" w:color="FF9D42"/>
        <w:left w:val="single" w:sz="18" w:space="12" w:color="FF9D42"/>
        <w:bottom w:val="single" w:sz="18" w:space="12" w:color="FF820E"/>
        <w:right w:val="single" w:sz="18" w:space="12" w:color="FF820E"/>
      </w:pBdr>
      <w:shd w:val="clear" w:color="auto" w:fill="FFEEDD"/>
      <w:ind w:left="0" w:firstLine="0"/>
    </w:pPr>
    <w:rPr>
      <w:rFonts w:ascii="Times New Roman" w:eastAsia="Times New Roman" w:hAnsi="Times New Roman"/>
      <w:sz w:val="24"/>
      <w:szCs w:val="24"/>
      <w:lang w:val="es-ES" w:eastAsia="es-ES"/>
    </w:rPr>
  </w:style>
  <w:style w:type="paragraph" w:customStyle="1" w:styleId="mbonglet4">
    <w:name w:val="mbonglet4"/>
    <w:basedOn w:val="Normal"/>
    <w:uiPriority w:val="99"/>
    <w:rsid w:val="000C428F"/>
    <w:pPr>
      <w:shd w:val="clear" w:color="auto" w:fill="FFEEDD"/>
      <w:ind w:left="0" w:firstLine="0"/>
    </w:pPr>
    <w:rPr>
      <w:rFonts w:ascii="Times New Roman" w:eastAsia="Times New Roman" w:hAnsi="Times New Roman"/>
      <w:sz w:val="24"/>
      <w:szCs w:val="24"/>
      <w:lang w:val="es-ES" w:eastAsia="es-ES"/>
    </w:rPr>
  </w:style>
  <w:style w:type="paragraph" w:customStyle="1" w:styleId="mbbouton5">
    <w:name w:val="mbbouton5"/>
    <w:basedOn w:val="Normal"/>
    <w:uiPriority w:val="99"/>
    <w:rsid w:val="000C428F"/>
    <w:pPr>
      <w:pBdr>
        <w:top w:val="single" w:sz="12" w:space="2" w:color="CFCFCF"/>
        <w:left w:val="single" w:sz="12" w:space="4" w:color="CFCFCF"/>
        <w:bottom w:val="single" w:sz="12" w:space="2" w:color="868686"/>
        <w:right w:val="single" w:sz="12" w:space="4" w:color="9F9F9F"/>
      </w:pBdr>
      <w:shd w:val="clear" w:color="auto" w:fill="B9B9B9"/>
      <w:ind w:left="0" w:right="24" w:firstLine="0"/>
    </w:pPr>
    <w:rPr>
      <w:rFonts w:ascii="Times New Roman" w:eastAsia="Times New Roman" w:hAnsi="Times New Roman"/>
      <w:sz w:val="24"/>
      <w:szCs w:val="24"/>
      <w:lang w:val="es-ES" w:eastAsia="es-ES"/>
    </w:rPr>
  </w:style>
  <w:style w:type="paragraph" w:customStyle="1" w:styleId="mbboutonsel5">
    <w:name w:val="mbboutonsel5"/>
    <w:basedOn w:val="Normal"/>
    <w:uiPriority w:val="99"/>
    <w:rsid w:val="000C428F"/>
    <w:pPr>
      <w:pBdr>
        <w:top w:val="single" w:sz="12" w:space="2" w:color="9F9F9F"/>
        <w:left w:val="single" w:sz="12" w:space="4" w:color="9F9F9F"/>
        <w:bottom w:val="single" w:sz="12" w:space="2" w:color="868686"/>
        <w:right w:val="single" w:sz="12" w:space="4" w:color="666666"/>
      </w:pBdr>
      <w:shd w:val="clear" w:color="auto" w:fill="868686"/>
      <w:ind w:left="0" w:right="24" w:firstLine="0"/>
    </w:pPr>
    <w:rPr>
      <w:rFonts w:ascii="Times New Roman" w:eastAsia="Times New Roman" w:hAnsi="Times New Roman"/>
      <w:color w:val="FFFFFF"/>
      <w:sz w:val="24"/>
      <w:szCs w:val="24"/>
      <w:lang w:val="es-ES" w:eastAsia="es-ES"/>
    </w:rPr>
  </w:style>
  <w:style w:type="paragraph" w:customStyle="1" w:styleId="mbcontenu5">
    <w:name w:val="mbcontenu5"/>
    <w:basedOn w:val="Normal"/>
    <w:uiPriority w:val="99"/>
    <w:rsid w:val="000C428F"/>
    <w:pPr>
      <w:pBdr>
        <w:top w:val="single" w:sz="18" w:space="12" w:color="868686"/>
        <w:left w:val="single" w:sz="18" w:space="12" w:color="868686"/>
        <w:bottom w:val="single" w:sz="18" w:space="12" w:color="666666"/>
        <w:right w:val="single" w:sz="18" w:space="12" w:color="666666"/>
      </w:pBdr>
      <w:shd w:val="clear" w:color="auto" w:fill="FFFCE8"/>
      <w:ind w:left="0" w:firstLine="0"/>
    </w:pPr>
    <w:rPr>
      <w:rFonts w:ascii="Times New Roman" w:eastAsia="Times New Roman" w:hAnsi="Times New Roman"/>
      <w:sz w:val="24"/>
      <w:szCs w:val="24"/>
      <w:lang w:val="es-ES" w:eastAsia="es-ES"/>
    </w:rPr>
  </w:style>
  <w:style w:type="paragraph" w:customStyle="1" w:styleId="mbonglet5">
    <w:name w:val="mbonglet5"/>
    <w:basedOn w:val="Normal"/>
    <w:uiPriority w:val="99"/>
    <w:rsid w:val="000C428F"/>
    <w:pPr>
      <w:shd w:val="clear" w:color="auto" w:fill="FFFCE8"/>
      <w:ind w:left="0" w:firstLine="0"/>
    </w:pPr>
    <w:rPr>
      <w:rFonts w:ascii="Times New Roman" w:eastAsia="Times New Roman" w:hAnsi="Times New Roman"/>
      <w:sz w:val="24"/>
      <w:szCs w:val="24"/>
      <w:lang w:val="es-ES" w:eastAsia="es-ES"/>
    </w:rPr>
  </w:style>
  <w:style w:type="paragraph" w:customStyle="1" w:styleId="mbbouton6">
    <w:name w:val="mbbouton6"/>
    <w:basedOn w:val="Normal"/>
    <w:uiPriority w:val="99"/>
    <w:rsid w:val="000C428F"/>
    <w:pPr>
      <w:pBdr>
        <w:top w:val="single" w:sz="12" w:space="2" w:color="FFEEAA"/>
        <w:left w:val="single" w:sz="12" w:space="4" w:color="FFEEAA"/>
        <w:bottom w:val="single" w:sz="12" w:space="2" w:color="EABB00"/>
        <w:right w:val="single" w:sz="12" w:space="4" w:color="FFD52B"/>
      </w:pBdr>
      <w:shd w:val="clear" w:color="auto" w:fill="FFE16A"/>
      <w:ind w:left="0" w:right="24" w:firstLine="0"/>
    </w:pPr>
    <w:rPr>
      <w:rFonts w:ascii="Times New Roman" w:eastAsia="Times New Roman" w:hAnsi="Times New Roman"/>
      <w:sz w:val="24"/>
      <w:szCs w:val="24"/>
      <w:lang w:val="es-ES" w:eastAsia="es-ES"/>
    </w:rPr>
  </w:style>
  <w:style w:type="paragraph" w:customStyle="1" w:styleId="mbboutonsel6">
    <w:name w:val="mbboutonsel6"/>
    <w:basedOn w:val="Normal"/>
    <w:uiPriority w:val="99"/>
    <w:rsid w:val="000C428F"/>
    <w:pPr>
      <w:pBdr>
        <w:top w:val="single" w:sz="12" w:space="2" w:color="FFD52B"/>
        <w:left w:val="single" w:sz="12" w:space="4" w:color="FFD52B"/>
        <w:bottom w:val="single" w:sz="12" w:space="2" w:color="EABB00"/>
        <w:right w:val="single" w:sz="12" w:space="4" w:color="AA8800"/>
      </w:pBdr>
      <w:shd w:val="clear" w:color="auto" w:fill="EABB00"/>
      <w:ind w:left="0" w:right="24" w:firstLine="0"/>
    </w:pPr>
    <w:rPr>
      <w:rFonts w:ascii="Times New Roman" w:eastAsia="Times New Roman" w:hAnsi="Times New Roman"/>
      <w:color w:val="FFFFFF"/>
      <w:sz w:val="24"/>
      <w:szCs w:val="24"/>
      <w:lang w:val="es-ES" w:eastAsia="es-ES"/>
    </w:rPr>
  </w:style>
  <w:style w:type="paragraph" w:customStyle="1" w:styleId="mbcontenu6">
    <w:name w:val="mbcontenu6"/>
    <w:basedOn w:val="Normal"/>
    <w:uiPriority w:val="99"/>
    <w:rsid w:val="000C428F"/>
    <w:pPr>
      <w:pBdr>
        <w:top w:val="single" w:sz="18" w:space="12" w:color="EABB00"/>
        <w:left w:val="single" w:sz="18" w:space="12" w:color="EABB00"/>
        <w:bottom w:val="single" w:sz="18" w:space="12" w:color="AA8800"/>
        <w:right w:val="single" w:sz="18" w:space="12" w:color="AA8800"/>
      </w:pBdr>
      <w:shd w:val="clear" w:color="auto" w:fill="FFFCE8"/>
      <w:ind w:left="0" w:firstLine="0"/>
    </w:pPr>
    <w:rPr>
      <w:rFonts w:ascii="Times New Roman" w:eastAsia="Times New Roman" w:hAnsi="Times New Roman"/>
      <w:sz w:val="24"/>
      <w:szCs w:val="24"/>
      <w:lang w:val="es-ES" w:eastAsia="es-ES"/>
    </w:rPr>
  </w:style>
  <w:style w:type="paragraph" w:customStyle="1" w:styleId="mbonglet6">
    <w:name w:val="mbonglet6"/>
    <w:basedOn w:val="Normal"/>
    <w:uiPriority w:val="99"/>
    <w:rsid w:val="000C428F"/>
    <w:pPr>
      <w:shd w:val="clear" w:color="auto" w:fill="FFFCE8"/>
      <w:ind w:left="0" w:firstLine="0"/>
    </w:pPr>
    <w:rPr>
      <w:rFonts w:ascii="Times New Roman" w:eastAsia="Times New Roman" w:hAnsi="Times New Roman"/>
      <w:sz w:val="24"/>
      <w:szCs w:val="24"/>
      <w:lang w:val="es-ES" w:eastAsia="es-ES"/>
    </w:rPr>
  </w:style>
  <w:style w:type="paragraph" w:customStyle="1" w:styleId="mbbouton7">
    <w:name w:val="mbbouton7"/>
    <w:basedOn w:val="Normal"/>
    <w:uiPriority w:val="99"/>
    <w:rsid w:val="000C428F"/>
    <w:pPr>
      <w:pBdr>
        <w:top w:val="single" w:sz="12" w:space="2" w:color="FFC6AA"/>
        <w:left w:val="single" w:sz="12" w:space="4" w:color="FFC6AA"/>
        <w:bottom w:val="single" w:sz="12" w:space="2" w:color="CA4200"/>
        <w:right w:val="single" w:sz="12" w:space="4" w:color="FF6215"/>
      </w:pBdr>
      <w:shd w:val="clear" w:color="auto" w:fill="FF9B6A"/>
      <w:ind w:left="0" w:right="24" w:firstLine="0"/>
    </w:pPr>
    <w:rPr>
      <w:rFonts w:ascii="Times New Roman" w:eastAsia="Times New Roman" w:hAnsi="Times New Roman"/>
      <w:sz w:val="24"/>
      <w:szCs w:val="24"/>
      <w:lang w:val="es-ES" w:eastAsia="es-ES"/>
    </w:rPr>
  </w:style>
  <w:style w:type="paragraph" w:customStyle="1" w:styleId="mbboutonsel7">
    <w:name w:val="mbboutonsel7"/>
    <w:basedOn w:val="Normal"/>
    <w:uiPriority w:val="99"/>
    <w:rsid w:val="000C428F"/>
    <w:pPr>
      <w:pBdr>
        <w:top w:val="single" w:sz="12" w:space="2" w:color="FF6215"/>
        <w:left w:val="single" w:sz="12" w:space="4" w:color="FF6215"/>
        <w:bottom w:val="single" w:sz="12" w:space="2" w:color="CA4200"/>
        <w:right w:val="single" w:sz="12" w:space="4" w:color="993300"/>
      </w:pBdr>
      <w:shd w:val="clear" w:color="auto" w:fill="CA4200"/>
      <w:ind w:left="0" w:right="24" w:firstLine="0"/>
    </w:pPr>
    <w:rPr>
      <w:rFonts w:ascii="Times New Roman" w:eastAsia="Times New Roman" w:hAnsi="Times New Roman"/>
      <w:color w:val="FFFFFF"/>
      <w:sz w:val="24"/>
      <w:szCs w:val="24"/>
      <w:lang w:val="es-ES" w:eastAsia="es-ES"/>
    </w:rPr>
  </w:style>
  <w:style w:type="paragraph" w:customStyle="1" w:styleId="mbcontenu7">
    <w:name w:val="mbcontenu7"/>
    <w:basedOn w:val="Normal"/>
    <w:uiPriority w:val="99"/>
    <w:rsid w:val="000C428F"/>
    <w:pPr>
      <w:pBdr>
        <w:top w:val="single" w:sz="18" w:space="12" w:color="CA4200"/>
        <w:left w:val="single" w:sz="18" w:space="12" w:color="CA4200"/>
        <w:bottom w:val="single" w:sz="18" w:space="12" w:color="993300"/>
        <w:right w:val="single" w:sz="18" w:space="12" w:color="993300"/>
      </w:pBdr>
      <w:shd w:val="clear" w:color="auto" w:fill="FFFCE8"/>
      <w:ind w:left="0" w:firstLine="0"/>
    </w:pPr>
    <w:rPr>
      <w:rFonts w:ascii="Times New Roman" w:eastAsia="Times New Roman" w:hAnsi="Times New Roman"/>
      <w:sz w:val="24"/>
      <w:szCs w:val="24"/>
      <w:lang w:val="es-ES" w:eastAsia="es-ES"/>
    </w:rPr>
  </w:style>
  <w:style w:type="paragraph" w:customStyle="1" w:styleId="mbonglet7">
    <w:name w:val="mbonglet7"/>
    <w:basedOn w:val="Normal"/>
    <w:uiPriority w:val="99"/>
    <w:rsid w:val="000C428F"/>
    <w:pPr>
      <w:shd w:val="clear" w:color="auto" w:fill="FFFCE8"/>
      <w:ind w:left="0" w:firstLine="0"/>
    </w:pPr>
    <w:rPr>
      <w:rFonts w:ascii="Times New Roman" w:eastAsia="Times New Roman" w:hAnsi="Times New Roman"/>
      <w:sz w:val="24"/>
      <w:szCs w:val="24"/>
      <w:lang w:val="es-ES" w:eastAsia="es-ES"/>
    </w:rPr>
  </w:style>
  <w:style w:type="paragraph" w:customStyle="1" w:styleId="infoboximage1">
    <w:name w:val="infoboximage1"/>
    <w:basedOn w:val="Normal"/>
    <w:uiPriority w:val="99"/>
    <w:rsid w:val="000C428F"/>
    <w:pPr>
      <w:shd w:val="clear" w:color="auto" w:fill="FFFFFF"/>
      <w:spacing w:before="0" w:beforeAutospacing="0"/>
      <w:ind w:left="0" w:firstLine="0"/>
      <w:jc w:val="center"/>
    </w:pPr>
    <w:rPr>
      <w:rFonts w:ascii="Times New Roman" w:eastAsia="Times New Roman" w:hAnsi="Times New Roman"/>
      <w:color w:val="000000"/>
      <w:sz w:val="24"/>
      <w:szCs w:val="24"/>
      <w:lang w:val="es-ES" w:eastAsia="es-ES"/>
    </w:rPr>
  </w:style>
  <w:style w:type="paragraph" w:customStyle="1" w:styleId="infoboxsoustitre1">
    <w:name w:val="infoboxsoustitre1"/>
    <w:basedOn w:val="Normal"/>
    <w:uiPriority w:val="99"/>
    <w:rsid w:val="000C428F"/>
    <w:pPr>
      <w:spacing w:line="480" w:lineRule="auto"/>
      <w:ind w:left="0" w:firstLine="0"/>
      <w:jc w:val="center"/>
    </w:pPr>
    <w:rPr>
      <w:rFonts w:ascii="Times New Roman" w:eastAsia="Times New Roman" w:hAnsi="Times New Roman"/>
      <w:b/>
      <w:bCs/>
      <w:color w:val="000000"/>
      <w:sz w:val="28"/>
      <w:szCs w:val="28"/>
      <w:lang w:val="es-ES" w:eastAsia="es-ES"/>
    </w:rPr>
  </w:style>
  <w:style w:type="paragraph" w:customStyle="1" w:styleId="firstheading1">
    <w:name w:val="firstheading1"/>
    <w:basedOn w:val="Normal"/>
    <w:uiPriority w:val="99"/>
    <w:rsid w:val="000C428F"/>
    <w:pPr>
      <w:spacing w:line="288" w:lineRule="atLeast"/>
      <w:ind w:left="0" w:firstLine="0"/>
    </w:pPr>
    <w:rPr>
      <w:rFonts w:ascii="Times New Roman" w:eastAsia="Times New Roman" w:hAnsi="Times New Roman"/>
      <w:vanish/>
      <w:sz w:val="24"/>
      <w:szCs w:val="24"/>
      <w:lang w:val="es-ES" w:eastAsia="es-ES"/>
    </w:rPr>
  </w:style>
  <w:style w:type="paragraph" w:customStyle="1" w:styleId="latitude1">
    <w:name w:val="latitude1"/>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entete1">
    <w:name w:val="entete1"/>
    <w:basedOn w:val="Normal"/>
    <w:uiPriority w:val="99"/>
    <w:rsid w:val="000C428F"/>
    <w:pPr>
      <w:spacing w:line="288" w:lineRule="atLeast"/>
      <w:ind w:left="0" w:firstLine="0"/>
      <w:jc w:val="center"/>
      <w:textAlignment w:val="center"/>
    </w:pPr>
    <w:rPr>
      <w:rFonts w:ascii="Times New Roman" w:eastAsia="Times New Roman" w:hAnsi="Times New Roman"/>
      <w:b/>
      <w:bCs/>
      <w:color w:val="000000"/>
      <w:sz w:val="36"/>
      <w:szCs w:val="36"/>
      <w:lang w:val="es-ES" w:eastAsia="es-ES"/>
    </w:rPr>
  </w:style>
  <w:style w:type="paragraph" w:customStyle="1" w:styleId="media1">
    <w:name w:val="media1"/>
    <w:basedOn w:val="Normal"/>
    <w:uiPriority w:val="99"/>
    <w:rsid w:val="000C428F"/>
    <w:pPr>
      <w:ind w:left="0" w:firstLine="0"/>
      <w:jc w:val="center"/>
      <w:textAlignment w:val="center"/>
    </w:pPr>
    <w:rPr>
      <w:rFonts w:ascii="Times New Roman" w:eastAsia="Times New Roman" w:hAnsi="Times New Roman"/>
      <w:b/>
      <w:bCs/>
      <w:color w:val="000000"/>
      <w:sz w:val="24"/>
      <w:szCs w:val="24"/>
      <w:lang w:val="es-ES" w:eastAsia="es-ES"/>
    </w:rPr>
  </w:style>
  <w:style w:type="paragraph" w:customStyle="1" w:styleId="imgtoogle1">
    <w:name w:val="img_toogle1"/>
    <w:basedOn w:val="Normal"/>
    <w:uiPriority w:val="99"/>
    <w:rsid w:val="000C428F"/>
    <w:pPr>
      <w:ind w:left="0" w:firstLine="0"/>
    </w:pPr>
    <w:rPr>
      <w:rFonts w:ascii="Times New Roman" w:eastAsia="Times New Roman" w:hAnsi="Times New Roman"/>
      <w:sz w:val="24"/>
      <w:szCs w:val="24"/>
      <w:lang w:val="es-ES" w:eastAsia="es-ES"/>
    </w:rPr>
  </w:style>
  <w:style w:type="paragraph" w:customStyle="1" w:styleId="atoogle1">
    <w:name w:val="a_toogle1"/>
    <w:basedOn w:val="Normal"/>
    <w:uiPriority w:val="99"/>
    <w:rsid w:val="000C428F"/>
    <w:pPr>
      <w:ind w:left="0" w:firstLine="0"/>
      <w:jc w:val="center"/>
    </w:pPr>
    <w:rPr>
      <w:rFonts w:ascii="Times New Roman" w:eastAsia="Times New Roman" w:hAnsi="Times New Roman"/>
      <w:sz w:val="23"/>
      <w:szCs w:val="23"/>
      <w:lang w:val="es-ES" w:eastAsia="es-ES"/>
    </w:rPr>
  </w:style>
  <w:style w:type="paragraph" w:customStyle="1" w:styleId="geopoint1">
    <w:name w:val="geopoint1"/>
    <w:basedOn w:val="Normal"/>
    <w:uiPriority w:val="99"/>
    <w:rsid w:val="000C428F"/>
    <w:pPr>
      <w:pBdr>
        <w:top w:val="single" w:sz="6" w:space="0" w:color="000000"/>
        <w:left w:val="single" w:sz="6" w:space="0" w:color="000000"/>
        <w:bottom w:val="single" w:sz="6" w:space="0" w:color="000000"/>
        <w:right w:val="single" w:sz="6" w:space="0" w:color="000000"/>
      </w:pBdr>
      <w:shd w:val="clear" w:color="auto" w:fill="FF0000"/>
      <w:ind w:left="0" w:firstLine="0"/>
    </w:pPr>
    <w:rPr>
      <w:rFonts w:ascii="Times New Roman" w:eastAsia="Times New Roman" w:hAnsi="Times New Roman"/>
      <w:sz w:val="2"/>
      <w:szCs w:val="2"/>
      <w:lang w:val="es-ES" w:eastAsia="es-ES"/>
    </w:rPr>
  </w:style>
  <w:style w:type="paragraph" w:customStyle="1" w:styleId="thumbimage1">
    <w:name w:val="thumbimage1"/>
    <w:basedOn w:val="Normal"/>
    <w:uiPriority w:val="99"/>
    <w:rsid w:val="000C428F"/>
    <w:pPr>
      <w:shd w:val="clear" w:color="auto" w:fill="FFFFFF"/>
      <w:ind w:left="0" w:firstLine="0"/>
    </w:pPr>
    <w:rPr>
      <w:rFonts w:ascii="Times New Roman" w:eastAsia="Times New Roman" w:hAnsi="Times New Roman"/>
      <w:sz w:val="24"/>
      <w:szCs w:val="24"/>
      <w:lang w:val="es-ES" w:eastAsia="es-ES"/>
    </w:rPr>
  </w:style>
  <w:style w:type="paragraph" w:customStyle="1" w:styleId="sitenoticesmall1">
    <w:name w:val="sitenoticesmall1"/>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sitenoticesmallanon1">
    <w:name w:val="sitenoticesmallanon1"/>
    <w:basedOn w:val="Normal"/>
    <w:uiPriority w:val="99"/>
    <w:rsid w:val="000C428F"/>
    <w:pPr>
      <w:ind w:left="0" w:firstLine="0"/>
    </w:pPr>
    <w:rPr>
      <w:rFonts w:ascii="Times New Roman" w:eastAsia="Times New Roman" w:hAnsi="Times New Roman"/>
      <w:vanish/>
      <w:sz w:val="24"/>
      <w:szCs w:val="24"/>
      <w:lang w:val="es-ES" w:eastAsia="es-ES"/>
    </w:rPr>
  </w:style>
  <w:style w:type="paragraph" w:customStyle="1" w:styleId="sitenoticesmalluser1">
    <w:name w:val="sitenoticesmalluser1"/>
    <w:basedOn w:val="Normal"/>
    <w:uiPriority w:val="99"/>
    <w:rsid w:val="000C428F"/>
    <w:pPr>
      <w:ind w:left="0" w:firstLine="0"/>
    </w:pPr>
    <w:rPr>
      <w:rFonts w:ascii="Times New Roman" w:eastAsia="Times New Roman" w:hAnsi="Times New Roman"/>
      <w:vanish/>
      <w:sz w:val="24"/>
      <w:szCs w:val="24"/>
      <w:lang w:val="es-ES" w:eastAsia="es-ES"/>
    </w:rPr>
  </w:style>
  <w:style w:type="character" w:customStyle="1" w:styleId="citecrochet1">
    <w:name w:val="cite_crochet1"/>
    <w:basedOn w:val="DefaultParagraphFont"/>
    <w:uiPriority w:val="99"/>
    <w:rsid w:val="000C428F"/>
    <w:rPr>
      <w:rFonts w:cs="Times New Roman"/>
      <w:vanish/>
    </w:rPr>
  </w:style>
  <w:style w:type="character" w:customStyle="1" w:styleId="toctoggle">
    <w:name w:val="toctoggle"/>
    <w:basedOn w:val="DefaultParagraphFont"/>
    <w:uiPriority w:val="99"/>
    <w:rsid w:val="000C428F"/>
    <w:rPr>
      <w:rFonts w:cs="Times New Roman"/>
    </w:rPr>
  </w:style>
  <w:style w:type="character" w:customStyle="1" w:styleId="tocnumber">
    <w:name w:val="tocnumber"/>
    <w:basedOn w:val="DefaultParagraphFont"/>
    <w:uiPriority w:val="99"/>
    <w:rsid w:val="000C428F"/>
    <w:rPr>
      <w:rFonts w:cs="Times New Roman"/>
    </w:rPr>
  </w:style>
  <w:style w:type="character" w:customStyle="1" w:styleId="toctext">
    <w:name w:val="toctext"/>
    <w:basedOn w:val="DefaultParagraphFont"/>
    <w:uiPriority w:val="99"/>
    <w:rsid w:val="000C428F"/>
    <w:rPr>
      <w:rFonts w:cs="Times New Roman"/>
    </w:rPr>
  </w:style>
  <w:style w:type="character" w:customStyle="1" w:styleId="mw-headline">
    <w:name w:val="mw-headline"/>
    <w:basedOn w:val="DefaultParagraphFont"/>
    <w:uiPriority w:val="99"/>
    <w:rsid w:val="000C428F"/>
    <w:rPr>
      <w:rFonts w:cs="Times New Roman"/>
    </w:rPr>
  </w:style>
  <w:style w:type="paragraph" w:styleId="BalloonText">
    <w:name w:val="Balloon Text"/>
    <w:basedOn w:val="Normal"/>
    <w:link w:val="BalloonTextChar"/>
    <w:uiPriority w:val="99"/>
    <w:semiHidden/>
    <w:rsid w:val="000C42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428F"/>
    <w:rPr>
      <w:rFonts w:ascii="Tahoma" w:hAnsi="Tahoma" w:cs="Tahoma"/>
      <w:sz w:val="16"/>
      <w:szCs w:val="16"/>
      <w:lang w:val="fr-FR"/>
    </w:rPr>
  </w:style>
  <w:style w:type="paragraph" w:styleId="ListParagraph">
    <w:name w:val="List Paragraph"/>
    <w:basedOn w:val="Normal"/>
    <w:uiPriority w:val="99"/>
    <w:qFormat/>
    <w:rsid w:val="000C428F"/>
    <w:pPr>
      <w:ind w:left="720"/>
      <w:contextualSpacing/>
    </w:pPr>
  </w:style>
  <w:style w:type="character" w:customStyle="1" w:styleId="romain1">
    <w:name w:val="romain1"/>
    <w:basedOn w:val="DefaultParagraphFont"/>
    <w:uiPriority w:val="99"/>
    <w:rsid w:val="000C428F"/>
    <w:rPr>
      <w:rFonts w:cs="Times New Roman"/>
      <w:smallCaps/>
    </w:rPr>
  </w:style>
</w:styles>
</file>

<file path=word/webSettings.xml><?xml version="1.0" encoding="utf-8"?>
<w:webSettings xmlns:r="http://schemas.openxmlformats.org/officeDocument/2006/relationships" xmlns:w="http://schemas.openxmlformats.org/wordprocessingml/2006/main">
  <w:divs>
    <w:div w:id="632760612">
      <w:marLeft w:val="0"/>
      <w:marRight w:val="0"/>
      <w:marTop w:val="0"/>
      <w:marBottom w:val="0"/>
      <w:divBdr>
        <w:top w:val="none" w:sz="0" w:space="0" w:color="auto"/>
        <w:left w:val="none" w:sz="0" w:space="0" w:color="auto"/>
        <w:bottom w:val="none" w:sz="0" w:space="0" w:color="auto"/>
        <w:right w:val="none" w:sz="0" w:space="0" w:color="auto"/>
      </w:divBdr>
      <w:divsChild>
        <w:div w:id="632760610">
          <w:marLeft w:val="0"/>
          <w:marRight w:val="0"/>
          <w:marTop w:val="0"/>
          <w:marBottom w:val="0"/>
          <w:divBdr>
            <w:top w:val="none" w:sz="0" w:space="0" w:color="auto"/>
            <w:left w:val="none" w:sz="0" w:space="0" w:color="auto"/>
            <w:bottom w:val="none" w:sz="0" w:space="0" w:color="auto"/>
            <w:right w:val="none" w:sz="0" w:space="0" w:color="auto"/>
          </w:divBdr>
          <w:divsChild>
            <w:div w:id="632760614">
              <w:marLeft w:val="0"/>
              <w:marRight w:val="0"/>
              <w:marTop w:val="0"/>
              <w:marBottom w:val="0"/>
              <w:divBdr>
                <w:top w:val="none" w:sz="0" w:space="0" w:color="auto"/>
                <w:left w:val="none" w:sz="0" w:space="0" w:color="auto"/>
                <w:bottom w:val="none" w:sz="0" w:space="0" w:color="auto"/>
                <w:right w:val="none" w:sz="0" w:space="0" w:color="auto"/>
              </w:divBdr>
              <w:divsChild>
                <w:div w:id="632760608">
                  <w:marLeft w:val="0"/>
                  <w:marRight w:val="0"/>
                  <w:marTop w:val="0"/>
                  <w:marBottom w:val="0"/>
                  <w:divBdr>
                    <w:top w:val="none" w:sz="0" w:space="0" w:color="auto"/>
                    <w:left w:val="none" w:sz="0" w:space="0" w:color="auto"/>
                    <w:bottom w:val="none" w:sz="0" w:space="0" w:color="auto"/>
                    <w:right w:val="none" w:sz="0" w:space="0" w:color="auto"/>
                  </w:divBdr>
                  <w:divsChild>
                    <w:div w:id="632760611">
                      <w:marLeft w:val="0"/>
                      <w:marRight w:val="0"/>
                      <w:marTop w:val="0"/>
                      <w:marBottom w:val="0"/>
                      <w:divBdr>
                        <w:top w:val="none" w:sz="0" w:space="0" w:color="auto"/>
                        <w:left w:val="none" w:sz="0" w:space="0" w:color="auto"/>
                        <w:bottom w:val="none" w:sz="0" w:space="0" w:color="auto"/>
                        <w:right w:val="none" w:sz="0" w:space="0" w:color="auto"/>
                      </w:divBdr>
                      <w:divsChild>
                        <w:div w:id="63276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760615">
      <w:marLeft w:val="0"/>
      <w:marRight w:val="0"/>
      <w:marTop w:val="0"/>
      <w:marBottom w:val="0"/>
      <w:divBdr>
        <w:top w:val="none" w:sz="0" w:space="0" w:color="auto"/>
        <w:left w:val="none" w:sz="0" w:space="0" w:color="auto"/>
        <w:bottom w:val="none" w:sz="0" w:space="0" w:color="auto"/>
        <w:right w:val="none" w:sz="0" w:space="0" w:color="auto"/>
      </w:divBdr>
      <w:divsChild>
        <w:div w:id="632760613">
          <w:marLeft w:val="0"/>
          <w:marRight w:val="0"/>
          <w:marTop w:val="0"/>
          <w:marBottom w:val="0"/>
          <w:divBdr>
            <w:top w:val="none" w:sz="0" w:space="0" w:color="auto"/>
            <w:left w:val="none" w:sz="0" w:space="0" w:color="auto"/>
            <w:bottom w:val="none" w:sz="0" w:space="0" w:color="auto"/>
            <w:right w:val="none" w:sz="0" w:space="0" w:color="auto"/>
          </w:divBdr>
          <w:divsChild>
            <w:div w:id="632760618">
              <w:marLeft w:val="0"/>
              <w:marRight w:val="0"/>
              <w:marTop w:val="0"/>
              <w:marBottom w:val="0"/>
              <w:divBdr>
                <w:top w:val="none" w:sz="0" w:space="0" w:color="auto"/>
                <w:left w:val="none" w:sz="0" w:space="0" w:color="auto"/>
                <w:bottom w:val="none" w:sz="0" w:space="0" w:color="auto"/>
                <w:right w:val="none" w:sz="0" w:space="0" w:color="auto"/>
              </w:divBdr>
              <w:divsChild>
                <w:div w:id="632760616">
                  <w:marLeft w:val="0"/>
                  <w:marRight w:val="0"/>
                  <w:marTop w:val="0"/>
                  <w:marBottom w:val="0"/>
                  <w:divBdr>
                    <w:top w:val="none" w:sz="0" w:space="0" w:color="auto"/>
                    <w:left w:val="none" w:sz="0" w:space="0" w:color="auto"/>
                    <w:bottom w:val="none" w:sz="0" w:space="0" w:color="auto"/>
                    <w:right w:val="none" w:sz="0" w:space="0" w:color="auto"/>
                  </w:divBdr>
                  <w:divsChild>
                    <w:div w:id="63276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fr.wikipedia.org/wiki/1944" TargetMode="External"/><Relationship Id="rId21" Type="http://schemas.openxmlformats.org/officeDocument/2006/relationships/hyperlink" Target="http://fr.wikipedia.org/wiki/Fichier:Portrait_Roi_de_france_Clovis.jpg" TargetMode="External"/><Relationship Id="rId170" Type="http://schemas.openxmlformats.org/officeDocument/2006/relationships/hyperlink" Target="http://fr.wikipedia.org/wiki/676" TargetMode="External"/><Relationship Id="rId268" Type="http://schemas.openxmlformats.org/officeDocument/2006/relationships/hyperlink" Target="http://fr.wikipedia.org/wiki/800" TargetMode="External"/><Relationship Id="rId475" Type="http://schemas.openxmlformats.org/officeDocument/2006/relationships/hyperlink" Target="http://fr.wikipedia.org/wiki/987" TargetMode="External"/><Relationship Id="rId682" Type="http://schemas.openxmlformats.org/officeDocument/2006/relationships/hyperlink" Target="http://fr.wikipedia.org/wiki/F%C3%A9vrier" TargetMode="External"/><Relationship Id="rId32" Type="http://schemas.openxmlformats.org/officeDocument/2006/relationships/hyperlink" Target="http://fr.wikipedia.org/wiki/Clodoald" TargetMode="External"/><Relationship Id="rId128" Type="http://schemas.openxmlformats.org/officeDocument/2006/relationships/hyperlink" Target="http://fr.wikipedia.org/wiki/Caribert_II" TargetMode="External"/><Relationship Id="rId335" Type="http://schemas.openxmlformats.org/officeDocument/2006/relationships/hyperlink" Target="http://fr.wikipedia.org/wiki/879" TargetMode="External"/><Relationship Id="rId542" Type="http://schemas.openxmlformats.org/officeDocument/2006/relationships/hyperlink" Target="http://fr.wikipedia.org/wiki/1137" TargetMode="External"/><Relationship Id="rId987" Type="http://schemas.openxmlformats.org/officeDocument/2006/relationships/hyperlink" Target="http://fr.wikipedia.org/wiki/21_septembre" TargetMode="External"/><Relationship Id="rId1172" Type="http://schemas.openxmlformats.org/officeDocument/2006/relationships/hyperlink" Target="http://fr.wikipedia.org/wiki/1895" TargetMode="External"/><Relationship Id="rId181" Type="http://schemas.openxmlformats.org/officeDocument/2006/relationships/image" Target="media/image26.jpeg"/><Relationship Id="rId402" Type="http://schemas.openxmlformats.org/officeDocument/2006/relationships/hyperlink" Target="http://fr.wikipedia.org/wiki/923" TargetMode="External"/><Relationship Id="rId847" Type="http://schemas.openxmlformats.org/officeDocument/2006/relationships/hyperlink" Target="http://fr.wikipedia.org/wiki/Septembre" TargetMode="External"/><Relationship Id="rId1032" Type="http://schemas.openxmlformats.org/officeDocument/2006/relationships/hyperlink" Target="http://fr.wikipedia.org/wiki/1815" TargetMode="External"/><Relationship Id="rId1477" Type="http://schemas.openxmlformats.org/officeDocument/2006/relationships/hyperlink" Target="http://fr.wikipedia.org/wiki/1924" TargetMode="External"/><Relationship Id="rId279" Type="http://schemas.openxmlformats.org/officeDocument/2006/relationships/hyperlink" Target="http://fr.wikipedia.org/wiki/Empereur_d%27Occident" TargetMode="External"/><Relationship Id="rId486" Type="http://schemas.openxmlformats.org/officeDocument/2006/relationships/hyperlink" Target="http://fr.wikipedia.org/wiki/Robert_II_de_France" TargetMode="External"/><Relationship Id="rId693" Type="http://schemas.openxmlformats.org/officeDocument/2006/relationships/hyperlink" Target="http://fr.wikipedia.org/wiki/1er_f%C3%A9vrier" TargetMode="External"/><Relationship Id="rId707" Type="http://schemas.openxmlformats.org/officeDocument/2006/relationships/hyperlink" Target="http://fr.wikipedia.org/wiki/Ao%C3%BBt" TargetMode="External"/><Relationship Id="rId914" Type="http://schemas.openxmlformats.org/officeDocument/2006/relationships/hyperlink" Target="http://fr.wikipedia.org/wiki/Fichier:Louis_XIII.jpg" TargetMode="External"/><Relationship Id="rId1337" Type="http://schemas.openxmlformats.org/officeDocument/2006/relationships/hyperlink" Target="http://fr.wikipedia.org/wiki/1873" TargetMode="External"/><Relationship Id="rId1544" Type="http://schemas.openxmlformats.org/officeDocument/2006/relationships/hyperlink" Target="http://fr.wikipedia.org/wiki/Fichier:Ren%C3%A9_Coty_en_1948.JPG" TargetMode="External"/><Relationship Id="rId43" Type="http://schemas.openxmlformats.org/officeDocument/2006/relationships/hyperlink" Target="http://fr.wikipedia.org/wiki/Fichier:Sin_foto.svg" TargetMode="External"/><Relationship Id="rId139" Type="http://schemas.openxmlformats.org/officeDocument/2006/relationships/hyperlink" Target="http://fr.wikipedia.org/wiki/639" TargetMode="External"/><Relationship Id="rId346" Type="http://schemas.openxmlformats.org/officeDocument/2006/relationships/hyperlink" Target="http://fr.wikipedia.org/wiki/884" TargetMode="External"/><Relationship Id="rId553" Type="http://schemas.openxmlformats.org/officeDocument/2006/relationships/hyperlink" Target="http://fr.wikipedia.org/wiki/Ao%C3%BBt" TargetMode="External"/><Relationship Id="rId760" Type="http://schemas.openxmlformats.org/officeDocument/2006/relationships/image" Target="media/image65.jpeg"/><Relationship Id="rId998" Type="http://schemas.openxmlformats.org/officeDocument/2006/relationships/hyperlink" Target="http://fr.wikipedia.org/wiki/Napol%C3%A9on_Ier" TargetMode="External"/><Relationship Id="rId1183" Type="http://schemas.openxmlformats.org/officeDocument/2006/relationships/hyperlink" Target="http://fr.wikipedia.org/wiki/Armand_Falli%C3%A8res" TargetMode="External"/><Relationship Id="rId1390" Type="http://schemas.openxmlformats.org/officeDocument/2006/relationships/hyperlink" Target="http://fr.wikipedia.org/wiki/Janvier" TargetMode="External"/><Relationship Id="rId1404" Type="http://schemas.openxmlformats.org/officeDocument/2006/relationships/hyperlink" Target="http://fr.wikipedia.org/wiki/Palais_de_l%27%C3%89lys%C3%A9e" TargetMode="External"/><Relationship Id="rId192" Type="http://schemas.openxmlformats.org/officeDocument/2006/relationships/hyperlink" Target="http://fr.wikipedia.org/wiki/Fichier:Portrait_Roi_de_france_Dagobert_II_(i.e_III).jpg" TargetMode="External"/><Relationship Id="rId206" Type="http://schemas.openxmlformats.org/officeDocument/2006/relationships/hyperlink" Target="http://fr.wikipedia.org/wiki/Rainfroi" TargetMode="External"/><Relationship Id="rId413" Type="http://schemas.openxmlformats.org/officeDocument/2006/relationships/hyperlink" Target="http://fr.wikipedia.org/wiki/Juin" TargetMode="External"/><Relationship Id="rId858" Type="http://schemas.openxmlformats.org/officeDocument/2006/relationships/hyperlink" Target="http://fr.wikipedia.org/wiki/Maison_cap%C3%A9tienne_de_Valois" TargetMode="External"/><Relationship Id="rId1043" Type="http://schemas.openxmlformats.org/officeDocument/2006/relationships/hyperlink" Target="http://fr.wikipedia.org/wiki/22_juin" TargetMode="External"/><Relationship Id="rId1488" Type="http://schemas.openxmlformats.org/officeDocument/2006/relationships/hyperlink" Target="http://fr.wikipedia.org/wiki/Juin" TargetMode="External"/><Relationship Id="rId497" Type="http://schemas.openxmlformats.org/officeDocument/2006/relationships/hyperlink" Target="http://fr.wikipedia.org/wiki/Juillet" TargetMode="External"/><Relationship Id="rId620" Type="http://schemas.openxmlformats.org/officeDocument/2006/relationships/hyperlink" Target="http://fr.wikipedia.org/wiki/1314" TargetMode="External"/><Relationship Id="rId718" Type="http://schemas.openxmlformats.org/officeDocument/2006/relationships/hyperlink" Target="http://fr.wikipedia.org/wiki/1380" TargetMode="External"/><Relationship Id="rId925" Type="http://schemas.openxmlformats.org/officeDocument/2006/relationships/hyperlink" Target="http://fr.wikipedia.org/wiki/14_mai" TargetMode="External"/><Relationship Id="rId1250" Type="http://schemas.openxmlformats.org/officeDocument/2006/relationships/hyperlink" Target="http://fr.wikipedia.org/wiki/Charles_de_Gaulle" TargetMode="External"/><Relationship Id="rId1348" Type="http://schemas.openxmlformats.org/officeDocument/2006/relationships/hyperlink" Target="http://fr.wikipedia.org/wiki/1873" TargetMode="External"/><Relationship Id="rId1555" Type="http://schemas.openxmlformats.org/officeDocument/2006/relationships/theme" Target="theme/theme1.xml"/><Relationship Id="rId357" Type="http://schemas.openxmlformats.org/officeDocument/2006/relationships/hyperlink" Target="http://fr.wikipedia.org/wiki/887" TargetMode="External"/><Relationship Id="rId1110" Type="http://schemas.openxmlformats.org/officeDocument/2006/relationships/image" Target="media/image83.jpeg"/><Relationship Id="rId1194" Type="http://schemas.openxmlformats.org/officeDocument/2006/relationships/hyperlink" Target="http://fr.wikipedia.org/wiki/1934" TargetMode="External"/><Relationship Id="rId1208" Type="http://schemas.openxmlformats.org/officeDocument/2006/relationships/hyperlink" Target="http://fr.wikipedia.org/wiki/1924" TargetMode="External"/><Relationship Id="rId1415" Type="http://schemas.openxmlformats.org/officeDocument/2006/relationships/hyperlink" Target="http://fr.wikipedia.org/wiki/S%C3%A9paration_des_%C3%89glises_et_de_l%27%C3%89tat_en_1905" TargetMode="External"/><Relationship Id="rId54" Type="http://schemas.openxmlformats.org/officeDocument/2006/relationships/hyperlink" Target="http://fr.wikipedia.org/wiki/Clotaire_Ier" TargetMode="External"/><Relationship Id="rId217" Type="http://schemas.openxmlformats.org/officeDocument/2006/relationships/hyperlink" Target="http://fr.wikipedia.org/wiki/721" TargetMode="External"/><Relationship Id="rId564" Type="http://schemas.openxmlformats.org/officeDocument/2006/relationships/hyperlink" Target="http://fr.wikipedia.org/wiki/1er_novembre" TargetMode="External"/><Relationship Id="rId771" Type="http://schemas.openxmlformats.org/officeDocument/2006/relationships/hyperlink" Target="http://fr.wikipedia.org/wiki/30_ao%C3%BBt" TargetMode="External"/><Relationship Id="rId869" Type="http://schemas.openxmlformats.org/officeDocument/2006/relationships/hyperlink" Target="http://fr.wikipedia.org/wiki/Fichier:Henri_III_Versailles.jpg" TargetMode="External"/><Relationship Id="rId1499" Type="http://schemas.openxmlformats.org/officeDocument/2006/relationships/hyperlink" Target="http://fr.wikipedia.org/wiki/10_mai" TargetMode="External"/><Relationship Id="rId424" Type="http://schemas.openxmlformats.org/officeDocument/2006/relationships/hyperlink" Target="http://fr.wikipedia.org/wiki/923" TargetMode="External"/><Relationship Id="rId631" Type="http://schemas.openxmlformats.org/officeDocument/2006/relationships/hyperlink" Target="http://fr.wikipedia.org/wiki/1286" TargetMode="External"/><Relationship Id="rId729" Type="http://schemas.openxmlformats.org/officeDocument/2006/relationships/hyperlink" Target="http://fr.wikipedia.org/wiki/Charles_VI_de_France" TargetMode="External"/><Relationship Id="rId1054" Type="http://schemas.openxmlformats.org/officeDocument/2006/relationships/hyperlink" Target="http://fr.wikipedia.org/wiki/22_juin" TargetMode="External"/><Relationship Id="rId1261" Type="http://schemas.openxmlformats.org/officeDocument/2006/relationships/hyperlink" Target="http://fr.wikipedia.org/wiki/1911" TargetMode="External"/><Relationship Id="rId1359" Type="http://schemas.openxmlformats.org/officeDocument/2006/relationships/image" Target="media/image87.jpeg"/><Relationship Id="rId270" Type="http://schemas.openxmlformats.org/officeDocument/2006/relationships/hyperlink" Target="http://fr.wikipedia.org/wiki/28_janvier" TargetMode="External"/><Relationship Id="rId936" Type="http://schemas.openxmlformats.org/officeDocument/2006/relationships/hyperlink" Target="http://fr.wikipedia.org/wiki/Bourbons_(dynastie_fran%C3%A7aise)" TargetMode="External"/><Relationship Id="rId1121" Type="http://schemas.openxmlformats.org/officeDocument/2006/relationships/hyperlink" Target="http://fr.wikipedia.org/wiki/Bataille_de_Sedan" TargetMode="External"/><Relationship Id="rId1219" Type="http://schemas.openxmlformats.org/officeDocument/2006/relationships/hyperlink" Target="http://fr.wikipedia.org/wiki/Albert_Lebrun" TargetMode="External"/><Relationship Id="rId65" Type="http://schemas.openxmlformats.org/officeDocument/2006/relationships/hyperlink" Target="http://fr.wikipedia.org/wiki/567" TargetMode="External"/><Relationship Id="rId130" Type="http://schemas.openxmlformats.org/officeDocument/2006/relationships/hyperlink" Target="http://fr.wikipedia.org/wiki/632" TargetMode="External"/><Relationship Id="rId368" Type="http://schemas.openxmlformats.org/officeDocument/2006/relationships/hyperlink" Target="http://fr.wikipedia.org/wiki/29_f%C3%A9vrier" TargetMode="External"/><Relationship Id="rId575" Type="http://schemas.openxmlformats.org/officeDocument/2006/relationships/hyperlink" Target="http://fr.wikipedia.org/wiki/Cap%C3%A9tiens" TargetMode="External"/><Relationship Id="rId782" Type="http://schemas.openxmlformats.org/officeDocument/2006/relationships/hyperlink" Target="http://fr.wikipedia.org/wiki/Ao%C3%BBt" TargetMode="External"/><Relationship Id="rId1426" Type="http://schemas.openxmlformats.org/officeDocument/2006/relationships/hyperlink" Target="http://fr.wikipedia.org/wiki/1913" TargetMode="External"/><Relationship Id="rId228" Type="http://schemas.openxmlformats.org/officeDocument/2006/relationships/hyperlink" Target="http://fr.wikipedia.org/wiki/751" TargetMode="External"/><Relationship Id="rId435" Type="http://schemas.openxmlformats.org/officeDocument/2006/relationships/hyperlink" Target="http://fr.wikipedia.org/wiki/Carolingiens" TargetMode="External"/><Relationship Id="rId642" Type="http://schemas.openxmlformats.org/officeDocument/2006/relationships/hyperlink" Target="http://fr.wikipedia.org/wiki/Novembre" TargetMode="External"/><Relationship Id="rId1065" Type="http://schemas.openxmlformats.org/officeDocument/2006/relationships/hyperlink" Target="http://fr.wikipedia.org/wiki/22_juin" TargetMode="External"/><Relationship Id="rId1272" Type="http://schemas.openxmlformats.org/officeDocument/2006/relationships/hyperlink" Target="http://fr.wikipedia.org/wiki/Parti_socialiste_(France)" TargetMode="External"/><Relationship Id="rId281" Type="http://schemas.openxmlformats.org/officeDocument/2006/relationships/hyperlink" Target="http://fr.wikipedia.org/wiki/Septembre" TargetMode="External"/><Relationship Id="rId502" Type="http://schemas.openxmlformats.org/officeDocument/2006/relationships/hyperlink" Target="http://fr.wikipedia.org/wiki/1031" TargetMode="External"/><Relationship Id="rId947" Type="http://schemas.openxmlformats.org/officeDocument/2006/relationships/hyperlink" Target="http://fr.wikipedia.org/wiki/Septembre" TargetMode="External"/><Relationship Id="rId1132" Type="http://schemas.openxmlformats.org/officeDocument/2006/relationships/hyperlink" Target="http://fr.wikipedia.org/wiki/1848" TargetMode="External"/><Relationship Id="rId76" Type="http://schemas.openxmlformats.org/officeDocument/2006/relationships/hyperlink" Target="http://fr.wikipedia.org/wiki/584" TargetMode="External"/><Relationship Id="rId141" Type="http://schemas.openxmlformats.org/officeDocument/2006/relationships/hyperlink" Target="http://fr.wikipedia.org/wiki/Fichier:Sin_foto.svg" TargetMode="External"/><Relationship Id="rId379" Type="http://schemas.openxmlformats.org/officeDocument/2006/relationships/hyperlink" Target="http://fr.wikipedia.org/wiki/Carolingiens" TargetMode="External"/><Relationship Id="rId586" Type="http://schemas.openxmlformats.org/officeDocument/2006/relationships/image" Target="media/image53.jpeg"/><Relationship Id="rId793" Type="http://schemas.openxmlformats.org/officeDocument/2006/relationships/hyperlink" Target="http://fr.wikipedia.org/wiki/1498" TargetMode="External"/><Relationship Id="rId807" Type="http://schemas.openxmlformats.org/officeDocument/2006/relationships/image" Target="media/image68.jpeg"/><Relationship Id="rId1437" Type="http://schemas.openxmlformats.org/officeDocument/2006/relationships/hyperlink" Target="http://fr.wikipedia.org/wiki/1913" TargetMode="External"/><Relationship Id="rId7" Type="http://schemas.openxmlformats.org/officeDocument/2006/relationships/image" Target="media/image1.jpeg"/><Relationship Id="rId239" Type="http://schemas.openxmlformats.org/officeDocument/2006/relationships/hyperlink" Target="http://fr.wikipedia.org/wiki/Charles_Martel" TargetMode="External"/><Relationship Id="rId446" Type="http://schemas.openxmlformats.org/officeDocument/2006/relationships/hyperlink" Target="http://fr.wikipedia.org/wiki/954" TargetMode="External"/><Relationship Id="rId653" Type="http://schemas.openxmlformats.org/officeDocument/2006/relationships/hyperlink" Target="http://fr.wikipedia.org/wiki/Jean_Ier_de_France" TargetMode="External"/><Relationship Id="rId1076" Type="http://schemas.openxmlformats.org/officeDocument/2006/relationships/hyperlink" Target="http://fr.wikipedia.org/wiki/1825" TargetMode="External"/><Relationship Id="rId1283" Type="http://schemas.openxmlformats.org/officeDocument/2006/relationships/hyperlink" Target="http://fr.wikipedia.org/wiki/Union_pour_un_mouvement_populaire" TargetMode="External"/><Relationship Id="rId1490" Type="http://schemas.openxmlformats.org/officeDocument/2006/relationships/hyperlink" Target="http://fr.wikipedia.org/wiki/7_mai" TargetMode="External"/><Relationship Id="rId1504" Type="http://schemas.openxmlformats.org/officeDocument/2006/relationships/hyperlink" Target="http://fr.wikipedia.org/wiki/1940" TargetMode="External"/><Relationship Id="rId292" Type="http://schemas.openxmlformats.org/officeDocument/2006/relationships/hyperlink" Target="http://fr.wikipedia.org/wiki/840" TargetMode="External"/><Relationship Id="rId306" Type="http://schemas.openxmlformats.org/officeDocument/2006/relationships/hyperlink" Target="http://fr.wikipedia.org/wiki/875" TargetMode="External"/><Relationship Id="rId860" Type="http://schemas.openxmlformats.org/officeDocument/2006/relationships/hyperlink" Target="http://fr.wikipedia.org/wiki/D%C3%A9cembre" TargetMode="External"/><Relationship Id="rId958" Type="http://schemas.openxmlformats.org/officeDocument/2006/relationships/hyperlink" Target="http://fr.wikipedia.org/wiki/Septembre" TargetMode="External"/><Relationship Id="rId1143" Type="http://schemas.openxmlformats.org/officeDocument/2006/relationships/hyperlink" Target="http://fr.wikipedia.org/wiki/1873" TargetMode="External"/><Relationship Id="rId87" Type="http://schemas.openxmlformats.org/officeDocument/2006/relationships/hyperlink" Target="http://fr.wikipedia.org/wiki/Fichier:Portrait_Roi_de_france_Childebert_II_(i.e._III).jpg" TargetMode="External"/><Relationship Id="rId513" Type="http://schemas.openxmlformats.org/officeDocument/2006/relationships/hyperlink" Target="http://fr.wikipedia.org/wiki/1060" TargetMode="External"/><Relationship Id="rId597" Type="http://schemas.openxmlformats.org/officeDocument/2006/relationships/hyperlink" Target="http://fr.wikipedia.org/wiki/Dysenterie" TargetMode="External"/><Relationship Id="rId720" Type="http://schemas.openxmlformats.org/officeDocument/2006/relationships/hyperlink" Target="http://fr.wikipedia.org/wiki/8_avril" TargetMode="External"/><Relationship Id="rId818" Type="http://schemas.openxmlformats.org/officeDocument/2006/relationships/hyperlink" Target="http://fr.wikipedia.org/wiki/Septic%C3%A9mie" TargetMode="External"/><Relationship Id="rId1350" Type="http://schemas.openxmlformats.org/officeDocument/2006/relationships/hyperlink" Target="http://fr.wikipedia.org/wiki/Janvier" TargetMode="External"/><Relationship Id="rId1448" Type="http://schemas.openxmlformats.org/officeDocument/2006/relationships/hyperlink" Target="http://fr.wikipedia.org/wiki/18_f%C3%A9vrier" TargetMode="External"/><Relationship Id="rId152" Type="http://schemas.openxmlformats.org/officeDocument/2006/relationships/hyperlink" Target="http://fr.wikipedia.org/wiki/Child%C3%A9ric_II" TargetMode="External"/><Relationship Id="rId457" Type="http://schemas.openxmlformats.org/officeDocument/2006/relationships/image" Target="media/image44.jpeg"/><Relationship Id="rId1003" Type="http://schemas.openxmlformats.org/officeDocument/2006/relationships/hyperlink" Target="http://fr.wikipedia.org/wiki/1802" TargetMode="External"/><Relationship Id="rId1087" Type="http://schemas.openxmlformats.org/officeDocument/2006/relationships/hyperlink" Target="http://fr.wikipedia.org/wiki/1830" TargetMode="External"/><Relationship Id="rId1210" Type="http://schemas.openxmlformats.org/officeDocument/2006/relationships/hyperlink" Target="http://fr.wikipedia.org/wiki/Parti_r%C3%A9publicain,_radical_et_radical-socialiste" TargetMode="External"/><Relationship Id="rId1294" Type="http://schemas.openxmlformats.org/officeDocument/2006/relationships/hyperlink" Target="http://fr.wikipedia.org/wiki/Liste_des_pr%C3%A9sidents_de_la_R%C3%A9publique_fran%C3%A7aise" TargetMode="External"/><Relationship Id="rId1308" Type="http://schemas.openxmlformats.org/officeDocument/2006/relationships/hyperlink" Target="http://fr.wikipedia.org/wiki/20_d%C3%A9cembre" TargetMode="External"/><Relationship Id="rId664" Type="http://schemas.openxmlformats.org/officeDocument/2006/relationships/hyperlink" Target="http://fr.wikipedia.org/wiki/1316" TargetMode="External"/><Relationship Id="rId871" Type="http://schemas.openxmlformats.org/officeDocument/2006/relationships/hyperlink" Target="http://fr.wikipedia.org/wiki/Henri_III_de_France" TargetMode="External"/><Relationship Id="rId969" Type="http://schemas.openxmlformats.org/officeDocument/2006/relationships/hyperlink" Target="http://fr.wikipedia.org/wiki/Louis_XVI_de_France" TargetMode="External"/><Relationship Id="rId1515" Type="http://schemas.openxmlformats.org/officeDocument/2006/relationships/hyperlink" Target="http://fr.wikipedia.org/wiki/R%C3%A9gime_de_Vichy" TargetMode="External"/><Relationship Id="rId14" Type="http://schemas.openxmlformats.org/officeDocument/2006/relationships/hyperlink" Target="http://fr.wikipedia.org/wiki/448" TargetMode="External"/><Relationship Id="rId317" Type="http://schemas.openxmlformats.org/officeDocument/2006/relationships/hyperlink" Target="http://fr.wikipedia.org/wiki/Compi%C3%A8gne" TargetMode="External"/><Relationship Id="rId524" Type="http://schemas.openxmlformats.org/officeDocument/2006/relationships/hyperlink" Target="http://fr.wikipedia.org/wiki/4_ao%C3%BBt" TargetMode="External"/><Relationship Id="rId731" Type="http://schemas.openxmlformats.org/officeDocument/2006/relationships/hyperlink" Target="http://fr.wikipedia.org/wiki/1422" TargetMode="External"/><Relationship Id="rId1154" Type="http://schemas.openxmlformats.org/officeDocument/2006/relationships/hyperlink" Target="http://fr.wikipedia.org/wiki/1879" TargetMode="External"/><Relationship Id="rId1361" Type="http://schemas.openxmlformats.org/officeDocument/2006/relationships/hyperlink" Target="http://fr.wikipedia.org/wiki/Janvier" TargetMode="External"/><Relationship Id="rId1459" Type="http://schemas.openxmlformats.org/officeDocument/2006/relationships/hyperlink" Target="http://fr.wikipedia.org/wiki/Alexandre_Millerand" TargetMode="External"/><Relationship Id="rId98" Type="http://schemas.openxmlformats.org/officeDocument/2006/relationships/hyperlink" Target="http://fr.wikipedia.org/wiki/Fichier:Portrait_Roi_de_france_Thierri_II_(i.e._IV).jpg" TargetMode="External"/><Relationship Id="rId163" Type="http://schemas.openxmlformats.org/officeDocument/2006/relationships/hyperlink" Target="http://fr.wikipedia.org/wiki/687" TargetMode="External"/><Relationship Id="rId370" Type="http://schemas.openxmlformats.org/officeDocument/2006/relationships/hyperlink" Target="http://fr.wikipedia.org/wiki/888" TargetMode="External"/><Relationship Id="rId829" Type="http://schemas.openxmlformats.org/officeDocument/2006/relationships/hyperlink" Target="http://fr.wikipedia.org/wiki/Mars_(mois)" TargetMode="External"/><Relationship Id="rId1014" Type="http://schemas.openxmlformats.org/officeDocument/2006/relationships/hyperlink" Target="http://fr.wikipedia.org/wiki/6_avril" TargetMode="External"/><Relationship Id="rId1221" Type="http://schemas.openxmlformats.org/officeDocument/2006/relationships/hyperlink" Target="http://fr.wikipedia.org/wiki/1940" TargetMode="External"/><Relationship Id="rId230" Type="http://schemas.openxmlformats.org/officeDocument/2006/relationships/hyperlink" Target="http://fr.wikipedia.org/wiki/Carolingiens" TargetMode="External"/><Relationship Id="rId468" Type="http://schemas.openxmlformats.org/officeDocument/2006/relationships/hyperlink" Target="http://fr.wikipedia.org/wiki/22_mai" TargetMode="External"/><Relationship Id="rId675" Type="http://schemas.openxmlformats.org/officeDocument/2006/relationships/hyperlink" Target="http://fr.wikipedia.org/wiki/1328" TargetMode="External"/><Relationship Id="rId882" Type="http://schemas.openxmlformats.org/officeDocument/2006/relationships/hyperlink" Target="http://fr.wikipedia.org/wiki/13_f%C3%A9vrier" TargetMode="External"/><Relationship Id="rId1098" Type="http://schemas.openxmlformats.org/officeDocument/2006/relationships/hyperlink" Target="http://fr.wikipedia.org/wiki/Juillet" TargetMode="External"/><Relationship Id="rId1319" Type="http://schemas.openxmlformats.org/officeDocument/2006/relationships/hyperlink" Target="http://fr.wikipedia.org/wiki/Coup_d%27%C3%89tat_du_2_d%C3%A9cembre_1851" TargetMode="External"/><Relationship Id="rId1526" Type="http://schemas.openxmlformats.org/officeDocument/2006/relationships/hyperlink" Target="http://fr.wikipedia.org/wiki/F%C3%A9lix_Gouin" TargetMode="External"/><Relationship Id="rId25" Type="http://schemas.openxmlformats.org/officeDocument/2006/relationships/hyperlink" Target="http://fr.wikipedia.org/wiki/511" TargetMode="External"/><Relationship Id="rId328" Type="http://schemas.openxmlformats.org/officeDocument/2006/relationships/hyperlink" Target="http://fr.wikipedia.org/wiki/Ferri%C3%A8res" TargetMode="External"/><Relationship Id="rId535" Type="http://schemas.openxmlformats.org/officeDocument/2006/relationships/hyperlink" Target="http://fr.wikipedia.org/wiki/Cap%C3%A9tiens" TargetMode="External"/><Relationship Id="rId742" Type="http://schemas.openxmlformats.org/officeDocument/2006/relationships/image" Target="media/image64.jpeg"/><Relationship Id="rId1165" Type="http://schemas.openxmlformats.org/officeDocument/2006/relationships/hyperlink" Target="http://fr.wikipedia.org/wiki/Jean_Casimir-Perier" TargetMode="External"/><Relationship Id="rId1372" Type="http://schemas.openxmlformats.org/officeDocument/2006/relationships/hyperlink" Target="http://fr.wikipedia.org/wiki/3_d%C3%A9cembre" TargetMode="External"/><Relationship Id="rId174" Type="http://schemas.openxmlformats.org/officeDocument/2006/relationships/image" Target="media/image25.png"/><Relationship Id="rId381" Type="http://schemas.openxmlformats.org/officeDocument/2006/relationships/hyperlink" Target="http://fr.wikipedia.org/wiki/Carloman_II_de_France" TargetMode="External"/><Relationship Id="rId602" Type="http://schemas.openxmlformats.org/officeDocument/2006/relationships/image" Target="media/image54.jpeg"/><Relationship Id="rId1025" Type="http://schemas.openxmlformats.org/officeDocument/2006/relationships/hyperlink" Target="http://fr.wikipedia.org/wiki/Juin" TargetMode="External"/><Relationship Id="rId1232" Type="http://schemas.openxmlformats.org/officeDocument/2006/relationships/hyperlink" Target="http://fr.wikipedia.org/wiki/Quatri%C3%A8me_R%C3%A9publique_(France)" TargetMode="External"/><Relationship Id="rId241" Type="http://schemas.openxmlformats.org/officeDocument/2006/relationships/hyperlink" Target="http://fr.wikipedia.org/wiki/Austrasie" TargetMode="External"/><Relationship Id="rId479" Type="http://schemas.openxmlformats.org/officeDocument/2006/relationships/hyperlink" Target="http://fr.wikipedia.org/wiki/3_juillet" TargetMode="External"/><Relationship Id="rId686" Type="http://schemas.openxmlformats.org/officeDocument/2006/relationships/hyperlink" Target="http://fr.wikipedia.org/wiki/Maison_cap%C3%A9tienne_de_Valois" TargetMode="External"/><Relationship Id="rId893" Type="http://schemas.openxmlformats.org/officeDocument/2006/relationships/hyperlink" Target="http://fr.wikipedia.org/wiki/Henri_IV_de_France" TargetMode="External"/><Relationship Id="rId907" Type="http://schemas.openxmlformats.org/officeDocument/2006/relationships/hyperlink" Target="http://fr.wikipedia.org/wiki/F%C3%A9vrier" TargetMode="External"/><Relationship Id="rId1537" Type="http://schemas.openxmlformats.org/officeDocument/2006/relationships/hyperlink" Target="http://fr.wikipedia.org/wiki/16_janvier" TargetMode="External"/><Relationship Id="rId36" Type="http://schemas.openxmlformats.org/officeDocument/2006/relationships/hyperlink" Target="http://fr.wikipedia.org/wiki/511" TargetMode="External"/><Relationship Id="rId339" Type="http://schemas.openxmlformats.org/officeDocument/2006/relationships/hyperlink" Target="http://fr.wikipedia.org/wiki/Septembre" TargetMode="External"/><Relationship Id="rId546" Type="http://schemas.openxmlformats.org/officeDocument/2006/relationships/hyperlink" Target="http://fr.wikipedia.org/wiki/1137" TargetMode="External"/><Relationship Id="rId753" Type="http://schemas.openxmlformats.org/officeDocument/2006/relationships/hyperlink" Target="http://fr.wikipedia.org/wiki/Juillet" TargetMode="External"/><Relationship Id="rId1176" Type="http://schemas.openxmlformats.org/officeDocument/2006/relationships/hyperlink" Target="http://fr.wikipedia.org/wiki/1899" TargetMode="External"/><Relationship Id="rId1383" Type="http://schemas.openxmlformats.org/officeDocument/2006/relationships/hyperlink" Target="http://fr.wikipedia.org/wiki/Jean_Casimir-Perier" TargetMode="External"/><Relationship Id="rId101" Type="http://schemas.openxmlformats.org/officeDocument/2006/relationships/hyperlink" Target="http://fr.wikipedia.org/wiki/595" TargetMode="External"/><Relationship Id="rId185" Type="http://schemas.openxmlformats.org/officeDocument/2006/relationships/hyperlink" Target="http://fr.wikipedia.org/wiki/Thierry_III" TargetMode="External"/><Relationship Id="rId406" Type="http://schemas.openxmlformats.org/officeDocument/2006/relationships/hyperlink" Target="http://fr.wikipedia.org/wiki/921" TargetMode="External"/><Relationship Id="rId960" Type="http://schemas.openxmlformats.org/officeDocument/2006/relationships/hyperlink" Target="http://fr.wikipedia.org/wiki/25_octobre" TargetMode="External"/><Relationship Id="rId1036" Type="http://schemas.openxmlformats.org/officeDocument/2006/relationships/hyperlink" Target="http://fr.wikipedia.org/wiki/Napol%C3%A9on_Ier" TargetMode="External"/><Relationship Id="rId1243" Type="http://schemas.openxmlformats.org/officeDocument/2006/relationships/hyperlink" Target="http://fr.wikipedia.org/wiki/1954" TargetMode="External"/><Relationship Id="rId392" Type="http://schemas.openxmlformats.org/officeDocument/2006/relationships/hyperlink" Target="http://fr.wikipedia.org/wiki/Juin" TargetMode="External"/><Relationship Id="rId613" Type="http://schemas.openxmlformats.org/officeDocument/2006/relationships/hyperlink" Target="http://fr.wikipedia.org/wiki/5_octobre" TargetMode="External"/><Relationship Id="rId697" Type="http://schemas.openxmlformats.org/officeDocument/2006/relationships/hyperlink" Target="http://fr.wikipedia.org/wiki/22_ao%C3%BBt" TargetMode="External"/><Relationship Id="rId820" Type="http://schemas.openxmlformats.org/officeDocument/2006/relationships/hyperlink" Target="http://fr.wikipedia.org/wiki/Mars_(mois)" TargetMode="External"/><Relationship Id="rId918" Type="http://schemas.openxmlformats.org/officeDocument/2006/relationships/hyperlink" Target="http://fr.wikipedia.org/wiki/1643" TargetMode="External"/><Relationship Id="rId1450" Type="http://schemas.openxmlformats.org/officeDocument/2006/relationships/hyperlink" Target="http://fr.wikipedia.org/wiki/1920" TargetMode="External"/><Relationship Id="rId1548" Type="http://schemas.openxmlformats.org/officeDocument/2006/relationships/hyperlink" Target="http://fr.wikipedia.org/wiki/1954" TargetMode="External"/><Relationship Id="rId252" Type="http://schemas.openxmlformats.org/officeDocument/2006/relationships/hyperlink" Target="http://fr.wikipedia.org/wiki/771" TargetMode="External"/><Relationship Id="rId1103" Type="http://schemas.openxmlformats.org/officeDocument/2006/relationships/hyperlink" Target="http://fr.wikipedia.org/wiki/1848" TargetMode="External"/><Relationship Id="rId1187" Type="http://schemas.openxmlformats.org/officeDocument/2006/relationships/hyperlink" Target="http://fr.wikipedia.org/wiki/1841" TargetMode="External"/><Relationship Id="rId1310" Type="http://schemas.openxmlformats.org/officeDocument/2006/relationships/hyperlink" Target="http://fr.wikipedia.org/wiki/1848" TargetMode="External"/><Relationship Id="rId1408" Type="http://schemas.openxmlformats.org/officeDocument/2006/relationships/hyperlink" Target="http://fr.wikipedia.org/wiki/18_f%C3%A9vrier" TargetMode="External"/><Relationship Id="rId47" Type="http://schemas.openxmlformats.org/officeDocument/2006/relationships/hyperlink" Target="http://fr.wikipedia.org/wiki/Fichier:Portrait_Roi_de_france_Childebert_Ier.jpg" TargetMode="External"/><Relationship Id="rId112" Type="http://schemas.openxmlformats.org/officeDocument/2006/relationships/hyperlink" Target="http://fr.wikipedia.org/wiki/629" TargetMode="External"/><Relationship Id="rId557" Type="http://schemas.openxmlformats.org/officeDocument/2006/relationships/hyperlink" Target="http://fr.wikipedia.org/wiki/1180" TargetMode="External"/><Relationship Id="rId764" Type="http://schemas.openxmlformats.org/officeDocument/2006/relationships/hyperlink" Target="http://fr.wikipedia.org/wiki/Maison_cap%C3%A9tienne_de_Valois" TargetMode="External"/><Relationship Id="rId971" Type="http://schemas.openxmlformats.org/officeDocument/2006/relationships/hyperlink" Target="http://fr.wikipedia.org/wiki/1792" TargetMode="External"/><Relationship Id="rId1394" Type="http://schemas.openxmlformats.org/officeDocument/2006/relationships/hyperlink" Target="http://fr.wikipedia.org/wiki/Fichier:Felix_Faure.jpg" TargetMode="External"/><Relationship Id="rId196" Type="http://schemas.openxmlformats.org/officeDocument/2006/relationships/hyperlink" Target="http://fr.wikipedia.org/wiki/715" TargetMode="External"/><Relationship Id="rId417" Type="http://schemas.openxmlformats.org/officeDocument/2006/relationships/hyperlink" Target="http://fr.wikipedia.org/wiki/Raoul_de_France" TargetMode="External"/><Relationship Id="rId624" Type="http://schemas.openxmlformats.org/officeDocument/2006/relationships/hyperlink" Target="http://fr.wikipedia.org/wiki/Ao%C3%BBt" TargetMode="External"/><Relationship Id="rId831" Type="http://schemas.openxmlformats.org/officeDocument/2006/relationships/hyperlink" Target="http://fr.wikipedia.org/wiki/26_juillet" TargetMode="External"/><Relationship Id="rId1047" Type="http://schemas.openxmlformats.org/officeDocument/2006/relationships/hyperlink" Target="http://fr.wikipedia.org/wiki/Napol%C3%A9on_II" TargetMode="External"/><Relationship Id="rId1254" Type="http://schemas.openxmlformats.org/officeDocument/2006/relationships/hyperlink" Target="http://fr.wikipedia.org/wiki/Union_pour_la_d%C3%A9fense_de_la_R%C3%A9publique" TargetMode="External"/><Relationship Id="rId1461" Type="http://schemas.openxmlformats.org/officeDocument/2006/relationships/image" Target="media/image95.jpeg"/><Relationship Id="rId263" Type="http://schemas.openxmlformats.org/officeDocument/2006/relationships/hyperlink" Target="http://fr.wikipedia.org/wiki/Empereur_d%27Occident" TargetMode="External"/><Relationship Id="rId470" Type="http://schemas.openxmlformats.org/officeDocument/2006/relationships/hyperlink" Target="http://fr.wikipedia.org/wiki/987" TargetMode="External"/><Relationship Id="rId929" Type="http://schemas.openxmlformats.org/officeDocument/2006/relationships/hyperlink" Target="http://fr.wikipedia.org/wiki/Mod%C3%A8le:R%C3%A9f%C3%A9rence_n%C3%A9cessaire/Explication" TargetMode="External"/><Relationship Id="rId1114" Type="http://schemas.openxmlformats.org/officeDocument/2006/relationships/hyperlink" Target="http://fr.wikipedia.org/wiki/Bonaparte" TargetMode="External"/><Relationship Id="rId1321" Type="http://schemas.openxmlformats.org/officeDocument/2006/relationships/hyperlink" Target="http://fr.wikipedia.org/wiki/Troisi%C3%A8me_R%C3%A9publique" TargetMode="External"/><Relationship Id="rId58" Type="http://schemas.openxmlformats.org/officeDocument/2006/relationships/hyperlink" Target="http://fr.wikipedia.org/wiki/561" TargetMode="External"/><Relationship Id="rId123" Type="http://schemas.openxmlformats.org/officeDocument/2006/relationships/hyperlink" Target="http://fr.wikipedia.org/wiki/639" TargetMode="External"/><Relationship Id="rId330" Type="http://schemas.openxmlformats.org/officeDocument/2006/relationships/hyperlink" Target="http://fr.wikipedia.org/wiki/879" TargetMode="External"/><Relationship Id="rId568" Type="http://schemas.openxmlformats.org/officeDocument/2006/relationships/hyperlink" Target="http://fr.wikipedia.org/wiki/Juillet" TargetMode="External"/><Relationship Id="rId775" Type="http://schemas.openxmlformats.org/officeDocument/2006/relationships/hyperlink" Target="http://fr.wikipedia.org/wiki/Fichier:Charles_VIII_de_france.jpg" TargetMode="External"/><Relationship Id="rId982" Type="http://schemas.openxmlformats.org/officeDocument/2006/relationships/hyperlink" Target="http://fr.wikipedia.org/wiki/Constitution_du_3_septembre_1791" TargetMode="External"/><Relationship Id="rId1198" Type="http://schemas.openxmlformats.org/officeDocument/2006/relationships/hyperlink" Target="http://fr.wikipedia.org/wiki/Alliance_d%C3%A9mocratique_(France)" TargetMode="External"/><Relationship Id="rId1419" Type="http://schemas.openxmlformats.org/officeDocument/2006/relationships/hyperlink" Target="http://fr.wikipedia.org/wiki/Fichier:Armand_Fallieres.jpg" TargetMode="External"/><Relationship Id="rId428" Type="http://schemas.openxmlformats.org/officeDocument/2006/relationships/hyperlink" Target="http://fr.wikipedia.org/wiki/Janvier" TargetMode="External"/><Relationship Id="rId635" Type="http://schemas.openxmlformats.org/officeDocument/2006/relationships/hyperlink" Target="http://fr.wikipedia.org/wiki/Fichier:Louis_X_le_Hutin.jpg" TargetMode="External"/><Relationship Id="rId842" Type="http://schemas.openxmlformats.org/officeDocument/2006/relationships/hyperlink" Target="http://fr.wikipedia.org/wiki/Maison_cap%C3%A9tienne_de_Valois" TargetMode="External"/><Relationship Id="rId1058" Type="http://schemas.openxmlformats.org/officeDocument/2006/relationships/hyperlink" Target="http://fr.wikipedia.org/wiki/Bourbons_(dynastie_fran%C3%A7aise)" TargetMode="External"/><Relationship Id="rId1265" Type="http://schemas.openxmlformats.org/officeDocument/2006/relationships/hyperlink" Target="http://fr.wikipedia.org/wiki/1981" TargetMode="External"/><Relationship Id="rId1472" Type="http://schemas.openxmlformats.org/officeDocument/2006/relationships/hyperlink" Target="http://fr.wikipedia.org/wiki/Gaston_Doumergue" TargetMode="External"/><Relationship Id="rId274" Type="http://schemas.openxmlformats.org/officeDocument/2006/relationships/image" Target="media/image34.jpeg"/><Relationship Id="rId481" Type="http://schemas.openxmlformats.org/officeDocument/2006/relationships/hyperlink" Target="http://fr.wikipedia.org/wiki/24_octobre" TargetMode="External"/><Relationship Id="rId702" Type="http://schemas.openxmlformats.org/officeDocument/2006/relationships/hyperlink" Target="http://fr.wikipedia.org/wiki/Jean_II_de_France" TargetMode="External"/><Relationship Id="rId1125" Type="http://schemas.openxmlformats.org/officeDocument/2006/relationships/hyperlink" Target="http://fr.wikipedia.org/wiki/Troisi%C3%A8me_R%C3%A9publique" TargetMode="External"/><Relationship Id="rId1332" Type="http://schemas.openxmlformats.org/officeDocument/2006/relationships/hyperlink" Target="http://fr.wikipedia.org/wiki/31_ao%C3%BBt" TargetMode="External"/><Relationship Id="rId69" Type="http://schemas.openxmlformats.org/officeDocument/2006/relationships/hyperlink" Target="http://fr.wikipedia.org/wiki/561" TargetMode="External"/><Relationship Id="rId134" Type="http://schemas.openxmlformats.org/officeDocument/2006/relationships/hyperlink" Target="http://fr.wikipedia.org/wiki/632" TargetMode="External"/><Relationship Id="rId579" Type="http://schemas.openxmlformats.org/officeDocument/2006/relationships/hyperlink" Target="http://fr.wikipedia.org/wiki/6_ao%C3%BBt" TargetMode="External"/><Relationship Id="rId786" Type="http://schemas.openxmlformats.org/officeDocument/2006/relationships/hyperlink" Target="http://fr.wikipedia.org/wiki/1484" TargetMode="External"/><Relationship Id="rId993" Type="http://schemas.openxmlformats.org/officeDocument/2006/relationships/hyperlink" Target="http://fr.wikipedia.org/wiki/Louis_XVII" TargetMode="External"/><Relationship Id="rId341" Type="http://schemas.openxmlformats.org/officeDocument/2006/relationships/hyperlink" Target="http://fr.wikipedia.org/wiki/5_ao%C3%BBt" TargetMode="External"/><Relationship Id="rId439" Type="http://schemas.openxmlformats.org/officeDocument/2006/relationships/hyperlink" Target="http://fr.wikipedia.org/wiki/19_juin" TargetMode="External"/><Relationship Id="rId646" Type="http://schemas.openxmlformats.org/officeDocument/2006/relationships/hyperlink" Target="http://fr.wikipedia.org/wiki/1315" TargetMode="External"/><Relationship Id="rId1069" Type="http://schemas.openxmlformats.org/officeDocument/2006/relationships/hyperlink" Target="http://fr.wikipedia.org/wiki/Charles_X_de_France" TargetMode="External"/><Relationship Id="rId1276" Type="http://schemas.openxmlformats.org/officeDocument/2006/relationships/hyperlink" Target="http://fr.wikipedia.org/wiki/1995" TargetMode="External"/><Relationship Id="rId1483" Type="http://schemas.openxmlformats.org/officeDocument/2006/relationships/hyperlink" Target="http://fr.wikipedia.org/wiki/Nationalisme" TargetMode="External"/><Relationship Id="rId201" Type="http://schemas.openxmlformats.org/officeDocument/2006/relationships/hyperlink" Target="http://fr.wikipedia.org/wiki/715" TargetMode="External"/><Relationship Id="rId285" Type="http://schemas.openxmlformats.org/officeDocument/2006/relationships/hyperlink" Target="http://fr.wikipedia.org/wiki/5_octobre" TargetMode="External"/><Relationship Id="rId506" Type="http://schemas.openxmlformats.org/officeDocument/2006/relationships/hyperlink" Target="http://fr.wikipedia.org/wiki/Mai" TargetMode="External"/><Relationship Id="rId853" Type="http://schemas.openxmlformats.org/officeDocument/2006/relationships/hyperlink" Target="http://fr.wikipedia.org/wiki/Fichier:CharlesIX.jpg" TargetMode="External"/><Relationship Id="rId1136" Type="http://schemas.openxmlformats.org/officeDocument/2006/relationships/hyperlink" Target="http://fr.wikipedia.org/wiki/1808" TargetMode="External"/><Relationship Id="rId492" Type="http://schemas.openxmlformats.org/officeDocument/2006/relationships/hyperlink" Target="http://fr.wikipedia.org/wiki/987" TargetMode="External"/><Relationship Id="rId713" Type="http://schemas.openxmlformats.org/officeDocument/2006/relationships/hyperlink" Target="http://fr.wikipedia.org/wiki/1364" TargetMode="External"/><Relationship Id="rId797" Type="http://schemas.openxmlformats.org/officeDocument/2006/relationships/hyperlink" Target="http://fr.wikipedia.org/wiki/Avril" TargetMode="External"/><Relationship Id="rId920" Type="http://schemas.openxmlformats.org/officeDocument/2006/relationships/hyperlink" Target="http://fr.wikipedia.org/wiki/Roi_de_France_et_de_Navarre" TargetMode="External"/><Relationship Id="rId1343" Type="http://schemas.openxmlformats.org/officeDocument/2006/relationships/hyperlink" Target="http://fr.wikipedia.org/wiki/Patrice_de_Mac_Mahon" TargetMode="External"/><Relationship Id="rId1550" Type="http://schemas.openxmlformats.org/officeDocument/2006/relationships/hyperlink" Target="http://fr.wikipedia.org/wiki/Janvier_1959" TargetMode="External"/><Relationship Id="rId145" Type="http://schemas.openxmlformats.org/officeDocument/2006/relationships/hyperlink" Target="http://fr.wikipedia.org/wiki/Fichier:Portrait_Roi_de_france_Clotaire_III.jpg" TargetMode="External"/><Relationship Id="rId352" Type="http://schemas.openxmlformats.org/officeDocument/2006/relationships/hyperlink" Target="http://fr.wikipedia.org/wiki/888" TargetMode="External"/><Relationship Id="rId1203" Type="http://schemas.openxmlformats.org/officeDocument/2006/relationships/hyperlink" Target="http://fr.wikipedia.org/wiki/1924" TargetMode="External"/><Relationship Id="rId1287" Type="http://schemas.openxmlformats.org/officeDocument/2006/relationships/hyperlink" Target="http://fr.wikipedia.org/wiki/Liste_des_pr%C3%A9sidents_de_la_R%C3%A9publique_fran%C3%A7aise" TargetMode="External"/><Relationship Id="rId1410" Type="http://schemas.openxmlformats.org/officeDocument/2006/relationships/hyperlink" Target="http://fr.wikipedia.org/wiki/1899" TargetMode="External"/><Relationship Id="rId1508" Type="http://schemas.openxmlformats.org/officeDocument/2006/relationships/hyperlink" Target="http://fr.wikipedia.org/wiki/Philippe_P%C3%A9tain" TargetMode="External"/><Relationship Id="rId212" Type="http://schemas.openxmlformats.org/officeDocument/2006/relationships/hyperlink" Target="http://fr.wikipedia.org/wiki/Charles_Martel" TargetMode="External"/><Relationship Id="rId657" Type="http://schemas.openxmlformats.org/officeDocument/2006/relationships/image" Target="media/image58.jpeg"/><Relationship Id="rId864" Type="http://schemas.openxmlformats.org/officeDocument/2006/relationships/hyperlink" Target="http://fr.wikipedia.org/wiki/1561" TargetMode="External"/><Relationship Id="rId1494" Type="http://schemas.openxmlformats.org/officeDocument/2006/relationships/hyperlink" Target="http://fr.wikipedia.org/wiki/Aristide_Briand" TargetMode="External"/><Relationship Id="rId296" Type="http://schemas.openxmlformats.org/officeDocument/2006/relationships/hyperlink" Target="http://fr.wikipedia.org/wiki/840" TargetMode="External"/><Relationship Id="rId517" Type="http://schemas.openxmlformats.org/officeDocument/2006/relationships/hyperlink" Target="http://fr.wikipedia.org/wiki/Philippe_Ier_de_France" TargetMode="External"/><Relationship Id="rId724" Type="http://schemas.openxmlformats.org/officeDocument/2006/relationships/hyperlink" Target="http://fr.wikipedia.org/wiki/16_septembre" TargetMode="External"/><Relationship Id="rId931" Type="http://schemas.openxmlformats.org/officeDocument/2006/relationships/hyperlink" Target="http://fr.wikipedia.org/wiki/Fichier:Louis_XIV_of_France.jpg" TargetMode="External"/><Relationship Id="rId1147" Type="http://schemas.openxmlformats.org/officeDocument/2006/relationships/hyperlink" Target="http://fr.wikipedia.org/wiki/Patrice_de_Mac_Mahon" TargetMode="External"/><Relationship Id="rId1354" Type="http://schemas.openxmlformats.org/officeDocument/2006/relationships/hyperlink" Target="http://fr.wikipedia.org/wiki/Troisi%C3%A8me_R%C3%A9publique" TargetMode="External"/><Relationship Id="rId60" Type="http://schemas.openxmlformats.org/officeDocument/2006/relationships/hyperlink" Target="http://fr.wikipedia.org/wiki/561" TargetMode="External"/><Relationship Id="rId156" Type="http://schemas.openxmlformats.org/officeDocument/2006/relationships/hyperlink" Target="http://fr.wikipedia.org/wiki/675" TargetMode="External"/><Relationship Id="rId363" Type="http://schemas.openxmlformats.org/officeDocument/2006/relationships/hyperlink" Target="http://fr.wikipedia.org/wiki/Eudes_de_France" TargetMode="External"/><Relationship Id="rId570" Type="http://schemas.openxmlformats.org/officeDocument/2006/relationships/hyperlink" Target="http://fr.wikipedia.org/wiki/Fichier:Louis_VIII_le_Lion.jpg" TargetMode="External"/><Relationship Id="rId1007" Type="http://schemas.openxmlformats.org/officeDocument/2006/relationships/hyperlink" Target="http://fr.wikipedia.org/wiki/1804" TargetMode="External"/><Relationship Id="rId1214" Type="http://schemas.openxmlformats.org/officeDocument/2006/relationships/hyperlink" Target="http://fr.wikipedia.org/wiki/1931" TargetMode="External"/><Relationship Id="rId1421" Type="http://schemas.openxmlformats.org/officeDocument/2006/relationships/hyperlink" Target="http://fr.wikipedia.org/wiki/18_f%C3%A9vrier" TargetMode="External"/><Relationship Id="rId223" Type="http://schemas.openxmlformats.org/officeDocument/2006/relationships/hyperlink" Target="http://fr.wikipedia.org/wiki/743" TargetMode="External"/><Relationship Id="rId430" Type="http://schemas.openxmlformats.org/officeDocument/2006/relationships/hyperlink" Target="http://fr.wikipedia.org/wiki/Fichier:Louis_IV_d'Outremer.jpg" TargetMode="External"/><Relationship Id="rId668" Type="http://schemas.openxmlformats.org/officeDocument/2006/relationships/hyperlink" Target="http://fr.wikipedia.org/wiki/3_janvier" TargetMode="External"/><Relationship Id="rId875" Type="http://schemas.openxmlformats.org/officeDocument/2006/relationships/hyperlink" Target="http://fr.wikipedia.org/wiki/Roi_de_Pologne" TargetMode="External"/><Relationship Id="rId1060" Type="http://schemas.openxmlformats.org/officeDocument/2006/relationships/hyperlink" Target="http://fr.wikipedia.org/wiki/Fichier:Louis_XVIII2.jpg" TargetMode="External"/><Relationship Id="rId1298" Type="http://schemas.openxmlformats.org/officeDocument/2006/relationships/hyperlink" Target="http://fr.wikipedia.org/w/index.php?title=Liste_des_pr%C3%A9sidents_de_la_R%C3%A9publique_fran%C3%A7aise&amp;action=edit&amp;section=1" TargetMode="External"/><Relationship Id="rId1519" Type="http://schemas.openxmlformats.org/officeDocument/2006/relationships/hyperlink" Target="http://fr.wikipedia.org/wiki/Liste_des_pr%C3%A9sidents_de_la_R%C3%A9publique_fran%C3%A7aise" TargetMode="External"/><Relationship Id="rId18" Type="http://schemas.openxmlformats.org/officeDocument/2006/relationships/hyperlink" Target="http://fr.wikipedia.org/wiki/Child%C3%A9ric_Ier" TargetMode="External"/><Relationship Id="rId528" Type="http://schemas.openxmlformats.org/officeDocument/2006/relationships/hyperlink" Target="http://fr.wikipedia.org/wiki/Juillet" TargetMode="External"/><Relationship Id="rId735" Type="http://schemas.openxmlformats.org/officeDocument/2006/relationships/hyperlink" Target="http://fr.wikipedia.org/wiki/1380" TargetMode="External"/><Relationship Id="rId942" Type="http://schemas.openxmlformats.org/officeDocument/2006/relationships/hyperlink" Target="http://fr.wikipedia.org/wiki/1654" TargetMode="External"/><Relationship Id="rId1158" Type="http://schemas.openxmlformats.org/officeDocument/2006/relationships/hyperlink" Target="http://fr.wikipedia.org/wiki/1891" TargetMode="External"/><Relationship Id="rId1365" Type="http://schemas.openxmlformats.org/officeDocument/2006/relationships/hyperlink" Target="http://fr.wikipedia.org/wiki/1887" TargetMode="External"/><Relationship Id="rId167" Type="http://schemas.openxmlformats.org/officeDocument/2006/relationships/image" Target="media/image24.jpeg"/><Relationship Id="rId374" Type="http://schemas.openxmlformats.org/officeDocument/2006/relationships/hyperlink" Target="http://fr.wikipedia.org/wiki/Fichier:CharlesIII_le_simple_Jean_de_Tillet-Recueil_des_rois_de_France.jpg" TargetMode="External"/><Relationship Id="rId581" Type="http://schemas.openxmlformats.org/officeDocument/2006/relationships/hyperlink" Target="http://fr.wikipedia.org/wiki/8_novembre" TargetMode="External"/><Relationship Id="rId1018" Type="http://schemas.openxmlformats.org/officeDocument/2006/relationships/image" Target="media/image79.jpeg"/><Relationship Id="rId1225" Type="http://schemas.openxmlformats.org/officeDocument/2006/relationships/hyperlink" Target="http://fr.wikipedia.org/wiki/Lois_constitutionnelles_de_1875" TargetMode="External"/><Relationship Id="rId1432" Type="http://schemas.openxmlformats.org/officeDocument/2006/relationships/hyperlink" Target="http://fr.wikipedia.org/wiki/Raymond_Poincar%C3%A9" TargetMode="External"/><Relationship Id="rId71" Type="http://schemas.openxmlformats.org/officeDocument/2006/relationships/hyperlink" Target="http://fr.wikipedia.org/wiki/Austrasie" TargetMode="External"/><Relationship Id="rId234" Type="http://schemas.openxmlformats.org/officeDocument/2006/relationships/hyperlink" Target="http://fr.wikipedia.org/wiki/751" TargetMode="External"/><Relationship Id="rId679" Type="http://schemas.openxmlformats.org/officeDocument/2006/relationships/hyperlink" Target="http://fr.wikipedia.org/wiki/1322" TargetMode="External"/><Relationship Id="rId802" Type="http://schemas.openxmlformats.org/officeDocument/2006/relationships/hyperlink" Target="http://fr.wikipedia.org/wiki/1er_janvier" TargetMode="External"/><Relationship Id="rId886" Type="http://schemas.openxmlformats.org/officeDocument/2006/relationships/hyperlink" Target="http://fr.wikipedia.org/wiki/2_ao%C3%BBt" TargetMode="External"/><Relationship Id="rId2" Type="http://schemas.openxmlformats.org/officeDocument/2006/relationships/styles" Target="styles.xml"/><Relationship Id="rId29" Type="http://schemas.openxmlformats.org/officeDocument/2006/relationships/hyperlink" Target="http://fr.wikipedia.org/wiki/511" TargetMode="External"/><Relationship Id="rId441" Type="http://schemas.openxmlformats.org/officeDocument/2006/relationships/hyperlink" Target="http://fr.wikipedia.org/wiki/Septembre" TargetMode="External"/><Relationship Id="rId539" Type="http://schemas.openxmlformats.org/officeDocument/2006/relationships/hyperlink" Target="http://fr.wikipedia.org/wiki/3_ao%C3%BBt" TargetMode="External"/><Relationship Id="rId746" Type="http://schemas.openxmlformats.org/officeDocument/2006/relationships/hyperlink" Target="http://fr.wikipedia.org/wiki/Maison_cap%C3%A9tienne_de_Valois" TargetMode="External"/><Relationship Id="rId1071" Type="http://schemas.openxmlformats.org/officeDocument/2006/relationships/hyperlink" Target="http://fr.wikipedia.org/wiki/1830" TargetMode="External"/><Relationship Id="rId1169" Type="http://schemas.openxmlformats.org/officeDocument/2006/relationships/hyperlink" Target="http://fr.wikipedia.org/wiki/1847" TargetMode="External"/><Relationship Id="rId1376" Type="http://schemas.openxmlformats.org/officeDocument/2006/relationships/hyperlink" Target="http://fr.wikipedia.org/wiki/Juin" TargetMode="External"/><Relationship Id="rId178" Type="http://schemas.openxmlformats.org/officeDocument/2006/relationships/hyperlink" Target="http://fr.wikipedia.org/wiki/Sigebert_III" TargetMode="External"/><Relationship Id="rId301" Type="http://schemas.openxmlformats.org/officeDocument/2006/relationships/hyperlink" Target="http://fr.wikipedia.org/wiki/843" TargetMode="External"/><Relationship Id="rId953" Type="http://schemas.openxmlformats.org/officeDocument/2006/relationships/hyperlink" Target="http://fr.wikipedia.org/wiki/Louis_XV_de_France" TargetMode="External"/><Relationship Id="rId1029" Type="http://schemas.openxmlformats.org/officeDocument/2006/relationships/hyperlink" Target="http://fr.wikipedia.org/wiki/1814" TargetMode="External"/><Relationship Id="rId1236" Type="http://schemas.openxmlformats.org/officeDocument/2006/relationships/hyperlink" Target="http://fr.wikipedia.org/wiki/Vincent_Auriol" TargetMode="External"/><Relationship Id="rId82" Type="http://schemas.openxmlformats.org/officeDocument/2006/relationships/hyperlink" Target="http://fr.wikipedia.org/wiki/Gontran_(roi)" TargetMode="External"/><Relationship Id="rId385" Type="http://schemas.openxmlformats.org/officeDocument/2006/relationships/hyperlink" Target="http://fr.wikipedia.org/wiki/28_janvier" TargetMode="External"/><Relationship Id="rId592" Type="http://schemas.openxmlformats.org/officeDocument/2006/relationships/hyperlink" Target="http://fr.wikipedia.org/wiki/Novembre" TargetMode="External"/><Relationship Id="rId606" Type="http://schemas.openxmlformats.org/officeDocument/2006/relationships/hyperlink" Target="http://fr.wikipedia.org/wiki/Cap%C3%A9tiens" TargetMode="External"/><Relationship Id="rId813" Type="http://schemas.openxmlformats.org/officeDocument/2006/relationships/hyperlink" Target="http://fr.wikipedia.org/wiki/Janvier" TargetMode="External"/><Relationship Id="rId1443" Type="http://schemas.openxmlformats.org/officeDocument/2006/relationships/hyperlink" Target="http://fr.wikipedia.org/wiki/Premi%C3%A8re_Guerre_mondiale" TargetMode="External"/><Relationship Id="rId245" Type="http://schemas.openxmlformats.org/officeDocument/2006/relationships/hyperlink" Target="http://fr.wikipedia.org/wiki/24_septembre" TargetMode="External"/><Relationship Id="rId452" Type="http://schemas.openxmlformats.org/officeDocument/2006/relationships/hyperlink" Target="http://fr.wikipedia.org/wiki/12_novembre" TargetMode="External"/><Relationship Id="rId897" Type="http://schemas.openxmlformats.org/officeDocument/2006/relationships/hyperlink" Target="http://fr.wikipedia.org/wiki/1572" TargetMode="External"/><Relationship Id="rId1082" Type="http://schemas.openxmlformats.org/officeDocument/2006/relationships/hyperlink" Target="http://fr.wikipedia.org/wiki/2_ao%C3%BBt" TargetMode="External"/><Relationship Id="rId1303" Type="http://schemas.openxmlformats.org/officeDocument/2006/relationships/hyperlink" Target="http://fr.wikipedia.org/wiki/Louis_Eug%C3%A8ne_Cavaignac" TargetMode="External"/><Relationship Id="rId1510" Type="http://schemas.openxmlformats.org/officeDocument/2006/relationships/hyperlink" Target="http://fr.wikipedia.org/wiki/Seconde_Guerre_mondiale" TargetMode="External"/><Relationship Id="rId105" Type="http://schemas.openxmlformats.org/officeDocument/2006/relationships/hyperlink" Target="http://fr.wikipedia.org/wiki/Fichier:Sin_foto.svg" TargetMode="External"/><Relationship Id="rId312" Type="http://schemas.openxmlformats.org/officeDocument/2006/relationships/image" Target="media/image36.jpeg"/><Relationship Id="rId757" Type="http://schemas.openxmlformats.org/officeDocument/2006/relationships/hyperlink" Target="http://fr.wikipedia.org/wiki/Juillet" TargetMode="External"/><Relationship Id="rId964" Type="http://schemas.openxmlformats.org/officeDocument/2006/relationships/hyperlink" Target="http://fr.wikipedia.org/wiki/10_mai" TargetMode="External"/><Relationship Id="rId1387" Type="http://schemas.openxmlformats.org/officeDocument/2006/relationships/hyperlink" Target="http://fr.wikipedia.org/wiki/Juin" TargetMode="External"/><Relationship Id="rId93" Type="http://schemas.openxmlformats.org/officeDocument/2006/relationships/hyperlink" Target="http://fr.wikipedia.org/wiki/595" TargetMode="External"/><Relationship Id="rId189" Type="http://schemas.openxmlformats.org/officeDocument/2006/relationships/hyperlink" Target="http://fr.wikipedia.org/wiki/695" TargetMode="External"/><Relationship Id="rId396" Type="http://schemas.openxmlformats.org/officeDocument/2006/relationships/hyperlink" Target="http://fr.wikipedia.org/wiki/Octobre" TargetMode="External"/><Relationship Id="rId617" Type="http://schemas.openxmlformats.org/officeDocument/2006/relationships/image" Target="media/image55.jpeg"/><Relationship Id="rId824" Type="http://schemas.openxmlformats.org/officeDocument/2006/relationships/hyperlink" Target="http://fr.wikipedia.org/wiki/Henri_II_de_France" TargetMode="External"/><Relationship Id="rId1247" Type="http://schemas.openxmlformats.org/officeDocument/2006/relationships/hyperlink" Target="http://fr.wikipedia.org/wiki/1962" TargetMode="External"/><Relationship Id="rId1454" Type="http://schemas.openxmlformats.org/officeDocument/2006/relationships/hyperlink" Target="http://fr.wikipedia.org/wiki/Alliance_d%C3%A9mocratique_(France)" TargetMode="External"/><Relationship Id="rId256" Type="http://schemas.openxmlformats.org/officeDocument/2006/relationships/hyperlink" Target="http://fr.wikipedia.org/wiki/Charlemagne" TargetMode="External"/><Relationship Id="rId463" Type="http://schemas.openxmlformats.org/officeDocument/2006/relationships/hyperlink" Target="http://fr.wikipedia.org/wiki/Juin" TargetMode="External"/><Relationship Id="rId670" Type="http://schemas.openxmlformats.org/officeDocument/2006/relationships/hyperlink" Target="http://fr.wikipedia.org/wiki/1322" TargetMode="External"/><Relationship Id="rId1093" Type="http://schemas.openxmlformats.org/officeDocument/2006/relationships/hyperlink" Target="http://fr.wikipedia.org/wiki/1830" TargetMode="External"/><Relationship Id="rId1107" Type="http://schemas.openxmlformats.org/officeDocument/2006/relationships/hyperlink" Target="http://fr.wikipedia.org/wiki/Bonaparte" TargetMode="External"/><Relationship Id="rId1314" Type="http://schemas.openxmlformats.org/officeDocument/2006/relationships/hyperlink" Target="http://fr.wikipedia.org/wiki/Bonapartisme" TargetMode="External"/><Relationship Id="rId1521" Type="http://schemas.openxmlformats.org/officeDocument/2006/relationships/hyperlink" Target="http://fr.wikipedia.org/wiki/Ao%C3%BBt_1944" TargetMode="External"/><Relationship Id="rId116" Type="http://schemas.openxmlformats.org/officeDocument/2006/relationships/hyperlink" Target="http://fr.wikipedia.org/wiki/629" TargetMode="External"/><Relationship Id="rId323" Type="http://schemas.openxmlformats.org/officeDocument/2006/relationships/hyperlink" Target="http://fr.wikipedia.org/wiki/879" TargetMode="External"/><Relationship Id="rId530" Type="http://schemas.openxmlformats.org/officeDocument/2006/relationships/hyperlink" Target="http://fr.wikipedia.org/wiki/Fichier:Louis_VI_le_Gros.jpg" TargetMode="External"/><Relationship Id="rId768" Type="http://schemas.openxmlformats.org/officeDocument/2006/relationships/hyperlink" Target="http://fr.wikipedia.org/wiki/15_ao%C3%BBt" TargetMode="External"/><Relationship Id="rId975" Type="http://schemas.openxmlformats.org/officeDocument/2006/relationships/hyperlink" Target="http://fr.wikipedia.org/wiki/1774" TargetMode="External"/><Relationship Id="rId1160" Type="http://schemas.openxmlformats.org/officeDocument/2006/relationships/hyperlink" Target="http://fr.wikipedia.org/wiki/1887" TargetMode="External"/><Relationship Id="rId1398" Type="http://schemas.openxmlformats.org/officeDocument/2006/relationships/hyperlink" Target="http://fr.wikipedia.org/wiki/1895" TargetMode="External"/><Relationship Id="rId20" Type="http://schemas.openxmlformats.org/officeDocument/2006/relationships/hyperlink" Target="http://fr.wikipedia.org/wiki/481" TargetMode="External"/><Relationship Id="rId628" Type="http://schemas.openxmlformats.org/officeDocument/2006/relationships/hyperlink" Target="http://fr.wikipedia.org/wiki/1285" TargetMode="External"/><Relationship Id="rId835" Type="http://schemas.openxmlformats.org/officeDocument/2006/relationships/hyperlink" Target="http://fr.wikipedia.org/wiki/Juillet" TargetMode="External"/><Relationship Id="rId1258" Type="http://schemas.openxmlformats.org/officeDocument/2006/relationships/hyperlink" Target="http://fr.wikipedia.org/wiki/1969" TargetMode="External"/><Relationship Id="rId1465" Type="http://schemas.openxmlformats.org/officeDocument/2006/relationships/hyperlink" Target="http://fr.wikipedia.org/wiki/11_juin" TargetMode="External"/><Relationship Id="rId267" Type="http://schemas.openxmlformats.org/officeDocument/2006/relationships/hyperlink" Target="http://fr.wikipedia.org/wiki/D%C3%A9cembre" TargetMode="External"/><Relationship Id="rId474" Type="http://schemas.openxmlformats.org/officeDocument/2006/relationships/hyperlink" Target="http://fr.wikipedia.org/wiki/Hugues_Capet" TargetMode="External"/><Relationship Id="rId1020" Type="http://schemas.openxmlformats.org/officeDocument/2006/relationships/hyperlink" Target="http://fr.wikipedia.org/wiki/1814" TargetMode="External"/><Relationship Id="rId1118" Type="http://schemas.openxmlformats.org/officeDocument/2006/relationships/hyperlink" Target="http://fr.wikipedia.org/wiki/2_d%C3%A9cembre" TargetMode="External"/><Relationship Id="rId1325" Type="http://schemas.openxmlformats.org/officeDocument/2006/relationships/hyperlink" Target="http://fr.wikipedia.org/wiki/Gouvernement_de_la_D%C3%A9fense_nationale" TargetMode="External"/><Relationship Id="rId1532" Type="http://schemas.openxmlformats.org/officeDocument/2006/relationships/hyperlink" Target="http://fr.wikipedia.org/wiki/Fichier:VincentAuriol.png" TargetMode="External"/><Relationship Id="rId127" Type="http://schemas.openxmlformats.org/officeDocument/2006/relationships/image" Target="media/image18.jpeg"/><Relationship Id="rId681" Type="http://schemas.openxmlformats.org/officeDocument/2006/relationships/hyperlink" Target="http://fr.wikipedia.org/wiki/1er_f%C3%A9vrier" TargetMode="External"/><Relationship Id="rId779" Type="http://schemas.openxmlformats.org/officeDocument/2006/relationships/hyperlink" Target="http://fr.wikipedia.org/wiki/1498" TargetMode="External"/><Relationship Id="rId902" Type="http://schemas.openxmlformats.org/officeDocument/2006/relationships/hyperlink" Target="http://fr.wikipedia.org/wiki/25_juillet" TargetMode="External"/><Relationship Id="rId986" Type="http://schemas.openxmlformats.org/officeDocument/2006/relationships/hyperlink" Target="http://fr.wikipedia.org/wiki/1792" TargetMode="External"/><Relationship Id="rId31" Type="http://schemas.openxmlformats.org/officeDocument/2006/relationships/hyperlink" Target="http://fr.wikipedia.org/wiki/Bataille_de_V%C3%A9zeronce" TargetMode="External"/><Relationship Id="rId334" Type="http://schemas.openxmlformats.org/officeDocument/2006/relationships/hyperlink" Target="http://fr.wikipedia.org/wiki/Carloman_II_de_France" TargetMode="External"/><Relationship Id="rId541" Type="http://schemas.openxmlformats.org/officeDocument/2006/relationships/hyperlink" Target="http://fr.wikipedia.org/wiki/Ao%C3%BBt" TargetMode="External"/><Relationship Id="rId639" Type="http://schemas.openxmlformats.org/officeDocument/2006/relationships/hyperlink" Target="http://fr.wikipedia.org/wiki/1316" TargetMode="External"/><Relationship Id="rId1171" Type="http://schemas.openxmlformats.org/officeDocument/2006/relationships/hyperlink" Target="http://fr.wikipedia.org/wiki/F%C3%A9lix_Faure" TargetMode="External"/><Relationship Id="rId1269" Type="http://schemas.openxmlformats.org/officeDocument/2006/relationships/hyperlink" Target="http://fr.wikipedia.org/wiki/Fran%C3%A7ois_Mitterrand" TargetMode="External"/><Relationship Id="rId1476" Type="http://schemas.openxmlformats.org/officeDocument/2006/relationships/hyperlink" Target="http://fr.wikipedia.org/wiki/Juin" TargetMode="External"/><Relationship Id="rId180" Type="http://schemas.openxmlformats.org/officeDocument/2006/relationships/hyperlink" Target="http://fr.wikipedia.org/wiki/Fichier:Georges_Rouget_(1783-1869)_-_Clovis_III_roi_d'Austrasie_en_691_(682-695).jpg" TargetMode="External"/><Relationship Id="rId278" Type="http://schemas.openxmlformats.org/officeDocument/2006/relationships/hyperlink" Target="http://fr.wikipedia.org/wiki/Carolingiens" TargetMode="External"/><Relationship Id="rId401" Type="http://schemas.openxmlformats.org/officeDocument/2006/relationships/hyperlink" Target="http://fr.wikipedia.org/wiki/922" TargetMode="External"/><Relationship Id="rId846" Type="http://schemas.openxmlformats.org/officeDocument/2006/relationships/hyperlink" Target="http://fr.wikipedia.org/wiki/18_septembre" TargetMode="External"/><Relationship Id="rId1031" Type="http://schemas.openxmlformats.org/officeDocument/2006/relationships/hyperlink" Target="http://fr.wikipedia.org/wiki/Mars_(mois)" TargetMode="External"/><Relationship Id="rId1129" Type="http://schemas.openxmlformats.org/officeDocument/2006/relationships/hyperlink" Target="http://fr.wikipedia.org/wiki/1848" TargetMode="External"/><Relationship Id="rId485" Type="http://schemas.openxmlformats.org/officeDocument/2006/relationships/image" Target="media/image46.jpeg"/><Relationship Id="rId692" Type="http://schemas.openxmlformats.org/officeDocument/2006/relationships/hyperlink" Target="http://fr.wikipedia.org/wiki/Maison_cap%C3%A9tienne_de_Valois" TargetMode="External"/><Relationship Id="rId706" Type="http://schemas.openxmlformats.org/officeDocument/2006/relationships/hyperlink" Target="http://fr.wikipedia.org/wiki/22_ao%C3%BBt" TargetMode="External"/><Relationship Id="rId913" Type="http://schemas.openxmlformats.org/officeDocument/2006/relationships/hyperlink" Target="http://fr.wikipedia.org/wiki/Marie_de_M%C3%A9dicis" TargetMode="External"/><Relationship Id="rId1336" Type="http://schemas.openxmlformats.org/officeDocument/2006/relationships/hyperlink" Target="http://fr.wikipedia.org/wiki/Mai" TargetMode="External"/><Relationship Id="rId1543" Type="http://schemas.openxmlformats.org/officeDocument/2006/relationships/hyperlink" Target="http://fr.wikipedia.org/wiki/Ren%C3%A9_Coty" TargetMode="External"/><Relationship Id="rId42" Type="http://schemas.openxmlformats.org/officeDocument/2006/relationships/hyperlink" Target="http://fr.wikipedia.org/wiki/548" TargetMode="External"/><Relationship Id="rId138" Type="http://schemas.openxmlformats.org/officeDocument/2006/relationships/hyperlink" Target="http://fr.wikipedia.org/wiki/Clovis_II" TargetMode="External"/><Relationship Id="rId345" Type="http://schemas.openxmlformats.org/officeDocument/2006/relationships/hyperlink" Target="http://fr.wikipedia.org/wiki/D%C3%A9cembre" TargetMode="External"/><Relationship Id="rId552" Type="http://schemas.openxmlformats.org/officeDocument/2006/relationships/hyperlink" Target="http://fr.wikipedia.org/wiki/1er_ao%C3%BBt" TargetMode="External"/><Relationship Id="rId997" Type="http://schemas.openxmlformats.org/officeDocument/2006/relationships/image" Target="media/image78.jpeg"/><Relationship Id="rId1182" Type="http://schemas.openxmlformats.org/officeDocument/2006/relationships/hyperlink" Target="http://fr.wikipedia.org/wiki/1929" TargetMode="External"/><Relationship Id="rId1403" Type="http://schemas.openxmlformats.org/officeDocument/2006/relationships/hyperlink" Target="http://fr.wikipedia.org/wiki/Affaire_Dreyfus" TargetMode="External"/><Relationship Id="rId191" Type="http://schemas.openxmlformats.org/officeDocument/2006/relationships/hyperlink" Target="http://fr.wikipedia.org/wiki/Thierry_III" TargetMode="External"/><Relationship Id="rId205" Type="http://schemas.openxmlformats.org/officeDocument/2006/relationships/hyperlink" Target="http://fr.wikipedia.org/wiki/Child%C3%A9ric_II" TargetMode="External"/><Relationship Id="rId412" Type="http://schemas.openxmlformats.org/officeDocument/2006/relationships/hyperlink" Target="http://fr.wikipedia.org/wiki/15_juin" TargetMode="External"/><Relationship Id="rId857" Type="http://schemas.openxmlformats.org/officeDocument/2006/relationships/hyperlink" Target="http://fr.wikipedia.org/wiki/1574" TargetMode="External"/><Relationship Id="rId1042" Type="http://schemas.openxmlformats.org/officeDocument/2006/relationships/hyperlink" Target="http://fr.wikipedia.org/wiki/18_juin" TargetMode="External"/><Relationship Id="rId1487" Type="http://schemas.openxmlformats.org/officeDocument/2006/relationships/hyperlink" Target="http://fr.wikipedia.org/wiki/13_juin" TargetMode="External"/><Relationship Id="rId289" Type="http://schemas.openxmlformats.org/officeDocument/2006/relationships/hyperlink" Target="http://fr.wikipedia.org/wiki/Lothaire_Ier" TargetMode="External"/><Relationship Id="rId496" Type="http://schemas.openxmlformats.org/officeDocument/2006/relationships/hyperlink" Target="http://fr.wikipedia.org/wiki/20_juillet" TargetMode="External"/><Relationship Id="rId717" Type="http://schemas.openxmlformats.org/officeDocument/2006/relationships/hyperlink" Target="http://fr.wikipedia.org/wiki/1364" TargetMode="External"/><Relationship Id="rId924" Type="http://schemas.openxmlformats.org/officeDocument/2006/relationships/hyperlink" Target="http://fr.wikipedia.org/wiki/17_octobre" TargetMode="External"/><Relationship Id="rId1347" Type="http://schemas.openxmlformats.org/officeDocument/2006/relationships/hyperlink" Target="http://fr.wikipedia.org/wiki/Mai" TargetMode="External"/><Relationship Id="rId1554" Type="http://schemas.openxmlformats.org/officeDocument/2006/relationships/fontTable" Target="fontTable.xml"/><Relationship Id="rId53" Type="http://schemas.openxmlformats.org/officeDocument/2006/relationships/image" Target="media/image9.jpeg"/><Relationship Id="rId149" Type="http://schemas.openxmlformats.org/officeDocument/2006/relationships/hyperlink" Target="http://fr.wikipedia.org/wiki/673" TargetMode="External"/><Relationship Id="rId356" Type="http://schemas.openxmlformats.org/officeDocument/2006/relationships/hyperlink" Target="http://fr.wikipedia.org/wiki/Louis_II_de_France" TargetMode="External"/><Relationship Id="rId563" Type="http://schemas.openxmlformats.org/officeDocument/2006/relationships/hyperlink" Target="http://fr.wikipedia.org/wiki/Cap%C3%A9tiens" TargetMode="External"/><Relationship Id="rId770" Type="http://schemas.openxmlformats.org/officeDocument/2006/relationships/hyperlink" Target="http://fr.wikipedia.org/wiki/1461" TargetMode="External"/><Relationship Id="rId1193" Type="http://schemas.openxmlformats.org/officeDocument/2006/relationships/hyperlink" Target="http://fr.wikipedia.org/wiki/1860" TargetMode="External"/><Relationship Id="rId1207" Type="http://schemas.openxmlformats.org/officeDocument/2006/relationships/hyperlink" Target="http://fr.wikipedia.org/wiki/Gaston_Doumergue" TargetMode="External"/><Relationship Id="rId1414" Type="http://schemas.openxmlformats.org/officeDocument/2006/relationships/hyperlink" Target="http://fr.wikipedia.org/wiki/Alliance_d%C3%A9mocratique_(France)" TargetMode="External"/><Relationship Id="rId216" Type="http://schemas.openxmlformats.org/officeDocument/2006/relationships/hyperlink" Target="http://fr.wikipedia.org/wiki/Thierry_IV" TargetMode="External"/><Relationship Id="rId423" Type="http://schemas.openxmlformats.org/officeDocument/2006/relationships/hyperlink" Target="http://fr.wikipedia.org/wiki/Juillet" TargetMode="External"/><Relationship Id="rId868" Type="http://schemas.openxmlformats.org/officeDocument/2006/relationships/hyperlink" Target="http://fr.wikipedia.org/wiki/1574" TargetMode="External"/><Relationship Id="rId1053" Type="http://schemas.openxmlformats.org/officeDocument/2006/relationships/hyperlink" Target="http://fr.wikipedia.org/wiki/1814" TargetMode="External"/><Relationship Id="rId1260" Type="http://schemas.openxmlformats.org/officeDocument/2006/relationships/hyperlink" Target="http://fr.wikipedia.org/wiki/Union_pour_la_d%C3%A9fense_de_la_R%C3%A9publique" TargetMode="External"/><Relationship Id="rId1498" Type="http://schemas.openxmlformats.org/officeDocument/2006/relationships/image" Target="media/image98.jpeg"/><Relationship Id="rId630" Type="http://schemas.openxmlformats.org/officeDocument/2006/relationships/hyperlink" Target="http://fr.wikipedia.org/wiki/Janvier" TargetMode="External"/><Relationship Id="rId728" Type="http://schemas.openxmlformats.org/officeDocument/2006/relationships/image" Target="media/image63.jpeg"/><Relationship Id="rId935" Type="http://schemas.openxmlformats.org/officeDocument/2006/relationships/hyperlink" Target="http://fr.wikipedia.org/wiki/1715" TargetMode="External"/><Relationship Id="rId1358" Type="http://schemas.openxmlformats.org/officeDocument/2006/relationships/hyperlink" Target="http://fr.wikipedia.org/wiki/Fichier:Jules_grevy.jpg" TargetMode="External"/><Relationship Id="rId64" Type="http://schemas.openxmlformats.org/officeDocument/2006/relationships/hyperlink" Target="http://fr.wikipedia.org/wiki/561" TargetMode="External"/><Relationship Id="rId367" Type="http://schemas.openxmlformats.org/officeDocument/2006/relationships/hyperlink" Target="http://fr.wikipedia.org/wiki/Compi%C3%A8gne" TargetMode="External"/><Relationship Id="rId574" Type="http://schemas.openxmlformats.org/officeDocument/2006/relationships/hyperlink" Target="http://fr.wikipedia.org/wiki/1226" TargetMode="External"/><Relationship Id="rId1120" Type="http://schemas.openxmlformats.org/officeDocument/2006/relationships/hyperlink" Target="http://fr.wikipedia.org/wiki/1852" TargetMode="External"/><Relationship Id="rId1218" Type="http://schemas.openxmlformats.org/officeDocument/2006/relationships/hyperlink" Target="http://fr.wikipedia.org/wiki/1932" TargetMode="External"/><Relationship Id="rId1425" Type="http://schemas.openxmlformats.org/officeDocument/2006/relationships/hyperlink" Target="http://fr.wikipedia.org/wiki/F%C3%A9vrier" TargetMode="External"/><Relationship Id="rId227" Type="http://schemas.openxmlformats.org/officeDocument/2006/relationships/hyperlink" Target="http://fr.wikipedia.org/wiki/743" TargetMode="External"/><Relationship Id="rId781" Type="http://schemas.openxmlformats.org/officeDocument/2006/relationships/hyperlink" Target="http://fr.wikipedia.org/wiki/30_ao%C3%BBt" TargetMode="External"/><Relationship Id="rId879" Type="http://schemas.openxmlformats.org/officeDocument/2006/relationships/hyperlink" Target="http://fr.wikipedia.org/wiki/30_mai" TargetMode="External"/><Relationship Id="rId434" Type="http://schemas.openxmlformats.org/officeDocument/2006/relationships/hyperlink" Target="http://fr.wikipedia.org/wiki/954" TargetMode="External"/><Relationship Id="rId641" Type="http://schemas.openxmlformats.org/officeDocument/2006/relationships/hyperlink" Target="http://fr.wikipedia.org/wiki/29_novembre" TargetMode="External"/><Relationship Id="rId739" Type="http://schemas.openxmlformats.org/officeDocument/2006/relationships/hyperlink" Target="http://fr.wikipedia.org/wiki/Octobre" TargetMode="External"/><Relationship Id="rId1064" Type="http://schemas.openxmlformats.org/officeDocument/2006/relationships/hyperlink" Target="http://fr.wikipedia.org/wiki/Bourbons_(dynastie_fran%C3%A7aise)" TargetMode="External"/><Relationship Id="rId1271" Type="http://schemas.openxmlformats.org/officeDocument/2006/relationships/hyperlink" Target="http://fr.wikipedia.org/wiki/1995" TargetMode="External"/><Relationship Id="rId1369" Type="http://schemas.openxmlformats.org/officeDocument/2006/relationships/hyperlink" Target="http://fr.wikipedia.org/wiki/Sadi_Carnot_(pr%C3%A9sident)" TargetMode="External"/><Relationship Id="rId280" Type="http://schemas.openxmlformats.org/officeDocument/2006/relationships/hyperlink" Target="http://fr.wikipedia.org/wiki/11_septembre" TargetMode="External"/><Relationship Id="rId501" Type="http://schemas.openxmlformats.org/officeDocument/2006/relationships/hyperlink" Target="http://fr.wikipedia.org/wiki/Henri_Ier_de_France" TargetMode="External"/><Relationship Id="rId946" Type="http://schemas.openxmlformats.org/officeDocument/2006/relationships/hyperlink" Target="http://fr.wikipedia.org/wiki/1er_septembre" TargetMode="External"/><Relationship Id="rId1131" Type="http://schemas.openxmlformats.org/officeDocument/2006/relationships/hyperlink" Target="http://fr.wikipedia.org/wiki/Napol%C3%A9on_III" TargetMode="External"/><Relationship Id="rId1229" Type="http://schemas.openxmlformats.org/officeDocument/2006/relationships/hyperlink" Target="http://fr.wikipedia.org/wiki/Gouvernement_provisoire_de_la_R%C3%A9publique_fran%C3%A7aise" TargetMode="External"/><Relationship Id="rId75" Type="http://schemas.openxmlformats.org/officeDocument/2006/relationships/hyperlink" Target="http://fr.wikipedia.org/wiki/561" TargetMode="External"/><Relationship Id="rId140" Type="http://schemas.openxmlformats.org/officeDocument/2006/relationships/hyperlink" Target="http://fr.wikipedia.org/wiki/657" TargetMode="External"/><Relationship Id="rId378" Type="http://schemas.openxmlformats.org/officeDocument/2006/relationships/hyperlink" Target="http://fr.wikipedia.org/wiki/922" TargetMode="External"/><Relationship Id="rId585" Type="http://schemas.openxmlformats.org/officeDocument/2006/relationships/hyperlink" Target="http://fr.wikipedia.org/wiki/Fichier:Louis_IX_ou_Saint-Louis.jpg" TargetMode="External"/><Relationship Id="rId792" Type="http://schemas.openxmlformats.org/officeDocument/2006/relationships/hyperlink" Target="http://fr.wikipedia.org/wiki/Louis_XII_de_France" TargetMode="External"/><Relationship Id="rId806" Type="http://schemas.openxmlformats.org/officeDocument/2006/relationships/hyperlink" Target="http://fr.wikipedia.org/wiki/Fichier:Francis1-1.jpg" TargetMode="External"/><Relationship Id="rId1436" Type="http://schemas.openxmlformats.org/officeDocument/2006/relationships/hyperlink" Target="http://fr.wikipedia.org/wiki/F%C3%A9vrier" TargetMode="External"/><Relationship Id="rId6" Type="http://schemas.openxmlformats.org/officeDocument/2006/relationships/hyperlink" Target="http://fr.wikipedia.org/wiki/Fichier:Portrait_Roi_de_france_Clodion.jpg" TargetMode="External"/><Relationship Id="rId238" Type="http://schemas.openxmlformats.org/officeDocument/2006/relationships/hyperlink" Target="http://fr.wikipedia.org/wiki/Neustrie" TargetMode="External"/><Relationship Id="rId445" Type="http://schemas.openxmlformats.org/officeDocument/2006/relationships/hyperlink" Target="http://fr.wikipedia.org/wiki/Lothaire_de_France" TargetMode="External"/><Relationship Id="rId652" Type="http://schemas.openxmlformats.org/officeDocument/2006/relationships/image" Target="media/image57.jpeg"/><Relationship Id="rId1075" Type="http://schemas.openxmlformats.org/officeDocument/2006/relationships/hyperlink" Target="http://fr.wikipedia.org/wiki/29_mai" TargetMode="External"/><Relationship Id="rId1282" Type="http://schemas.openxmlformats.org/officeDocument/2006/relationships/hyperlink" Target="http://fr.wikipedia.org/wiki/2007" TargetMode="External"/><Relationship Id="rId1503" Type="http://schemas.openxmlformats.org/officeDocument/2006/relationships/hyperlink" Target="http://fr.wikipedia.org/wiki/Juillet_1940" TargetMode="External"/><Relationship Id="rId291" Type="http://schemas.openxmlformats.org/officeDocument/2006/relationships/hyperlink" Target="http://fr.wikipedia.org/wiki/Juin" TargetMode="External"/><Relationship Id="rId305" Type="http://schemas.openxmlformats.org/officeDocument/2006/relationships/hyperlink" Target="http://fr.wikipedia.org/wiki/D%C3%A9cembre" TargetMode="External"/><Relationship Id="rId512" Type="http://schemas.openxmlformats.org/officeDocument/2006/relationships/hyperlink" Target="http://fr.wikipedia.org/wiki/Ao%C3%BBt" TargetMode="External"/><Relationship Id="rId957" Type="http://schemas.openxmlformats.org/officeDocument/2006/relationships/hyperlink" Target="http://fr.wikipedia.org/wiki/1er_septembre" TargetMode="External"/><Relationship Id="rId1142" Type="http://schemas.openxmlformats.org/officeDocument/2006/relationships/hyperlink" Target="http://fr.wikipedia.org/wiki/1871" TargetMode="External"/><Relationship Id="rId86" Type="http://schemas.openxmlformats.org/officeDocument/2006/relationships/hyperlink" Target="http://fr.wikipedia.org/wiki/592" TargetMode="External"/><Relationship Id="rId151" Type="http://schemas.openxmlformats.org/officeDocument/2006/relationships/image" Target="media/image22.jpeg"/><Relationship Id="rId389" Type="http://schemas.openxmlformats.org/officeDocument/2006/relationships/hyperlink" Target="http://fr.wikipedia.org/wiki/Janvier" TargetMode="External"/><Relationship Id="rId596" Type="http://schemas.openxmlformats.org/officeDocument/2006/relationships/hyperlink" Target="http://fr.wikipedia.org/wiki/1226" TargetMode="External"/><Relationship Id="rId817" Type="http://schemas.openxmlformats.org/officeDocument/2006/relationships/hyperlink" Target="http://fr.wikipedia.org/wiki/1515" TargetMode="External"/><Relationship Id="rId1002" Type="http://schemas.openxmlformats.org/officeDocument/2006/relationships/hyperlink" Target="http://fr.wikipedia.org/wiki/1799" TargetMode="External"/><Relationship Id="rId1447" Type="http://schemas.openxmlformats.org/officeDocument/2006/relationships/image" Target="media/image94.jpeg"/><Relationship Id="rId249" Type="http://schemas.openxmlformats.org/officeDocument/2006/relationships/image" Target="media/image32.jpeg"/><Relationship Id="rId456" Type="http://schemas.openxmlformats.org/officeDocument/2006/relationships/hyperlink" Target="http://fr.wikipedia.org/wiki/Fichier:Louis_V.jpg" TargetMode="External"/><Relationship Id="rId663" Type="http://schemas.openxmlformats.org/officeDocument/2006/relationships/hyperlink" Target="http://fr.wikipedia.org/wiki/Novembre" TargetMode="External"/><Relationship Id="rId870" Type="http://schemas.openxmlformats.org/officeDocument/2006/relationships/image" Target="media/image72.jpeg"/><Relationship Id="rId1086" Type="http://schemas.openxmlformats.org/officeDocument/2006/relationships/hyperlink" Target="http://fr.wikipedia.org/wiki/7_ao%C3%BBt" TargetMode="External"/><Relationship Id="rId1293" Type="http://schemas.openxmlformats.org/officeDocument/2006/relationships/hyperlink" Target="http://fr.wikipedia.org/wiki/Liste_des_pr%C3%A9sidents_de_la_R%C3%A9publique_fran%C3%A7aise" TargetMode="External"/><Relationship Id="rId1307" Type="http://schemas.openxmlformats.org/officeDocument/2006/relationships/image" Target="media/image84.jpeg"/><Relationship Id="rId1514" Type="http://schemas.openxmlformats.org/officeDocument/2006/relationships/hyperlink" Target="http://fr.wikipedia.org/wiki/Second_espace_colonial_fran%C3%A7ais" TargetMode="External"/><Relationship Id="rId13" Type="http://schemas.openxmlformats.org/officeDocument/2006/relationships/hyperlink" Target="http://fr.wikipedia.org/wiki/M%C3%A9rov%C3%A9e" TargetMode="External"/><Relationship Id="rId109" Type="http://schemas.openxmlformats.org/officeDocument/2006/relationships/image" Target="media/image16.jpeg"/><Relationship Id="rId316" Type="http://schemas.openxmlformats.org/officeDocument/2006/relationships/hyperlink" Target="http://fr.wikipedia.org/wiki/Carolingiens" TargetMode="External"/><Relationship Id="rId523" Type="http://schemas.openxmlformats.org/officeDocument/2006/relationships/hyperlink" Target="http://fr.wikipedia.org/wiki/1059" TargetMode="External"/><Relationship Id="rId968" Type="http://schemas.openxmlformats.org/officeDocument/2006/relationships/image" Target="media/image77.jpeg"/><Relationship Id="rId1153" Type="http://schemas.openxmlformats.org/officeDocument/2006/relationships/hyperlink" Target="http://fr.wikipedia.org/wiki/Jules_Gr%C3%A9vy" TargetMode="External"/><Relationship Id="rId97" Type="http://schemas.openxmlformats.org/officeDocument/2006/relationships/hyperlink" Target="http://fr.wikipedia.org/wiki/612" TargetMode="External"/><Relationship Id="rId730" Type="http://schemas.openxmlformats.org/officeDocument/2006/relationships/hyperlink" Target="http://fr.wikipedia.org/wiki/1380" TargetMode="External"/><Relationship Id="rId828" Type="http://schemas.openxmlformats.org/officeDocument/2006/relationships/hyperlink" Target="http://fr.wikipedia.org/wiki/31_mars" TargetMode="External"/><Relationship Id="rId1013" Type="http://schemas.openxmlformats.org/officeDocument/2006/relationships/hyperlink" Target="http://fr.wikipedia.org/wiki/1814" TargetMode="External"/><Relationship Id="rId1360" Type="http://schemas.openxmlformats.org/officeDocument/2006/relationships/hyperlink" Target="http://fr.wikipedia.org/wiki/30_janvier" TargetMode="External"/><Relationship Id="rId1458" Type="http://schemas.openxmlformats.org/officeDocument/2006/relationships/hyperlink" Target="http://fr.wikipedia.org/wiki/%C3%89lections_pr%C3%A9sidentielles_sous_la_Troisi%C3%A8me_R%C3%A9publique" TargetMode="External"/><Relationship Id="rId162" Type="http://schemas.openxmlformats.org/officeDocument/2006/relationships/hyperlink" Target="http://fr.wikipedia.org/wiki/687" TargetMode="External"/><Relationship Id="rId467" Type="http://schemas.openxmlformats.org/officeDocument/2006/relationships/hyperlink" Target="http://fr.wikipedia.org/wiki/986" TargetMode="External"/><Relationship Id="rId1097" Type="http://schemas.openxmlformats.org/officeDocument/2006/relationships/hyperlink" Target="http://fr.wikipedia.org/wiki/Trois_Glorieuses" TargetMode="External"/><Relationship Id="rId1220" Type="http://schemas.openxmlformats.org/officeDocument/2006/relationships/hyperlink" Target="http://fr.wikipedia.org/wiki/1932" TargetMode="External"/><Relationship Id="rId1318" Type="http://schemas.openxmlformats.org/officeDocument/2006/relationships/hyperlink" Target="http://fr.wikipedia.org/wiki/Louis_Eug%C3%A8ne_Cavaignac" TargetMode="External"/><Relationship Id="rId1525" Type="http://schemas.openxmlformats.org/officeDocument/2006/relationships/hyperlink" Target="http://fr.wikipedia.org/wiki/Gouvernement_provisoire_de_la_R%C3%A9publique_fran%C3%A7aise" TargetMode="External"/><Relationship Id="rId674" Type="http://schemas.openxmlformats.org/officeDocument/2006/relationships/hyperlink" Target="http://fr.wikipedia.org/wiki/1322" TargetMode="External"/><Relationship Id="rId881" Type="http://schemas.openxmlformats.org/officeDocument/2006/relationships/hyperlink" Target="http://fr.wikipedia.org/wiki/1574" TargetMode="External"/><Relationship Id="rId979" Type="http://schemas.openxmlformats.org/officeDocument/2006/relationships/hyperlink" Target="http://fr.wikipedia.org/wiki/10_octobre" TargetMode="External"/><Relationship Id="rId24" Type="http://schemas.openxmlformats.org/officeDocument/2006/relationships/hyperlink" Target="http://fr.wikipedia.org/wiki/481" TargetMode="External"/><Relationship Id="rId327" Type="http://schemas.openxmlformats.org/officeDocument/2006/relationships/hyperlink" Target="http://fr.wikipedia.org/wiki/Carolingiens" TargetMode="External"/><Relationship Id="rId534" Type="http://schemas.openxmlformats.org/officeDocument/2006/relationships/hyperlink" Target="http://fr.wikipedia.org/wiki/1137" TargetMode="External"/><Relationship Id="rId741" Type="http://schemas.openxmlformats.org/officeDocument/2006/relationships/hyperlink" Target="http://fr.wikipedia.org/wiki/Fichier:KarlVII.jpg" TargetMode="External"/><Relationship Id="rId839" Type="http://schemas.openxmlformats.org/officeDocument/2006/relationships/hyperlink" Target="http://fr.wikipedia.org/wiki/Fran%C3%A7ois_II_de_France" TargetMode="External"/><Relationship Id="rId1164" Type="http://schemas.openxmlformats.org/officeDocument/2006/relationships/hyperlink" Target="http://fr.wikipedia.org/wiki/1894" TargetMode="External"/><Relationship Id="rId1371" Type="http://schemas.openxmlformats.org/officeDocument/2006/relationships/image" Target="media/image88.jpeg"/><Relationship Id="rId1469" Type="http://schemas.openxmlformats.org/officeDocument/2006/relationships/hyperlink" Target="http://fr.wikipedia.org/wiki/Socialistes_ind%C3%A9pendants" TargetMode="External"/><Relationship Id="rId173" Type="http://schemas.openxmlformats.org/officeDocument/2006/relationships/hyperlink" Target="http://fr.wikipedia.org/wiki/Fichier:Dagobert_II..png" TargetMode="External"/><Relationship Id="rId380" Type="http://schemas.openxmlformats.org/officeDocument/2006/relationships/hyperlink" Target="http://fr.wikipedia.org/wiki/Louis_II_de_France" TargetMode="External"/><Relationship Id="rId601" Type="http://schemas.openxmlformats.org/officeDocument/2006/relationships/hyperlink" Target="http://fr.wikipedia.org/wiki/Fichier:Miniature_Philippe_III_Courronement.jpg" TargetMode="External"/><Relationship Id="rId1024" Type="http://schemas.openxmlformats.org/officeDocument/2006/relationships/hyperlink" Target="http://fr.wikipedia.org/wiki/8_juin" TargetMode="External"/><Relationship Id="rId1231" Type="http://schemas.openxmlformats.org/officeDocument/2006/relationships/hyperlink" Target="http://fr.wikipedia.org/wiki/1947" TargetMode="External"/><Relationship Id="rId240" Type="http://schemas.openxmlformats.org/officeDocument/2006/relationships/hyperlink" Target="http://fr.wikipedia.org/wiki/741" TargetMode="External"/><Relationship Id="rId478" Type="http://schemas.openxmlformats.org/officeDocument/2006/relationships/hyperlink" Target="http://fr.wikipedia.org/wiki/Duc_des_Francs" TargetMode="External"/><Relationship Id="rId685" Type="http://schemas.openxmlformats.org/officeDocument/2006/relationships/hyperlink" Target="http://fr.wikipedia.org/wiki/Guerre_de_Cent_Ans" TargetMode="External"/><Relationship Id="rId892" Type="http://schemas.openxmlformats.org/officeDocument/2006/relationships/image" Target="media/image73.jpeg"/><Relationship Id="rId906" Type="http://schemas.openxmlformats.org/officeDocument/2006/relationships/hyperlink" Target="http://fr.wikipedia.org/wiki/27_f%C3%A9vrier" TargetMode="External"/><Relationship Id="rId1329" Type="http://schemas.openxmlformats.org/officeDocument/2006/relationships/hyperlink" Target="http://fr.wikipedia.org/wiki/Adolphe_Thiers" TargetMode="External"/><Relationship Id="rId1536" Type="http://schemas.openxmlformats.org/officeDocument/2006/relationships/hyperlink" Target="http://fr.wikipedia.org/wiki/1947" TargetMode="External"/><Relationship Id="rId35" Type="http://schemas.openxmlformats.org/officeDocument/2006/relationships/hyperlink" Target="http://fr.wikipedia.org/wiki/Thierry_Ier" TargetMode="External"/><Relationship Id="rId100" Type="http://schemas.openxmlformats.org/officeDocument/2006/relationships/hyperlink" Target="http://fr.wikipedia.org/wiki/Thierry_II_(roi)" TargetMode="External"/><Relationship Id="rId338" Type="http://schemas.openxmlformats.org/officeDocument/2006/relationships/hyperlink" Target="http://fr.wikipedia.org/wiki/Ferri%C3%A8res" TargetMode="External"/><Relationship Id="rId545" Type="http://schemas.openxmlformats.org/officeDocument/2006/relationships/hyperlink" Target="http://fr.wikipedia.org/wiki/Louis_VII_de_France" TargetMode="External"/><Relationship Id="rId752" Type="http://schemas.openxmlformats.org/officeDocument/2006/relationships/hyperlink" Target="http://fr.wikipedia.org/wiki/17_juillet" TargetMode="External"/><Relationship Id="rId1175" Type="http://schemas.openxmlformats.org/officeDocument/2006/relationships/hyperlink" Target="http://fr.wikipedia.org/wiki/1841" TargetMode="External"/><Relationship Id="rId1382" Type="http://schemas.openxmlformats.org/officeDocument/2006/relationships/hyperlink" Target="http://fr.wikipedia.org/wiki/Panth%C3%A9on_de_Paris" TargetMode="External"/><Relationship Id="rId184" Type="http://schemas.openxmlformats.org/officeDocument/2006/relationships/hyperlink" Target="http://fr.wikipedia.org/wiki/695" TargetMode="External"/><Relationship Id="rId391" Type="http://schemas.openxmlformats.org/officeDocument/2006/relationships/hyperlink" Target="http://fr.wikipedia.org/wiki/30_juin" TargetMode="External"/><Relationship Id="rId405" Type="http://schemas.openxmlformats.org/officeDocument/2006/relationships/hyperlink" Target="http://fr.wikipedia.org/wiki/Charles_III_de_France" TargetMode="External"/><Relationship Id="rId612" Type="http://schemas.openxmlformats.org/officeDocument/2006/relationships/hyperlink" Target="http://fr.wikipedia.org/wiki/1271" TargetMode="External"/><Relationship Id="rId1035" Type="http://schemas.openxmlformats.org/officeDocument/2006/relationships/hyperlink" Target="http://fr.wikipedia.org/wiki/Fichier:Ingres,_Napoleon_on_his_Imperial_throne.jpg" TargetMode="External"/><Relationship Id="rId1242" Type="http://schemas.openxmlformats.org/officeDocument/2006/relationships/hyperlink" Target="http://fr.wikipedia.org/wiki/Ren%C3%A9_Coty" TargetMode="External"/><Relationship Id="rId251" Type="http://schemas.openxmlformats.org/officeDocument/2006/relationships/hyperlink" Target="http://fr.wikipedia.org/wiki/768" TargetMode="External"/><Relationship Id="rId489" Type="http://schemas.openxmlformats.org/officeDocument/2006/relationships/hyperlink" Target="http://fr.wikipedia.org/wiki/Cap%C3%A9tiens" TargetMode="External"/><Relationship Id="rId696" Type="http://schemas.openxmlformats.org/officeDocument/2006/relationships/hyperlink" Target="http://fr.wikipedia.org/wiki/29_mai" TargetMode="External"/><Relationship Id="rId917" Type="http://schemas.openxmlformats.org/officeDocument/2006/relationships/hyperlink" Target="http://fr.wikipedia.org/wiki/1610" TargetMode="External"/><Relationship Id="rId1102" Type="http://schemas.openxmlformats.org/officeDocument/2006/relationships/hyperlink" Target="http://fr.wikipedia.org/wiki/F%C3%A9vrier" TargetMode="External"/><Relationship Id="rId1547" Type="http://schemas.openxmlformats.org/officeDocument/2006/relationships/hyperlink" Target="http://fr.wikipedia.org/wiki/Janvier" TargetMode="External"/><Relationship Id="rId46" Type="http://schemas.openxmlformats.org/officeDocument/2006/relationships/hyperlink" Target="http://fr.wikipedia.org/wiki/555" TargetMode="External"/><Relationship Id="rId349" Type="http://schemas.openxmlformats.org/officeDocument/2006/relationships/hyperlink" Target="http://fr.wikipedia.org/wiki/Charles_III_le_Gros" TargetMode="External"/><Relationship Id="rId556" Type="http://schemas.openxmlformats.org/officeDocument/2006/relationships/hyperlink" Target="http://fr.wikipedia.org/wiki/Septembre" TargetMode="External"/><Relationship Id="rId763" Type="http://schemas.openxmlformats.org/officeDocument/2006/relationships/hyperlink" Target="http://fr.wikipedia.org/wiki/1483" TargetMode="External"/><Relationship Id="rId1186" Type="http://schemas.openxmlformats.org/officeDocument/2006/relationships/hyperlink" Target="http://fr.wikipedia.org/wiki/Alliance_d%C3%A9mocratique_(France)" TargetMode="External"/><Relationship Id="rId1393" Type="http://schemas.openxmlformats.org/officeDocument/2006/relationships/hyperlink" Target="http://fr.wikipedia.org/wiki/F%C3%A9lix_Faure" TargetMode="External"/><Relationship Id="rId1407" Type="http://schemas.openxmlformats.org/officeDocument/2006/relationships/image" Target="media/image91.jpeg"/><Relationship Id="rId111" Type="http://schemas.openxmlformats.org/officeDocument/2006/relationships/hyperlink" Target="http://fr.wikipedia.org/wiki/584" TargetMode="External"/><Relationship Id="rId195" Type="http://schemas.openxmlformats.org/officeDocument/2006/relationships/hyperlink" Target="http://fr.wikipedia.org/wiki/711" TargetMode="External"/><Relationship Id="rId209" Type="http://schemas.openxmlformats.org/officeDocument/2006/relationships/hyperlink" Target="http://fr.wikipedia.org/wiki/717" TargetMode="External"/><Relationship Id="rId416" Type="http://schemas.openxmlformats.org/officeDocument/2006/relationships/image" Target="media/image41.jpeg"/><Relationship Id="rId970" Type="http://schemas.openxmlformats.org/officeDocument/2006/relationships/hyperlink" Target="http://fr.wikipedia.org/wiki/1774" TargetMode="External"/><Relationship Id="rId1046" Type="http://schemas.openxmlformats.org/officeDocument/2006/relationships/image" Target="media/image80.jpeg"/><Relationship Id="rId1253" Type="http://schemas.openxmlformats.org/officeDocument/2006/relationships/hyperlink" Target="http://fr.wikipedia.org/wiki/Union_pour_la_nouvelle_R%C3%A9publique" TargetMode="External"/><Relationship Id="rId623" Type="http://schemas.openxmlformats.org/officeDocument/2006/relationships/hyperlink" Target="http://fr.wikipedia.org/wiki/14_ao%C3%BBt" TargetMode="External"/><Relationship Id="rId830" Type="http://schemas.openxmlformats.org/officeDocument/2006/relationships/hyperlink" Target="http://fr.wikipedia.org/wiki/1547" TargetMode="External"/><Relationship Id="rId928" Type="http://schemas.openxmlformats.org/officeDocument/2006/relationships/hyperlink" Target="http://fr.wikipedia.org/wiki/Maladie_de_Crohn" TargetMode="External"/><Relationship Id="rId1460" Type="http://schemas.openxmlformats.org/officeDocument/2006/relationships/hyperlink" Target="http://fr.wikipedia.org/wiki/Fichier:Alexandre_Millerand,_12e_pr%C3%A9sident_de_la_R%C3%A9publique_fran%C3%A7aise.jpg" TargetMode="External"/><Relationship Id="rId57" Type="http://schemas.openxmlformats.org/officeDocument/2006/relationships/hyperlink" Target="http://fr.wikipedia.org/wiki/555" TargetMode="External"/><Relationship Id="rId262" Type="http://schemas.openxmlformats.org/officeDocument/2006/relationships/hyperlink" Target="http://fr.wikipedia.org/wiki/771" TargetMode="External"/><Relationship Id="rId567" Type="http://schemas.openxmlformats.org/officeDocument/2006/relationships/hyperlink" Target="http://fr.wikipedia.org/wiki/14_juillet" TargetMode="External"/><Relationship Id="rId1113" Type="http://schemas.openxmlformats.org/officeDocument/2006/relationships/hyperlink" Target="http://fr.wikipedia.org/wiki/1870" TargetMode="External"/><Relationship Id="rId1197" Type="http://schemas.openxmlformats.org/officeDocument/2006/relationships/hyperlink" Target="http://fr.wikipedia.org/wiki/1920" TargetMode="External"/><Relationship Id="rId1320" Type="http://schemas.openxmlformats.org/officeDocument/2006/relationships/hyperlink" Target="http://fr.wikipedia.org/wiki/Second_Empire" TargetMode="External"/><Relationship Id="rId1418" Type="http://schemas.openxmlformats.org/officeDocument/2006/relationships/hyperlink" Target="http://fr.wikipedia.org/wiki/Armand_Falli%C3%A8res" TargetMode="External"/><Relationship Id="rId122" Type="http://schemas.openxmlformats.org/officeDocument/2006/relationships/hyperlink" Target="http://fr.wikipedia.org/wiki/629" TargetMode="External"/><Relationship Id="rId774" Type="http://schemas.openxmlformats.org/officeDocument/2006/relationships/hyperlink" Target="http://fr.wikipedia.org/wiki/Anne_de_France" TargetMode="External"/><Relationship Id="rId981" Type="http://schemas.openxmlformats.org/officeDocument/2006/relationships/hyperlink" Target="http://fr.wikipedia.org/wiki/1789" TargetMode="External"/><Relationship Id="rId1057" Type="http://schemas.openxmlformats.org/officeDocument/2006/relationships/hyperlink" Target="http://fr.wikipedia.org/wiki/1815" TargetMode="External"/><Relationship Id="rId427" Type="http://schemas.openxmlformats.org/officeDocument/2006/relationships/hyperlink" Target="http://fr.wikipedia.org/wiki/15_janvier" TargetMode="External"/><Relationship Id="rId634" Type="http://schemas.openxmlformats.org/officeDocument/2006/relationships/hyperlink" Target="http://fr.wikipedia.org/wiki/1314" TargetMode="External"/><Relationship Id="rId841" Type="http://schemas.openxmlformats.org/officeDocument/2006/relationships/hyperlink" Target="http://fr.wikipedia.org/wiki/1560" TargetMode="External"/><Relationship Id="rId1264" Type="http://schemas.openxmlformats.org/officeDocument/2006/relationships/hyperlink" Target="http://fr.wikipedia.org/wiki/1974" TargetMode="External"/><Relationship Id="rId1471" Type="http://schemas.openxmlformats.org/officeDocument/2006/relationships/hyperlink" Target="http://fr.wikipedia.org/wiki/%C3%89lections_l%C3%A9gislatives_sous_la_Troisi%C3%A8me_R%C3%A9publique" TargetMode="External"/><Relationship Id="rId273" Type="http://schemas.openxmlformats.org/officeDocument/2006/relationships/hyperlink" Target="http://fr.wikipedia.org/wiki/Fichier:Ludwik_I_Pobo%C5%BCny.jpg" TargetMode="External"/><Relationship Id="rId480" Type="http://schemas.openxmlformats.org/officeDocument/2006/relationships/hyperlink" Target="http://fr.wikipedia.org/wiki/987" TargetMode="External"/><Relationship Id="rId701" Type="http://schemas.openxmlformats.org/officeDocument/2006/relationships/image" Target="media/image61.jpeg"/><Relationship Id="rId939" Type="http://schemas.openxmlformats.org/officeDocument/2006/relationships/hyperlink" Target="http://fr.wikipedia.org/wiki/1643" TargetMode="External"/><Relationship Id="rId1124" Type="http://schemas.openxmlformats.org/officeDocument/2006/relationships/hyperlink" Target="http://fr.wikipedia.org/wiki/1870" TargetMode="External"/><Relationship Id="rId1331" Type="http://schemas.openxmlformats.org/officeDocument/2006/relationships/image" Target="media/image85.jpeg"/><Relationship Id="rId68" Type="http://schemas.openxmlformats.org/officeDocument/2006/relationships/hyperlink" Target="http://fr.wikipedia.org/wiki/Sigebert_Ier" TargetMode="External"/><Relationship Id="rId133" Type="http://schemas.openxmlformats.org/officeDocument/2006/relationships/hyperlink" Target="http://fr.wikipedia.org/wiki/Sigebert_III" TargetMode="External"/><Relationship Id="rId340" Type="http://schemas.openxmlformats.org/officeDocument/2006/relationships/hyperlink" Target="http://fr.wikipedia.org/wiki/879" TargetMode="External"/><Relationship Id="rId578" Type="http://schemas.openxmlformats.org/officeDocument/2006/relationships/hyperlink" Target="http://fr.wikipedia.org/wiki/1223" TargetMode="External"/><Relationship Id="rId785" Type="http://schemas.openxmlformats.org/officeDocument/2006/relationships/hyperlink" Target="http://fr.wikipedia.org/wiki/Mai" TargetMode="External"/><Relationship Id="rId992" Type="http://schemas.openxmlformats.org/officeDocument/2006/relationships/hyperlink" Target="http://fr.wikipedia.org/wiki/1793" TargetMode="External"/><Relationship Id="rId1429" Type="http://schemas.openxmlformats.org/officeDocument/2006/relationships/hyperlink" Target="http://fr.wikipedia.org/wiki/Coup_d%27Agadir" TargetMode="External"/><Relationship Id="rId200" Type="http://schemas.openxmlformats.org/officeDocument/2006/relationships/hyperlink" Target="http://fr.wikipedia.org/wiki/Chilp%C3%A9ric_II_(roi_des_Francs)" TargetMode="External"/><Relationship Id="rId438" Type="http://schemas.openxmlformats.org/officeDocument/2006/relationships/hyperlink" Target="http://fr.wikipedia.org/wiki/Laon" TargetMode="External"/><Relationship Id="rId645" Type="http://schemas.openxmlformats.org/officeDocument/2006/relationships/hyperlink" Target="http://fr.wikipedia.org/wiki/Ao%C3%BBt" TargetMode="External"/><Relationship Id="rId852" Type="http://schemas.openxmlformats.org/officeDocument/2006/relationships/hyperlink" Target="http://fr.wikipedia.org/wiki/Catherine_de_M%C3%A9dicis" TargetMode="External"/><Relationship Id="rId1068" Type="http://schemas.openxmlformats.org/officeDocument/2006/relationships/image" Target="media/image81.jpeg"/><Relationship Id="rId1275" Type="http://schemas.openxmlformats.org/officeDocument/2006/relationships/hyperlink" Target="http://fr.wikipedia.org/wiki/Jacques_Chirac" TargetMode="External"/><Relationship Id="rId1482" Type="http://schemas.openxmlformats.org/officeDocument/2006/relationships/hyperlink" Target="http://fr.wikipedia.org/wiki/Allemagne" TargetMode="External"/><Relationship Id="rId284" Type="http://schemas.openxmlformats.org/officeDocument/2006/relationships/hyperlink" Target="http://fr.wikipedia.org/wiki/Reims" TargetMode="External"/><Relationship Id="rId491" Type="http://schemas.openxmlformats.org/officeDocument/2006/relationships/hyperlink" Target="http://fr.wikipedia.org/wiki/D%C3%A9cembre" TargetMode="External"/><Relationship Id="rId505" Type="http://schemas.openxmlformats.org/officeDocument/2006/relationships/hyperlink" Target="http://fr.wikipedia.org/wiki/14_mai" TargetMode="External"/><Relationship Id="rId712" Type="http://schemas.openxmlformats.org/officeDocument/2006/relationships/hyperlink" Target="http://fr.wikipedia.org/wiki/Avril" TargetMode="External"/><Relationship Id="rId1135" Type="http://schemas.openxmlformats.org/officeDocument/2006/relationships/hyperlink" Target="http://fr.wikipedia.org/wiki/Parti_de_l%27Ordre_(1848)" TargetMode="External"/><Relationship Id="rId1342" Type="http://schemas.openxmlformats.org/officeDocument/2006/relationships/hyperlink" Target="http://fr.wikipedia.org/wiki/Assembl%C3%A9e_nationale_(France)" TargetMode="External"/><Relationship Id="rId79" Type="http://schemas.openxmlformats.org/officeDocument/2006/relationships/hyperlink" Target="http://fr.wikipedia.org/wiki/Neustrie" TargetMode="External"/><Relationship Id="rId144" Type="http://schemas.openxmlformats.org/officeDocument/2006/relationships/hyperlink" Target="http://fr.wikipedia.org/wiki/662" TargetMode="External"/><Relationship Id="rId589" Type="http://schemas.openxmlformats.org/officeDocument/2006/relationships/hyperlink" Target="http://fr.wikipedia.org/wiki/1270" TargetMode="External"/><Relationship Id="rId796" Type="http://schemas.openxmlformats.org/officeDocument/2006/relationships/hyperlink" Target="http://fr.wikipedia.org/wiki/7_avril" TargetMode="External"/><Relationship Id="rId1202" Type="http://schemas.openxmlformats.org/officeDocument/2006/relationships/hyperlink" Target="http://fr.wikipedia.org/wiki/1920" TargetMode="External"/><Relationship Id="rId351" Type="http://schemas.openxmlformats.org/officeDocument/2006/relationships/hyperlink" Target="http://fr.wikipedia.org/wiki/887" TargetMode="External"/><Relationship Id="rId449" Type="http://schemas.openxmlformats.org/officeDocument/2006/relationships/hyperlink" Target="http://fr.wikipedia.org/wiki/10_septembre" TargetMode="External"/><Relationship Id="rId656" Type="http://schemas.openxmlformats.org/officeDocument/2006/relationships/hyperlink" Target="http://fr.wikipedia.org/wiki/Fichier:Philippe_V_le_Long.jpg" TargetMode="External"/><Relationship Id="rId863" Type="http://schemas.openxmlformats.org/officeDocument/2006/relationships/hyperlink" Target="http://fr.wikipedia.org/wiki/Mai" TargetMode="External"/><Relationship Id="rId1079" Type="http://schemas.openxmlformats.org/officeDocument/2006/relationships/hyperlink" Target="http://fr.wikipedia.org/wiki/Louis_de_France_(1775-1844)" TargetMode="External"/><Relationship Id="rId1286" Type="http://schemas.openxmlformats.org/officeDocument/2006/relationships/hyperlink" Target="http://fr.wikipedia.org/wiki/Liste_des_pr%C3%A9sidents_de_la_R%C3%A9publique_fran%C3%A7aise" TargetMode="External"/><Relationship Id="rId1493" Type="http://schemas.openxmlformats.org/officeDocument/2006/relationships/hyperlink" Target="http://fr.wikipedia.org/wiki/Parti_r%C3%A9publicain,_radical_et_radical-socialiste" TargetMode="External"/><Relationship Id="rId1507" Type="http://schemas.openxmlformats.org/officeDocument/2006/relationships/hyperlink" Target="http://fr.wikipedia.org/wiki/De_facto" TargetMode="External"/><Relationship Id="rId211" Type="http://schemas.openxmlformats.org/officeDocument/2006/relationships/hyperlink" Target="http://fr.wikipedia.org/wiki/Thierry_III" TargetMode="External"/><Relationship Id="rId295" Type="http://schemas.openxmlformats.org/officeDocument/2006/relationships/hyperlink" Target="http://fr.wikipedia.org/wiki/Charles_II_de_France" TargetMode="External"/><Relationship Id="rId309" Type="http://schemas.openxmlformats.org/officeDocument/2006/relationships/hyperlink" Target="http://fr.wikipedia.org/wiki/Octobre" TargetMode="External"/><Relationship Id="rId516" Type="http://schemas.openxmlformats.org/officeDocument/2006/relationships/image" Target="media/image48.jpeg"/><Relationship Id="rId1146" Type="http://schemas.openxmlformats.org/officeDocument/2006/relationships/hyperlink" Target="http://fr.wikipedia.org/wiki/1877" TargetMode="External"/><Relationship Id="rId723" Type="http://schemas.openxmlformats.org/officeDocument/2006/relationships/hyperlink" Target="http://fr.wikipedia.org/wiki/19_mai" TargetMode="External"/><Relationship Id="rId930" Type="http://schemas.openxmlformats.org/officeDocument/2006/relationships/hyperlink" Target="http://fr.wikipedia.org/wiki/Anne_d%27Autriche_(1601-1666)" TargetMode="External"/><Relationship Id="rId1006" Type="http://schemas.openxmlformats.org/officeDocument/2006/relationships/hyperlink" Target="http://fr.wikipedia.org/wiki/Mai" TargetMode="External"/><Relationship Id="rId1353" Type="http://schemas.openxmlformats.org/officeDocument/2006/relationships/hyperlink" Target="http://fr.wikipedia.org/wiki/Monarchisme" TargetMode="External"/><Relationship Id="rId155" Type="http://schemas.openxmlformats.org/officeDocument/2006/relationships/hyperlink" Target="http://fr.wikipedia.org/wiki/673" TargetMode="External"/><Relationship Id="rId362" Type="http://schemas.openxmlformats.org/officeDocument/2006/relationships/image" Target="media/image38.jpeg"/><Relationship Id="rId1213" Type="http://schemas.openxmlformats.org/officeDocument/2006/relationships/hyperlink" Target="http://fr.wikipedia.org/wiki/Paul_Doumer" TargetMode="External"/><Relationship Id="rId1297" Type="http://schemas.openxmlformats.org/officeDocument/2006/relationships/hyperlink" Target="http://fr.wikipedia.org/wiki/Deuxi%C3%A8me_R%C3%A9publique_(France)" TargetMode="External"/><Relationship Id="rId1420" Type="http://schemas.openxmlformats.org/officeDocument/2006/relationships/image" Target="media/image92.jpeg"/><Relationship Id="rId1518" Type="http://schemas.openxmlformats.org/officeDocument/2006/relationships/hyperlink" Target="http://fr.wikipedia.org/wiki/Philippe_P%C3%A9tain" TargetMode="External"/><Relationship Id="rId222" Type="http://schemas.openxmlformats.org/officeDocument/2006/relationships/hyperlink" Target="http://fr.wikipedia.org/wiki/737" TargetMode="External"/><Relationship Id="rId667" Type="http://schemas.openxmlformats.org/officeDocument/2006/relationships/hyperlink" Target="http://fr.wikipedia.org/wiki/1317" TargetMode="External"/><Relationship Id="rId874" Type="http://schemas.openxmlformats.org/officeDocument/2006/relationships/hyperlink" Target="http://fr.wikipedia.org/wiki/Maison_cap%C3%A9tienne_de_Valois" TargetMode="External"/><Relationship Id="rId17" Type="http://schemas.openxmlformats.org/officeDocument/2006/relationships/image" Target="media/image3.jpeg"/><Relationship Id="rId527" Type="http://schemas.openxmlformats.org/officeDocument/2006/relationships/hyperlink" Target="http://fr.wikipedia.org/wiki/29_juillet" TargetMode="External"/><Relationship Id="rId734" Type="http://schemas.openxmlformats.org/officeDocument/2006/relationships/hyperlink" Target="http://fr.wikipedia.org/wiki/Septembre" TargetMode="External"/><Relationship Id="rId941" Type="http://schemas.openxmlformats.org/officeDocument/2006/relationships/hyperlink" Target="http://fr.wikipedia.org/wiki/Juin" TargetMode="External"/><Relationship Id="rId1157" Type="http://schemas.openxmlformats.org/officeDocument/2006/relationships/hyperlink" Target="http://fr.wikipedia.org/wiki/1807" TargetMode="External"/><Relationship Id="rId1364" Type="http://schemas.openxmlformats.org/officeDocument/2006/relationships/hyperlink" Target="http://fr.wikipedia.org/wiki/D%C3%A9cembre" TargetMode="External"/><Relationship Id="rId70" Type="http://schemas.openxmlformats.org/officeDocument/2006/relationships/hyperlink" Target="http://fr.wikipedia.org/wiki/575" TargetMode="External"/><Relationship Id="rId166" Type="http://schemas.openxmlformats.org/officeDocument/2006/relationships/hyperlink" Target="http://fr.wikipedia.org/wiki/Fichier:Portrait_Roi_de_france_Clovis_III_(sic).jpg" TargetMode="External"/><Relationship Id="rId373" Type="http://schemas.openxmlformats.org/officeDocument/2006/relationships/hyperlink" Target="http://fr.wikipedia.org/wiki/898" TargetMode="External"/><Relationship Id="rId580" Type="http://schemas.openxmlformats.org/officeDocument/2006/relationships/hyperlink" Target="http://fr.wikipedia.org/wiki/Dysenterie" TargetMode="External"/><Relationship Id="rId801" Type="http://schemas.openxmlformats.org/officeDocument/2006/relationships/hyperlink" Target="http://fr.wikipedia.org/wiki/1498" TargetMode="External"/><Relationship Id="rId1017" Type="http://schemas.openxmlformats.org/officeDocument/2006/relationships/hyperlink" Target="http://fr.wikipedia.org/wiki/Fichier:Louis_XVIII2.jpg" TargetMode="External"/><Relationship Id="rId1224" Type="http://schemas.openxmlformats.org/officeDocument/2006/relationships/hyperlink" Target="http://fr.wikipedia.org/wiki/1950" TargetMode="External"/><Relationship Id="rId1431" Type="http://schemas.openxmlformats.org/officeDocument/2006/relationships/hyperlink" Target="http://fr.wikipedia.org/wiki/Triple-Entente" TargetMode="External"/><Relationship Id="rId1" Type="http://schemas.openxmlformats.org/officeDocument/2006/relationships/numbering" Target="numbering.xml"/><Relationship Id="rId233" Type="http://schemas.openxmlformats.org/officeDocument/2006/relationships/hyperlink" Target="http://fr.wikipedia.org/wiki/P%C3%A9pin_le_Bref" TargetMode="External"/><Relationship Id="rId440" Type="http://schemas.openxmlformats.org/officeDocument/2006/relationships/hyperlink" Target="http://fr.wikipedia.org/wiki/10_septembre" TargetMode="External"/><Relationship Id="rId678" Type="http://schemas.openxmlformats.org/officeDocument/2006/relationships/hyperlink" Target="http://fr.wikipedia.org/wiki/Janvier" TargetMode="External"/><Relationship Id="rId885" Type="http://schemas.openxmlformats.org/officeDocument/2006/relationships/hyperlink" Target="http://fr.wikipedia.org/wiki/Jacques_Cl%C3%A9ment" TargetMode="External"/><Relationship Id="rId1070" Type="http://schemas.openxmlformats.org/officeDocument/2006/relationships/hyperlink" Target="http://fr.wikipedia.org/wiki/1824" TargetMode="External"/><Relationship Id="rId1529" Type="http://schemas.openxmlformats.org/officeDocument/2006/relationships/hyperlink" Target="http://fr.wikipedia.org/wiki/Constitution_du_27_octobre_1946" TargetMode="External"/><Relationship Id="rId28" Type="http://schemas.openxmlformats.org/officeDocument/2006/relationships/hyperlink" Target="http://fr.wikipedia.org/wiki/Clodomir" TargetMode="External"/><Relationship Id="rId300" Type="http://schemas.openxmlformats.org/officeDocument/2006/relationships/hyperlink" Target="http://fr.wikipedia.org/wiki/Trait%C3%A9_de_Verdun" TargetMode="External"/><Relationship Id="rId538" Type="http://schemas.openxmlformats.org/officeDocument/2006/relationships/hyperlink" Target="http://fr.wikipedia.org/wiki/1108" TargetMode="External"/><Relationship Id="rId745" Type="http://schemas.openxmlformats.org/officeDocument/2006/relationships/hyperlink" Target="http://fr.wikipedia.org/wiki/1461" TargetMode="External"/><Relationship Id="rId952" Type="http://schemas.openxmlformats.org/officeDocument/2006/relationships/image" Target="media/image76.jpeg"/><Relationship Id="rId1168" Type="http://schemas.openxmlformats.org/officeDocument/2006/relationships/hyperlink" Target="http://fr.wikipedia.org/wiki/Mod%C3%A9r%C3%A9s" TargetMode="External"/><Relationship Id="rId1375" Type="http://schemas.openxmlformats.org/officeDocument/2006/relationships/hyperlink" Target="http://fr.wikipedia.org/wiki/25_juin" TargetMode="External"/><Relationship Id="rId81" Type="http://schemas.openxmlformats.org/officeDocument/2006/relationships/image" Target="media/image13.jpeg"/><Relationship Id="rId177" Type="http://schemas.openxmlformats.org/officeDocument/2006/relationships/hyperlink" Target="http://fr.wikipedia.org/wiki/679" TargetMode="External"/><Relationship Id="rId384" Type="http://schemas.openxmlformats.org/officeDocument/2006/relationships/hyperlink" Target="http://fr.wikipedia.org/wiki/Reims" TargetMode="External"/><Relationship Id="rId591" Type="http://schemas.openxmlformats.org/officeDocument/2006/relationships/hyperlink" Target="http://fr.wikipedia.org/wiki/8_novembre" TargetMode="External"/><Relationship Id="rId605" Type="http://schemas.openxmlformats.org/officeDocument/2006/relationships/hyperlink" Target="http://fr.wikipedia.org/wiki/1285" TargetMode="External"/><Relationship Id="rId812" Type="http://schemas.openxmlformats.org/officeDocument/2006/relationships/hyperlink" Target="http://fr.wikipedia.org/wiki/1er_janvier" TargetMode="External"/><Relationship Id="rId1028" Type="http://schemas.openxmlformats.org/officeDocument/2006/relationships/hyperlink" Target="http://fr.wikipedia.org/wiki/Avril" TargetMode="External"/><Relationship Id="rId1235" Type="http://schemas.openxmlformats.org/officeDocument/2006/relationships/hyperlink" Target="http://fr.wikipedia.org/wiki/1958" TargetMode="External"/><Relationship Id="rId1442" Type="http://schemas.openxmlformats.org/officeDocument/2006/relationships/hyperlink" Target="http://fr.wikipedia.org/wiki/Alliance_d%C3%A9mocratique_(France)" TargetMode="External"/><Relationship Id="rId244" Type="http://schemas.openxmlformats.org/officeDocument/2006/relationships/hyperlink" Target="http://fr.wikipedia.org/wiki/751" TargetMode="External"/><Relationship Id="rId689" Type="http://schemas.openxmlformats.org/officeDocument/2006/relationships/hyperlink" Target="http://fr.wikipedia.org/wiki/Philippe_VI_de_France" TargetMode="External"/><Relationship Id="rId896" Type="http://schemas.openxmlformats.org/officeDocument/2006/relationships/hyperlink" Target="http://fr.wikipedia.org/wiki/Bourbons_(dynastie_fran%C3%A7aise)" TargetMode="External"/><Relationship Id="rId1081" Type="http://schemas.openxmlformats.org/officeDocument/2006/relationships/hyperlink" Target="http://fr.wikipedia.org/wiki/Louis_XIX" TargetMode="External"/><Relationship Id="rId1302" Type="http://schemas.openxmlformats.org/officeDocument/2006/relationships/hyperlink" Target="http://fr.wikipedia.org/wiki/Fran%C3%A7ois_Arago" TargetMode="External"/><Relationship Id="rId39" Type="http://schemas.openxmlformats.org/officeDocument/2006/relationships/image" Target="media/image7.jpeg"/><Relationship Id="rId451" Type="http://schemas.openxmlformats.org/officeDocument/2006/relationships/hyperlink" Target="http://fr.wikipedia.org/wiki/954" TargetMode="External"/><Relationship Id="rId549" Type="http://schemas.openxmlformats.org/officeDocument/2006/relationships/hyperlink" Target="http://fr.wikipedia.org/wiki/25_octobre" TargetMode="External"/><Relationship Id="rId756" Type="http://schemas.openxmlformats.org/officeDocument/2006/relationships/hyperlink" Target="http://fr.wikipedia.org/wiki/22_juillet" TargetMode="External"/><Relationship Id="rId1179" Type="http://schemas.openxmlformats.org/officeDocument/2006/relationships/hyperlink" Target="http://fr.wikipedia.org/wiki/1906" TargetMode="External"/><Relationship Id="rId1386" Type="http://schemas.openxmlformats.org/officeDocument/2006/relationships/hyperlink" Target="http://fr.wikipedia.org/wiki/27_juin" TargetMode="External"/><Relationship Id="rId104" Type="http://schemas.openxmlformats.org/officeDocument/2006/relationships/hyperlink" Target="http://fr.wikipedia.org/wiki/613" TargetMode="External"/><Relationship Id="rId188" Type="http://schemas.openxmlformats.org/officeDocument/2006/relationships/hyperlink" Target="http://fr.wikipedia.org/wiki/Childebert_IV" TargetMode="External"/><Relationship Id="rId311" Type="http://schemas.openxmlformats.org/officeDocument/2006/relationships/hyperlink" Target="http://fr.wikipedia.org/wiki/Fichier:Jean_Dassier_-_Louis_II._roy_de_France.jpg" TargetMode="External"/><Relationship Id="rId395" Type="http://schemas.openxmlformats.org/officeDocument/2006/relationships/hyperlink" Target="http://fr.wikipedia.org/wiki/7_octobre" TargetMode="External"/><Relationship Id="rId409" Type="http://schemas.openxmlformats.org/officeDocument/2006/relationships/hyperlink" Target="http://fr.wikipedia.org/wiki/Juin" TargetMode="External"/><Relationship Id="rId963" Type="http://schemas.openxmlformats.org/officeDocument/2006/relationships/hyperlink" Target="http://fr.wikipedia.org/wiki/Septic%C3%A9mie" TargetMode="External"/><Relationship Id="rId1039" Type="http://schemas.openxmlformats.org/officeDocument/2006/relationships/hyperlink" Target="http://fr.wikipedia.org/wiki/Tuileries" TargetMode="External"/><Relationship Id="rId1246" Type="http://schemas.openxmlformats.org/officeDocument/2006/relationships/hyperlink" Target="http://fr.wikipedia.org/wiki/1882" TargetMode="External"/><Relationship Id="rId92" Type="http://schemas.openxmlformats.org/officeDocument/2006/relationships/hyperlink" Target="http://fr.wikipedia.org/wiki/592" TargetMode="External"/><Relationship Id="rId616" Type="http://schemas.openxmlformats.org/officeDocument/2006/relationships/hyperlink" Target="http://fr.wikipedia.org/wiki/Fichier:Philippe_IV_le_Bel.jpg" TargetMode="External"/><Relationship Id="rId823" Type="http://schemas.openxmlformats.org/officeDocument/2006/relationships/image" Target="media/image69.jpeg"/><Relationship Id="rId1453" Type="http://schemas.openxmlformats.org/officeDocument/2006/relationships/hyperlink" Target="http://fr.wikipedia.org/wiki/1920" TargetMode="External"/><Relationship Id="rId255" Type="http://schemas.openxmlformats.org/officeDocument/2006/relationships/image" Target="media/image33.jpeg"/><Relationship Id="rId462" Type="http://schemas.openxmlformats.org/officeDocument/2006/relationships/hyperlink" Target="http://fr.wikipedia.org/wiki/8_juin" TargetMode="External"/><Relationship Id="rId1092" Type="http://schemas.openxmlformats.org/officeDocument/2006/relationships/hyperlink" Target="http://fr.wikipedia.org/wiki/Louis-Philippe_Ier" TargetMode="External"/><Relationship Id="rId1106" Type="http://schemas.openxmlformats.org/officeDocument/2006/relationships/hyperlink" Target="http://fr.wikipedia.org/wiki/Seconde_R%C3%A9publique_(France)" TargetMode="External"/><Relationship Id="rId1313" Type="http://schemas.openxmlformats.org/officeDocument/2006/relationships/hyperlink" Target="http://fr.wikipedia.org/wiki/1852" TargetMode="External"/><Relationship Id="rId1397" Type="http://schemas.openxmlformats.org/officeDocument/2006/relationships/hyperlink" Target="http://fr.wikipedia.org/wiki/Janvier" TargetMode="External"/><Relationship Id="rId1520" Type="http://schemas.openxmlformats.org/officeDocument/2006/relationships/hyperlink" Target="http://fr.wikipedia.org/wiki/Lib%C3%A9ration_de_Paris" TargetMode="External"/><Relationship Id="rId115" Type="http://schemas.openxmlformats.org/officeDocument/2006/relationships/hyperlink" Target="http://fr.wikipedia.org/wiki/613" TargetMode="External"/><Relationship Id="rId322" Type="http://schemas.openxmlformats.org/officeDocument/2006/relationships/hyperlink" Target="http://fr.wikipedia.org/wiki/Avril" TargetMode="External"/><Relationship Id="rId767" Type="http://schemas.openxmlformats.org/officeDocument/2006/relationships/hyperlink" Target="http://fr.wikipedia.org/wiki/1461" TargetMode="External"/><Relationship Id="rId974" Type="http://schemas.openxmlformats.org/officeDocument/2006/relationships/hyperlink" Target="http://fr.wikipedia.org/wiki/Mai" TargetMode="External"/><Relationship Id="rId199" Type="http://schemas.openxmlformats.org/officeDocument/2006/relationships/image" Target="media/image29.jpeg"/><Relationship Id="rId627" Type="http://schemas.openxmlformats.org/officeDocument/2006/relationships/hyperlink" Target="http://fr.wikipedia.org/wiki/Octobre" TargetMode="External"/><Relationship Id="rId834" Type="http://schemas.openxmlformats.org/officeDocument/2006/relationships/hyperlink" Target="http://fr.wikipedia.org/wiki/10_juillet" TargetMode="External"/><Relationship Id="rId1257" Type="http://schemas.openxmlformats.org/officeDocument/2006/relationships/hyperlink" Target="http://fr.wikipedia.org/wiki/Georges_Pompidou" TargetMode="External"/><Relationship Id="rId1464" Type="http://schemas.openxmlformats.org/officeDocument/2006/relationships/hyperlink" Target="http://fr.wikipedia.org/wiki/1920" TargetMode="External"/><Relationship Id="rId266" Type="http://schemas.openxmlformats.org/officeDocument/2006/relationships/hyperlink" Target="http://fr.wikipedia.org/wiki/25_d%C3%A9cembre" TargetMode="External"/><Relationship Id="rId473" Type="http://schemas.openxmlformats.org/officeDocument/2006/relationships/image" Target="media/image45.jpeg"/><Relationship Id="rId680" Type="http://schemas.openxmlformats.org/officeDocument/2006/relationships/hyperlink" Target="http://fr.wikipedia.org/wiki/21_f%C3%A9vrier" TargetMode="External"/><Relationship Id="rId901" Type="http://schemas.openxmlformats.org/officeDocument/2006/relationships/hyperlink" Target="http://fr.wikipedia.org/wiki/Protestantisme" TargetMode="External"/><Relationship Id="rId1117" Type="http://schemas.openxmlformats.org/officeDocument/2006/relationships/hyperlink" Target="http://fr.wikipedia.org/wiki/Coup_d%27%C3%89tat_du_2_d%C3%A9cembre_1851" TargetMode="External"/><Relationship Id="rId1324" Type="http://schemas.openxmlformats.org/officeDocument/2006/relationships/hyperlink" Target="http://fr.wikipedia.org/wiki/Guerre_franco-allemande_de_1870" TargetMode="External"/><Relationship Id="rId1531" Type="http://schemas.openxmlformats.org/officeDocument/2006/relationships/hyperlink" Target="http://fr.wikipedia.org/wiki/Vincent_Auriol" TargetMode="External"/><Relationship Id="rId30" Type="http://schemas.openxmlformats.org/officeDocument/2006/relationships/hyperlink" Target="http://fr.wikipedia.org/wiki/524" TargetMode="External"/><Relationship Id="rId126" Type="http://schemas.openxmlformats.org/officeDocument/2006/relationships/hyperlink" Target="http://fr.wikipedia.org/wiki/Fichier:Caribert_II_tiers_de_sou_d'or_(tr%C3%A9missis)-2.jpg" TargetMode="External"/><Relationship Id="rId333" Type="http://schemas.openxmlformats.org/officeDocument/2006/relationships/hyperlink" Target="http://fr.wikipedia.org/wiki/882" TargetMode="External"/><Relationship Id="rId540" Type="http://schemas.openxmlformats.org/officeDocument/2006/relationships/hyperlink" Target="http://fr.wikipedia.org/wiki/1er_ao%C3%BBt" TargetMode="External"/><Relationship Id="rId778" Type="http://schemas.openxmlformats.org/officeDocument/2006/relationships/hyperlink" Target="http://fr.wikipedia.org/wiki/1483" TargetMode="External"/><Relationship Id="rId985" Type="http://schemas.openxmlformats.org/officeDocument/2006/relationships/hyperlink" Target="http://fr.wikipedia.org/wiki/Ao%C3%BBt" TargetMode="External"/><Relationship Id="rId1170" Type="http://schemas.openxmlformats.org/officeDocument/2006/relationships/hyperlink" Target="http://fr.wikipedia.org/wiki/1907" TargetMode="External"/><Relationship Id="rId638" Type="http://schemas.openxmlformats.org/officeDocument/2006/relationships/hyperlink" Target="http://fr.wikipedia.org/wiki/1314" TargetMode="External"/><Relationship Id="rId845" Type="http://schemas.openxmlformats.org/officeDocument/2006/relationships/hyperlink" Target="http://fr.wikipedia.org/wiki/1559" TargetMode="External"/><Relationship Id="rId1030" Type="http://schemas.openxmlformats.org/officeDocument/2006/relationships/hyperlink" Target="http://fr.wikipedia.org/wiki/20_mars" TargetMode="External"/><Relationship Id="rId1268" Type="http://schemas.openxmlformats.org/officeDocument/2006/relationships/hyperlink" Target="http://fr.wikipedia.org/wiki/1926" TargetMode="External"/><Relationship Id="rId1475" Type="http://schemas.openxmlformats.org/officeDocument/2006/relationships/hyperlink" Target="http://fr.wikipedia.org/wiki/13_juin" TargetMode="External"/><Relationship Id="rId277" Type="http://schemas.openxmlformats.org/officeDocument/2006/relationships/hyperlink" Target="http://fr.wikipedia.org/wiki/840" TargetMode="External"/><Relationship Id="rId400" Type="http://schemas.openxmlformats.org/officeDocument/2006/relationships/hyperlink" Target="http://fr.wikipedia.org/wiki/Robert_Ier_de_France" TargetMode="External"/><Relationship Id="rId484" Type="http://schemas.openxmlformats.org/officeDocument/2006/relationships/hyperlink" Target="http://fr.wikipedia.org/wiki/Fichier:Sceau_de_Robert_II.jpg" TargetMode="External"/><Relationship Id="rId705" Type="http://schemas.openxmlformats.org/officeDocument/2006/relationships/hyperlink" Target="http://fr.wikipedia.org/wiki/Maison_cap%C3%A9tienne_de_Valois" TargetMode="External"/><Relationship Id="rId1128" Type="http://schemas.openxmlformats.org/officeDocument/2006/relationships/hyperlink" Target="http://fr.wikipedia.org/wiki/Deuxi%C3%A8me_R%C3%A9publique_(France)" TargetMode="External"/><Relationship Id="rId1335" Type="http://schemas.openxmlformats.org/officeDocument/2006/relationships/hyperlink" Target="http://fr.wikipedia.org/wiki/24_mai" TargetMode="External"/><Relationship Id="rId1542" Type="http://schemas.openxmlformats.org/officeDocument/2006/relationships/hyperlink" Target="http://fr.wikipedia.org/wiki/Guerre_d%27Indochine" TargetMode="External"/><Relationship Id="rId137" Type="http://schemas.openxmlformats.org/officeDocument/2006/relationships/image" Target="media/image20.jpeg"/><Relationship Id="rId344" Type="http://schemas.openxmlformats.org/officeDocument/2006/relationships/hyperlink" Target="http://fr.wikipedia.org/wiki/12_d%C3%A9cembre" TargetMode="External"/><Relationship Id="rId691" Type="http://schemas.openxmlformats.org/officeDocument/2006/relationships/hyperlink" Target="http://fr.wikipedia.org/wiki/1350" TargetMode="External"/><Relationship Id="rId789" Type="http://schemas.openxmlformats.org/officeDocument/2006/relationships/hyperlink" Target="http://fr.wikipedia.org/wiki/1498" TargetMode="External"/><Relationship Id="rId912" Type="http://schemas.openxmlformats.org/officeDocument/2006/relationships/hyperlink" Target="http://fr.wikipedia.org/wiki/1610" TargetMode="External"/><Relationship Id="rId996" Type="http://schemas.openxmlformats.org/officeDocument/2006/relationships/hyperlink" Target="http://fr.wikipedia.org/wiki/Fichier:Ingres,_Napoleon_on_his_Imperial_throne.jpg" TargetMode="External"/><Relationship Id="rId41" Type="http://schemas.openxmlformats.org/officeDocument/2006/relationships/hyperlink" Target="http://fr.wikipedia.org/wiki/534" TargetMode="External"/><Relationship Id="rId551" Type="http://schemas.openxmlformats.org/officeDocument/2006/relationships/hyperlink" Target="http://fr.wikipedia.org/wiki/1131" TargetMode="External"/><Relationship Id="rId649" Type="http://schemas.openxmlformats.org/officeDocument/2006/relationships/hyperlink" Target="http://fr.wikipedia.org/wiki/1316" TargetMode="External"/><Relationship Id="rId856" Type="http://schemas.openxmlformats.org/officeDocument/2006/relationships/hyperlink" Target="http://fr.wikipedia.org/wiki/1560" TargetMode="External"/><Relationship Id="rId1181" Type="http://schemas.openxmlformats.org/officeDocument/2006/relationships/hyperlink" Target="http://fr.wikipedia.org/wiki/1838" TargetMode="External"/><Relationship Id="rId1279" Type="http://schemas.openxmlformats.org/officeDocument/2006/relationships/hyperlink" Target="http://fr.wikipedia.org/wiki/Union_pour_un_mouvement_populaire" TargetMode="External"/><Relationship Id="rId1402" Type="http://schemas.openxmlformats.org/officeDocument/2006/relationships/hyperlink" Target="http://fr.wikipedia.org/wiki/Mod%C3%A9r%C3%A9s" TargetMode="External"/><Relationship Id="rId1486" Type="http://schemas.openxmlformats.org/officeDocument/2006/relationships/image" Target="media/image97.jpeg"/><Relationship Id="rId190" Type="http://schemas.openxmlformats.org/officeDocument/2006/relationships/hyperlink" Target="http://fr.wikipedia.org/wiki/711" TargetMode="External"/><Relationship Id="rId204" Type="http://schemas.openxmlformats.org/officeDocument/2006/relationships/hyperlink" Target="http://fr.wikipedia.org/wiki/721" TargetMode="External"/><Relationship Id="rId288" Type="http://schemas.openxmlformats.org/officeDocument/2006/relationships/hyperlink" Target="http://fr.wikipedia.org/wiki/833" TargetMode="External"/><Relationship Id="rId411" Type="http://schemas.openxmlformats.org/officeDocument/2006/relationships/hyperlink" Target="http://fr.wikipedia.org/w/index.php?title=Bataille_de_Soissons_(923)&amp;action=edit&amp;redlink=1" TargetMode="External"/><Relationship Id="rId509" Type="http://schemas.openxmlformats.org/officeDocument/2006/relationships/hyperlink" Target="http://fr.wikipedia.org/wiki/Juillet" TargetMode="External"/><Relationship Id="rId1041" Type="http://schemas.openxmlformats.org/officeDocument/2006/relationships/hyperlink" Target="http://fr.wikipedia.org/wiki/Bataille_de_Waterloo" TargetMode="External"/><Relationship Id="rId1139" Type="http://schemas.openxmlformats.org/officeDocument/2006/relationships/hyperlink" Target="http://fr.wikipedia.org/wiki/1870" TargetMode="External"/><Relationship Id="rId1346" Type="http://schemas.openxmlformats.org/officeDocument/2006/relationships/hyperlink" Target="http://fr.wikipedia.org/wiki/24_mai" TargetMode="External"/><Relationship Id="rId495" Type="http://schemas.openxmlformats.org/officeDocument/2006/relationships/hyperlink" Target="http://fr.wikipedia.org/wiki/996" TargetMode="External"/><Relationship Id="rId716" Type="http://schemas.openxmlformats.org/officeDocument/2006/relationships/hyperlink" Target="http://fr.wikipedia.org/wiki/Charles_V_de_France" TargetMode="External"/><Relationship Id="rId923" Type="http://schemas.openxmlformats.org/officeDocument/2006/relationships/hyperlink" Target="http://fr.wikipedia.org/wiki/1610" TargetMode="External"/><Relationship Id="rId1553" Type="http://schemas.openxmlformats.org/officeDocument/2006/relationships/hyperlink" Target="http://fr.wikipedia.org/wiki/Charles_de_Gaulle" TargetMode="External"/><Relationship Id="rId52" Type="http://schemas.openxmlformats.org/officeDocument/2006/relationships/hyperlink" Target="http://fr.wikipedia.org/wiki/Fichier:Portrait_Roi_de_france_Clotaire_Ier.jpg" TargetMode="External"/><Relationship Id="rId148" Type="http://schemas.openxmlformats.org/officeDocument/2006/relationships/hyperlink" Target="http://fr.wikipedia.org/wiki/657" TargetMode="External"/><Relationship Id="rId355" Type="http://schemas.openxmlformats.org/officeDocument/2006/relationships/hyperlink" Target="http://fr.wikipedia.org/wiki/Charles_III_de_France" TargetMode="External"/><Relationship Id="rId562" Type="http://schemas.openxmlformats.org/officeDocument/2006/relationships/hyperlink" Target="http://fr.wikipedia.org/wiki/1223" TargetMode="External"/><Relationship Id="rId1192" Type="http://schemas.openxmlformats.org/officeDocument/2006/relationships/hyperlink" Target="http://fr.wikipedia.org/wiki/Alliance_d%C3%A9mocratique_(France)" TargetMode="External"/><Relationship Id="rId1206" Type="http://schemas.openxmlformats.org/officeDocument/2006/relationships/hyperlink" Target="http://fr.wikipedia.org/wiki/1943" TargetMode="External"/><Relationship Id="rId1413" Type="http://schemas.openxmlformats.org/officeDocument/2006/relationships/hyperlink" Target="http://fr.wikipedia.org/wiki/1906" TargetMode="External"/><Relationship Id="rId215" Type="http://schemas.openxmlformats.org/officeDocument/2006/relationships/hyperlink" Target="http://fr.wikipedia.org/wiki/Fichier:Portrait_Roi_de_france_Thierri_II_(i.e._IV).jpg" TargetMode="External"/><Relationship Id="rId422" Type="http://schemas.openxmlformats.org/officeDocument/2006/relationships/hyperlink" Target="http://fr.wikipedia.org/wiki/13_juillet" TargetMode="External"/><Relationship Id="rId867" Type="http://schemas.openxmlformats.org/officeDocument/2006/relationships/hyperlink" Target="http://fr.wikipedia.org/wiki/Mai" TargetMode="External"/><Relationship Id="rId1052" Type="http://schemas.openxmlformats.org/officeDocument/2006/relationships/hyperlink" Target="http://fr.wikipedia.org/wiki/Avril" TargetMode="External"/><Relationship Id="rId1497" Type="http://schemas.openxmlformats.org/officeDocument/2006/relationships/hyperlink" Target="http://fr.wikipedia.org/wiki/Fichier:Albert_Lebrun_1937.jpg" TargetMode="External"/><Relationship Id="rId299" Type="http://schemas.openxmlformats.org/officeDocument/2006/relationships/hyperlink" Target="http://fr.wikipedia.org/wiki/Francie_occidentale" TargetMode="External"/><Relationship Id="rId727" Type="http://schemas.openxmlformats.org/officeDocument/2006/relationships/hyperlink" Target="http://fr.wikipedia.org/wiki/Fichier:Jean_de_Tillet_-_Charles_VI_-_Recueil_des_rois_de_France.jpg" TargetMode="External"/><Relationship Id="rId934" Type="http://schemas.openxmlformats.org/officeDocument/2006/relationships/hyperlink" Target="http://fr.wikipedia.org/wiki/1643" TargetMode="External"/><Relationship Id="rId1357" Type="http://schemas.openxmlformats.org/officeDocument/2006/relationships/hyperlink" Target="http://fr.wikipedia.org/wiki/Jules_Gr%C3%A9vy" TargetMode="External"/><Relationship Id="rId63" Type="http://schemas.openxmlformats.org/officeDocument/2006/relationships/hyperlink" Target="http://fr.wikipedia.org/wiki/Caribert_Ier" TargetMode="External"/><Relationship Id="rId159" Type="http://schemas.openxmlformats.org/officeDocument/2006/relationships/hyperlink" Target="http://fr.wikipedia.org/wiki/Thierry_III" TargetMode="External"/><Relationship Id="rId366" Type="http://schemas.openxmlformats.org/officeDocument/2006/relationships/hyperlink" Target="http://fr.wikipedia.org/wiki/Robertiens" TargetMode="External"/><Relationship Id="rId573" Type="http://schemas.openxmlformats.org/officeDocument/2006/relationships/hyperlink" Target="http://fr.wikipedia.org/wiki/1223" TargetMode="External"/><Relationship Id="rId780" Type="http://schemas.openxmlformats.org/officeDocument/2006/relationships/hyperlink" Target="http://fr.wikipedia.org/wiki/Maison_cap%C3%A9tienne_de_Valois" TargetMode="External"/><Relationship Id="rId1217" Type="http://schemas.openxmlformats.org/officeDocument/2006/relationships/hyperlink" Target="http://fr.wikipedia.org/wiki/1857" TargetMode="External"/><Relationship Id="rId1424" Type="http://schemas.openxmlformats.org/officeDocument/2006/relationships/hyperlink" Target="http://fr.wikipedia.org/wiki/18_f%C3%A9vrier" TargetMode="External"/><Relationship Id="rId226" Type="http://schemas.openxmlformats.org/officeDocument/2006/relationships/hyperlink" Target="http://fr.wikipedia.org/wiki/Child%C3%A9ric_III" TargetMode="External"/><Relationship Id="rId433" Type="http://schemas.openxmlformats.org/officeDocument/2006/relationships/hyperlink" Target="http://fr.wikipedia.org/wiki/936" TargetMode="External"/><Relationship Id="rId878" Type="http://schemas.openxmlformats.org/officeDocument/2006/relationships/hyperlink" Target="http://fr.wikipedia.org/wiki/1573" TargetMode="External"/><Relationship Id="rId1063" Type="http://schemas.openxmlformats.org/officeDocument/2006/relationships/hyperlink" Target="http://fr.wikipedia.org/wiki/1824" TargetMode="External"/><Relationship Id="rId1270" Type="http://schemas.openxmlformats.org/officeDocument/2006/relationships/hyperlink" Target="http://fr.wikipedia.org/wiki/1981" TargetMode="External"/><Relationship Id="rId640" Type="http://schemas.openxmlformats.org/officeDocument/2006/relationships/hyperlink" Target="http://fr.wikipedia.org/wiki/Cap%C3%A9tiens" TargetMode="External"/><Relationship Id="rId738" Type="http://schemas.openxmlformats.org/officeDocument/2006/relationships/hyperlink" Target="http://fr.wikipedia.org/wiki/21_octobre" TargetMode="External"/><Relationship Id="rId945" Type="http://schemas.openxmlformats.org/officeDocument/2006/relationships/hyperlink" Target="http://fr.wikipedia.org/wiki/Gangr%C3%A8ne" TargetMode="External"/><Relationship Id="rId1368" Type="http://schemas.openxmlformats.org/officeDocument/2006/relationships/hyperlink" Target="http://fr.wikipedia.org/wiki/Scandale_des_d%C3%A9corations" TargetMode="External"/><Relationship Id="rId74" Type="http://schemas.openxmlformats.org/officeDocument/2006/relationships/hyperlink" Target="http://fr.wikipedia.org/wiki/Chilp%C3%A9ric_Ier_(roi_des_Francs)" TargetMode="External"/><Relationship Id="rId377" Type="http://schemas.openxmlformats.org/officeDocument/2006/relationships/hyperlink" Target="http://fr.wikipedia.org/wiki/893" TargetMode="External"/><Relationship Id="rId500" Type="http://schemas.openxmlformats.org/officeDocument/2006/relationships/image" Target="media/image47.jpeg"/><Relationship Id="rId584" Type="http://schemas.openxmlformats.org/officeDocument/2006/relationships/hyperlink" Target="http://fr.wikipedia.org/wiki/Blanche_de_Castille" TargetMode="External"/><Relationship Id="rId805" Type="http://schemas.openxmlformats.org/officeDocument/2006/relationships/hyperlink" Target="http://fr.wikipedia.org/wiki/Louise_de_Savoie" TargetMode="External"/><Relationship Id="rId1130" Type="http://schemas.openxmlformats.org/officeDocument/2006/relationships/hyperlink" Target="http://fr.wikipedia.org/wiki/1852" TargetMode="External"/><Relationship Id="rId1228" Type="http://schemas.openxmlformats.org/officeDocument/2006/relationships/hyperlink" Target="http://fr.wikipedia.org/wiki/1944" TargetMode="External"/><Relationship Id="rId1435" Type="http://schemas.openxmlformats.org/officeDocument/2006/relationships/hyperlink" Target="http://fr.wikipedia.org/wiki/18_f%C3%A9vrier" TargetMode="External"/><Relationship Id="rId5" Type="http://schemas.openxmlformats.org/officeDocument/2006/relationships/hyperlink" Target="http://fr.wikipedia.org/wiki/M%C3%A9rovingiens" TargetMode="External"/><Relationship Id="rId237" Type="http://schemas.openxmlformats.org/officeDocument/2006/relationships/hyperlink" Target="http://fr.wikipedia.org/wiki/Maire_du_palais" TargetMode="External"/><Relationship Id="rId791" Type="http://schemas.openxmlformats.org/officeDocument/2006/relationships/image" Target="media/image67.jpeg"/><Relationship Id="rId889" Type="http://schemas.openxmlformats.org/officeDocument/2006/relationships/hyperlink" Target="http://fr.wikipedia.org/wiki/Bourbons_(dynastie_fran%C3%A7aise)" TargetMode="External"/><Relationship Id="rId1074" Type="http://schemas.openxmlformats.org/officeDocument/2006/relationships/hyperlink" Target="http://fr.wikipedia.org/wiki/Cath%C3%A9drale_Notre-Dame_de_Reims" TargetMode="External"/><Relationship Id="rId444" Type="http://schemas.openxmlformats.org/officeDocument/2006/relationships/image" Target="media/image43.jpeg"/><Relationship Id="rId651" Type="http://schemas.openxmlformats.org/officeDocument/2006/relationships/hyperlink" Target="http://fr.wikipedia.org/wiki/Fichier:John_I_of_France.jpg" TargetMode="External"/><Relationship Id="rId749" Type="http://schemas.openxmlformats.org/officeDocument/2006/relationships/hyperlink" Target="http://fr.wikipedia.org/wiki/1422" TargetMode="External"/><Relationship Id="rId1281" Type="http://schemas.openxmlformats.org/officeDocument/2006/relationships/hyperlink" Target="http://fr.wikipedia.org/wiki/Nicolas_Sarkozy" TargetMode="External"/><Relationship Id="rId1379" Type="http://schemas.openxmlformats.org/officeDocument/2006/relationships/hyperlink" Target="http://fr.wikipedia.org/wiki/Boulangisme" TargetMode="External"/><Relationship Id="rId1502" Type="http://schemas.openxmlformats.org/officeDocument/2006/relationships/hyperlink" Target="http://fr.wikipedia.org/wiki/11_juillet" TargetMode="External"/><Relationship Id="rId290" Type="http://schemas.openxmlformats.org/officeDocument/2006/relationships/hyperlink" Target="http://fr.wikipedia.org/wiki/20_juin" TargetMode="External"/><Relationship Id="rId304" Type="http://schemas.openxmlformats.org/officeDocument/2006/relationships/hyperlink" Target="http://fr.wikipedia.org/wiki/25_d%C3%A9cembre" TargetMode="External"/><Relationship Id="rId388" Type="http://schemas.openxmlformats.org/officeDocument/2006/relationships/hyperlink" Target="http://fr.wikipedia.org/wiki/1er_janvier" TargetMode="External"/><Relationship Id="rId511" Type="http://schemas.openxmlformats.org/officeDocument/2006/relationships/hyperlink" Target="http://fr.wikipedia.org/wiki/4_ao%C3%BBt" TargetMode="External"/><Relationship Id="rId609" Type="http://schemas.openxmlformats.org/officeDocument/2006/relationships/hyperlink" Target="http://fr.wikipedia.org/wiki/1270" TargetMode="External"/><Relationship Id="rId956" Type="http://schemas.openxmlformats.org/officeDocument/2006/relationships/hyperlink" Target="http://fr.wikipedia.org/wiki/Bourbons_(dynastie_fran%C3%A7aise)" TargetMode="External"/><Relationship Id="rId1141" Type="http://schemas.openxmlformats.org/officeDocument/2006/relationships/hyperlink" Target="http://fr.wikipedia.org/wiki/Adolphe_Thiers" TargetMode="External"/><Relationship Id="rId1239" Type="http://schemas.openxmlformats.org/officeDocument/2006/relationships/hyperlink" Target="http://fr.wikipedia.org/wiki/Section_fran%C3%A7aise_de_l%27Internationale_ouvri%C3%A8re" TargetMode="External"/><Relationship Id="rId85" Type="http://schemas.openxmlformats.org/officeDocument/2006/relationships/hyperlink" Target="http://fr.wikipedia.org/wiki/584" TargetMode="External"/><Relationship Id="rId150" Type="http://schemas.openxmlformats.org/officeDocument/2006/relationships/hyperlink" Target="http://fr.wikipedia.org/wiki/Fichier:Portrait_Roi_de_france_Child%C3%A9ric_II.jpg" TargetMode="External"/><Relationship Id="rId595" Type="http://schemas.openxmlformats.org/officeDocument/2006/relationships/hyperlink" Target="http://fr.wikipedia.org/wiki/Novembre" TargetMode="External"/><Relationship Id="rId816" Type="http://schemas.openxmlformats.org/officeDocument/2006/relationships/hyperlink" Target="http://fr.wikipedia.org/wiki/Janvier" TargetMode="External"/><Relationship Id="rId1001" Type="http://schemas.openxmlformats.org/officeDocument/2006/relationships/hyperlink" Target="http://fr.wikipedia.org/wiki/Bonaparte" TargetMode="External"/><Relationship Id="rId1446" Type="http://schemas.openxmlformats.org/officeDocument/2006/relationships/hyperlink" Target="http://fr.wikipedia.org/wiki/Fichier:Paul_Deschanel_02.jpg" TargetMode="External"/><Relationship Id="rId248" Type="http://schemas.openxmlformats.org/officeDocument/2006/relationships/hyperlink" Target="http://fr.wikipedia.org/wiki/Fichier:Carloman_I.jpg" TargetMode="External"/><Relationship Id="rId455" Type="http://schemas.openxmlformats.org/officeDocument/2006/relationships/hyperlink" Target="http://fr.wikipedia.org/wiki/986" TargetMode="External"/><Relationship Id="rId662" Type="http://schemas.openxmlformats.org/officeDocument/2006/relationships/hyperlink" Target="http://fr.wikipedia.org/wiki/19_novembre" TargetMode="External"/><Relationship Id="rId1085" Type="http://schemas.openxmlformats.org/officeDocument/2006/relationships/hyperlink" Target="http://fr.wikipedia.org/wiki/2_ao%C3%BBt" TargetMode="External"/><Relationship Id="rId1292" Type="http://schemas.openxmlformats.org/officeDocument/2006/relationships/hyperlink" Target="http://fr.wikipedia.org/wiki/Liste_des_pr%C3%A9sidents_de_la_R%C3%A9publique_fran%C3%A7aise" TargetMode="External"/><Relationship Id="rId1306" Type="http://schemas.openxmlformats.org/officeDocument/2006/relationships/hyperlink" Target="http://fr.wikipedia.org/wiki/Fichier:Napoleon-3.jpg" TargetMode="External"/><Relationship Id="rId1513" Type="http://schemas.openxmlformats.org/officeDocument/2006/relationships/hyperlink" Target="http://fr.wikipedia.org/wiki/Zone_occup%C3%A9e" TargetMode="External"/><Relationship Id="rId12" Type="http://schemas.openxmlformats.org/officeDocument/2006/relationships/image" Target="media/image2.jpeg"/><Relationship Id="rId108" Type="http://schemas.openxmlformats.org/officeDocument/2006/relationships/hyperlink" Target="http://fr.wikipedia.org/wiki/Fichier:Portrait_Clotaire_II_roy_de_France.jpg" TargetMode="External"/><Relationship Id="rId315" Type="http://schemas.openxmlformats.org/officeDocument/2006/relationships/hyperlink" Target="http://fr.wikipedia.org/wiki/879" TargetMode="External"/><Relationship Id="rId522" Type="http://schemas.openxmlformats.org/officeDocument/2006/relationships/hyperlink" Target="http://fr.wikipedia.org/wiki/Mai" TargetMode="External"/><Relationship Id="rId967" Type="http://schemas.openxmlformats.org/officeDocument/2006/relationships/hyperlink" Target="http://fr.wikipedia.org/wiki/Fichier:Louis_xvi.jpg" TargetMode="External"/><Relationship Id="rId1152" Type="http://schemas.openxmlformats.org/officeDocument/2006/relationships/hyperlink" Target="http://fr.wikipedia.org/wiki/1893" TargetMode="External"/><Relationship Id="rId96" Type="http://schemas.openxmlformats.org/officeDocument/2006/relationships/hyperlink" Target="http://fr.wikipedia.org/wiki/595" TargetMode="External"/><Relationship Id="rId161" Type="http://schemas.openxmlformats.org/officeDocument/2006/relationships/hyperlink" Target="http://fr.wikipedia.org/wiki/675" TargetMode="External"/><Relationship Id="rId399" Type="http://schemas.openxmlformats.org/officeDocument/2006/relationships/image" Target="media/image40.jpeg"/><Relationship Id="rId827" Type="http://schemas.openxmlformats.org/officeDocument/2006/relationships/hyperlink" Target="http://fr.wikipedia.org/wiki/Maison_cap%C3%A9tienne_de_Valois" TargetMode="External"/><Relationship Id="rId1012" Type="http://schemas.openxmlformats.org/officeDocument/2006/relationships/hyperlink" Target="http://fr.wikipedia.org/wiki/Avril" TargetMode="External"/><Relationship Id="rId1457" Type="http://schemas.openxmlformats.org/officeDocument/2006/relationships/hyperlink" Target="http://fr.wikipedia.org/wiki/Georges_Clemenceau" TargetMode="External"/><Relationship Id="rId259" Type="http://schemas.openxmlformats.org/officeDocument/2006/relationships/hyperlink" Target="http://fr.wikipedia.org/wiki/Carolingiens" TargetMode="External"/><Relationship Id="rId466" Type="http://schemas.openxmlformats.org/officeDocument/2006/relationships/hyperlink" Target="http://fr.wikipedia.org/wiki/Mars_(mois)" TargetMode="External"/><Relationship Id="rId673" Type="http://schemas.openxmlformats.org/officeDocument/2006/relationships/hyperlink" Target="http://fr.wikipedia.org/wiki/Charles_IV_de_France" TargetMode="External"/><Relationship Id="rId880" Type="http://schemas.openxmlformats.org/officeDocument/2006/relationships/hyperlink" Target="http://fr.wikipedia.org/wiki/Mai" TargetMode="External"/><Relationship Id="rId1096" Type="http://schemas.openxmlformats.org/officeDocument/2006/relationships/hyperlink" Target="http://fr.wikipedia.org/wiki/Louis_XIII" TargetMode="External"/><Relationship Id="rId1317" Type="http://schemas.openxmlformats.org/officeDocument/2006/relationships/hyperlink" Target="http://fr.wikipedia.org/wiki/%C3%89lection_pr%C3%A9sidentielle_fran%C3%A7aise_de_1848" TargetMode="External"/><Relationship Id="rId1524" Type="http://schemas.openxmlformats.org/officeDocument/2006/relationships/hyperlink" Target="http://fr.wikipedia.org/wiki/France_libre" TargetMode="External"/><Relationship Id="rId23" Type="http://schemas.openxmlformats.org/officeDocument/2006/relationships/hyperlink" Target="http://fr.wikipedia.org/wiki/Clovis_Ier" TargetMode="External"/><Relationship Id="rId119" Type="http://schemas.openxmlformats.org/officeDocument/2006/relationships/hyperlink" Target="http://fr.wikipedia.org/wiki/Dagobert_Ier" TargetMode="External"/><Relationship Id="rId326" Type="http://schemas.openxmlformats.org/officeDocument/2006/relationships/hyperlink" Target="http://fr.wikipedia.org/wiki/882" TargetMode="External"/><Relationship Id="rId533" Type="http://schemas.openxmlformats.org/officeDocument/2006/relationships/hyperlink" Target="http://fr.wikipedia.org/wiki/1108" TargetMode="External"/><Relationship Id="rId978" Type="http://schemas.openxmlformats.org/officeDocument/2006/relationships/hyperlink" Target="http://fr.wikipedia.org/wiki/1775" TargetMode="External"/><Relationship Id="rId1163" Type="http://schemas.openxmlformats.org/officeDocument/2006/relationships/hyperlink" Target="http://fr.wikipedia.org/wiki/1837" TargetMode="External"/><Relationship Id="rId1370" Type="http://schemas.openxmlformats.org/officeDocument/2006/relationships/hyperlink" Target="http://fr.wikipedia.org/wiki/Fichier:Marie_Francois_Sadi_Carnot.jpg" TargetMode="External"/><Relationship Id="rId740" Type="http://schemas.openxmlformats.org/officeDocument/2006/relationships/hyperlink" Target="http://fr.wikipedia.org/wiki/1422" TargetMode="External"/><Relationship Id="rId838" Type="http://schemas.openxmlformats.org/officeDocument/2006/relationships/image" Target="media/image70.jpeg"/><Relationship Id="rId1023" Type="http://schemas.openxmlformats.org/officeDocument/2006/relationships/hyperlink" Target="http://fr.wikipedia.org/wiki/Louis_XVII" TargetMode="External"/><Relationship Id="rId1468" Type="http://schemas.openxmlformats.org/officeDocument/2006/relationships/hyperlink" Target="http://fr.wikipedia.org/wiki/Sans_%C3%A9tiquette" TargetMode="External"/><Relationship Id="rId172" Type="http://schemas.openxmlformats.org/officeDocument/2006/relationships/hyperlink" Target="http://fr.wikipedia.org/wiki/Ebro%C3%AFn" TargetMode="External"/><Relationship Id="rId477" Type="http://schemas.openxmlformats.org/officeDocument/2006/relationships/hyperlink" Target="http://fr.wikipedia.org/wiki/Cap%C3%A9tiens" TargetMode="External"/><Relationship Id="rId600" Type="http://schemas.openxmlformats.org/officeDocument/2006/relationships/hyperlink" Target="http://fr.wikipedia.org/wiki/1270" TargetMode="External"/><Relationship Id="rId684" Type="http://schemas.openxmlformats.org/officeDocument/2006/relationships/hyperlink" Target="http://fr.wikipedia.org/wiki/Succession_de_Charles_IV_de_France" TargetMode="External"/><Relationship Id="rId1230" Type="http://schemas.openxmlformats.org/officeDocument/2006/relationships/hyperlink" Target="http://fr.wikipedia.org/wiki/1944" TargetMode="External"/><Relationship Id="rId1328" Type="http://schemas.openxmlformats.org/officeDocument/2006/relationships/hyperlink" Target="http://fr.wikipedia.org/wiki/1871" TargetMode="External"/><Relationship Id="rId1535" Type="http://schemas.openxmlformats.org/officeDocument/2006/relationships/hyperlink" Target="http://fr.wikipedia.org/wiki/Janvier" TargetMode="External"/><Relationship Id="rId337" Type="http://schemas.openxmlformats.org/officeDocument/2006/relationships/hyperlink" Target="http://fr.wikipedia.org/wiki/Carolingiens" TargetMode="External"/><Relationship Id="rId891" Type="http://schemas.openxmlformats.org/officeDocument/2006/relationships/hyperlink" Target="http://fr.wikipedia.org/wiki/Fichier:HenriIV.jpg" TargetMode="External"/><Relationship Id="rId905" Type="http://schemas.openxmlformats.org/officeDocument/2006/relationships/hyperlink" Target="http://fr.wikipedia.org/wiki/Cath%C3%A9drale_de_Chartres" TargetMode="External"/><Relationship Id="rId989" Type="http://schemas.openxmlformats.org/officeDocument/2006/relationships/hyperlink" Target="http://fr.wikipedia.org/wiki/Proc%C3%A8s_de_Louis_XVI" TargetMode="External"/><Relationship Id="rId34" Type="http://schemas.openxmlformats.org/officeDocument/2006/relationships/image" Target="media/image6.jpeg"/><Relationship Id="rId544" Type="http://schemas.openxmlformats.org/officeDocument/2006/relationships/image" Target="media/image50.jpeg"/><Relationship Id="rId751" Type="http://schemas.openxmlformats.org/officeDocument/2006/relationships/hyperlink" Target="http://fr.wikipedia.org/wiki/Henri_V_d%27Angleterre" TargetMode="External"/><Relationship Id="rId849" Type="http://schemas.openxmlformats.org/officeDocument/2006/relationships/hyperlink" Target="http://fr.wikipedia.org/wiki/5_d%C3%A9cembre" TargetMode="External"/><Relationship Id="rId1174" Type="http://schemas.openxmlformats.org/officeDocument/2006/relationships/hyperlink" Target="http://fr.wikipedia.org/wiki/Mod%C3%A9r%C3%A9s" TargetMode="External"/><Relationship Id="rId1381" Type="http://schemas.openxmlformats.org/officeDocument/2006/relationships/hyperlink" Target="http://fr.wikipedia.org/wiki/Russie" TargetMode="External"/><Relationship Id="rId1479" Type="http://schemas.openxmlformats.org/officeDocument/2006/relationships/hyperlink" Target="http://fr.wikipedia.org/wiki/Juin" TargetMode="External"/><Relationship Id="rId183" Type="http://schemas.openxmlformats.org/officeDocument/2006/relationships/hyperlink" Target="http://fr.wikipedia.org/wiki/691" TargetMode="External"/><Relationship Id="rId390" Type="http://schemas.openxmlformats.org/officeDocument/2006/relationships/hyperlink" Target="http://fr.wikipedia.org/wiki/898" TargetMode="External"/><Relationship Id="rId404" Type="http://schemas.openxmlformats.org/officeDocument/2006/relationships/hyperlink" Target="http://fr.wikipedia.org/wiki/Eudes_Ier_de_France" TargetMode="External"/><Relationship Id="rId611" Type="http://schemas.openxmlformats.org/officeDocument/2006/relationships/hyperlink" Target="http://fr.wikipedia.org/wiki/Ao%C3%BBt" TargetMode="External"/><Relationship Id="rId1034" Type="http://schemas.openxmlformats.org/officeDocument/2006/relationships/hyperlink" Target="http://fr.wikipedia.org/wiki/Cent-Jours" TargetMode="External"/><Relationship Id="rId1241" Type="http://schemas.openxmlformats.org/officeDocument/2006/relationships/hyperlink" Target="http://fr.wikipedia.org/wiki/1966" TargetMode="External"/><Relationship Id="rId1339" Type="http://schemas.openxmlformats.org/officeDocument/2006/relationships/hyperlink" Target="http://fr.wikipedia.org/wiki/Mod%C3%A9r%C3%A9s" TargetMode="External"/><Relationship Id="rId250" Type="http://schemas.openxmlformats.org/officeDocument/2006/relationships/hyperlink" Target="http://fr.wikipedia.org/wiki/Carloman_Ier" TargetMode="External"/><Relationship Id="rId488" Type="http://schemas.openxmlformats.org/officeDocument/2006/relationships/hyperlink" Target="http://fr.wikipedia.org/wiki/1031" TargetMode="External"/><Relationship Id="rId695" Type="http://schemas.openxmlformats.org/officeDocument/2006/relationships/hyperlink" Target="http://fr.wikipedia.org/wiki/1328" TargetMode="External"/><Relationship Id="rId709" Type="http://schemas.openxmlformats.org/officeDocument/2006/relationships/hyperlink" Target="http://fr.wikipedia.org/wiki/26_septembre" TargetMode="External"/><Relationship Id="rId916" Type="http://schemas.openxmlformats.org/officeDocument/2006/relationships/hyperlink" Target="http://fr.wikipedia.org/wiki/Louis_XIII_de_France" TargetMode="External"/><Relationship Id="rId1101" Type="http://schemas.openxmlformats.org/officeDocument/2006/relationships/hyperlink" Target="http://fr.wikipedia.org/wiki/R%C3%A9volution_fran%C3%A7aise_de_1848" TargetMode="External"/><Relationship Id="rId1546" Type="http://schemas.openxmlformats.org/officeDocument/2006/relationships/hyperlink" Target="http://fr.wikipedia.org/wiki/16_janvier" TargetMode="External"/><Relationship Id="rId45" Type="http://schemas.openxmlformats.org/officeDocument/2006/relationships/hyperlink" Target="http://fr.wikipedia.org/wiki/548" TargetMode="External"/><Relationship Id="rId110" Type="http://schemas.openxmlformats.org/officeDocument/2006/relationships/hyperlink" Target="http://fr.wikipedia.org/wiki/Clotaire_II" TargetMode="External"/><Relationship Id="rId348" Type="http://schemas.openxmlformats.org/officeDocument/2006/relationships/image" Target="media/image37.jpeg"/><Relationship Id="rId555" Type="http://schemas.openxmlformats.org/officeDocument/2006/relationships/hyperlink" Target="http://fr.wikipedia.org/wiki/18_septembre" TargetMode="External"/><Relationship Id="rId762" Type="http://schemas.openxmlformats.org/officeDocument/2006/relationships/hyperlink" Target="http://fr.wikipedia.org/wiki/1461" TargetMode="External"/><Relationship Id="rId1185" Type="http://schemas.openxmlformats.org/officeDocument/2006/relationships/hyperlink" Target="http://fr.wikipedia.org/wiki/1913" TargetMode="External"/><Relationship Id="rId1392" Type="http://schemas.openxmlformats.org/officeDocument/2006/relationships/hyperlink" Target="http://fr.wikipedia.org/wiki/Mod%C3%A9r%C3%A9s" TargetMode="External"/><Relationship Id="rId1406" Type="http://schemas.openxmlformats.org/officeDocument/2006/relationships/hyperlink" Target="http://fr.wikipedia.org/wiki/Fichier:Emile_Loubet.jpg" TargetMode="External"/><Relationship Id="rId194" Type="http://schemas.openxmlformats.org/officeDocument/2006/relationships/hyperlink" Target="http://fr.wikipedia.org/wiki/Dagobert_III" TargetMode="External"/><Relationship Id="rId208" Type="http://schemas.openxmlformats.org/officeDocument/2006/relationships/hyperlink" Target="http://fr.wikipedia.org/wiki/Clotaire_IV" TargetMode="External"/><Relationship Id="rId415" Type="http://schemas.openxmlformats.org/officeDocument/2006/relationships/hyperlink" Target="http://fr.wikipedia.org/wiki/Fichier:Raoul_Ier.jpg" TargetMode="External"/><Relationship Id="rId622" Type="http://schemas.openxmlformats.org/officeDocument/2006/relationships/hyperlink" Target="http://fr.wikipedia.org/wiki/Jeanne_Ire_de_Navarre" TargetMode="External"/><Relationship Id="rId1045" Type="http://schemas.openxmlformats.org/officeDocument/2006/relationships/hyperlink" Target="http://fr.wikipedia.org/wiki/Fichier:80_Napoleon_II.jpg" TargetMode="External"/><Relationship Id="rId1252" Type="http://schemas.openxmlformats.org/officeDocument/2006/relationships/hyperlink" Target="http://fr.wikipedia.org/wiki/1969" TargetMode="External"/><Relationship Id="rId261" Type="http://schemas.openxmlformats.org/officeDocument/2006/relationships/hyperlink" Target="http://fr.wikipedia.org/wiki/Carloman_Ier" TargetMode="External"/><Relationship Id="rId499" Type="http://schemas.openxmlformats.org/officeDocument/2006/relationships/hyperlink" Target="http://fr.wikipedia.org/wiki/Fichier:Henri_I.jpg" TargetMode="External"/><Relationship Id="rId927" Type="http://schemas.openxmlformats.org/officeDocument/2006/relationships/hyperlink" Target="http://fr.wikipedia.org/wiki/1643" TargetMode="External"/><Relationship Id="rId1112" Type="http://schemas.openxmlformats.org/officeDocument/2006/relationships/hyperlink" Target="http://fr.wikipedia.org/wiki/1852" TargetMode="External"/><Relationship Id="rId56" Type="http://schemas.openxmlformats.org/officeDocument/2006/relationships/hyperlink" Target="http://fr.wikipedia.org/wiki/561" TargetMode="External"/><Relationship Id="rId359" Type="http://schemas.openxmlformats.org/officeDocument/2006/relationships/hyperlink" Target="http://fr.wikipedia.org/wiki/Janvier" TargetMode="External"/><Relationship Id="rId566" Type="http://schemas.openxmlformats.org/officeDocument/2006/relationships/hyperlink" Target="http://fr.wikipedia.org/wiki/1179" TargetMode="External"/><Relationship Id="rId773" Type="http://schemas.openxmlformats.org/officeDocument/2006/relationships/hyperlink" Target="http://fr.wikipedia.org/wiki/1483" TargetMode="External"/><Relationship Id="rId1196" Type="http://schemas.openxmlformats.org/officeDocument/2006/relationships/hyperlink" Target="http://fr.wikipedia.org/wiki/1920" TargetMode="External"/><Relationship Id="rId1417" Type="http://schemas.openxmlformats.org/officeDocument/2006/relationships/hyperlink" Target="http://fr.wikipedia.org/wiki/H%C3%B4tel_Matignon" TargetMode="External"/><Relationship Id="rId121" Type="http://schemas.openxmlformats.org/officeDocument/2006/relationships/hyperlink" Target="http://fr.wikipedia.org/wiki/632" TargetMode="External"/><Relationship Id="rId219" Type="http://schemas.openxmlformats.org/officeDocument/2006/relationships/hyperlink" Target="http://fr.wikipedia.org/wiki/Dagobert_III" TargetMode="External"/><Relationship Id="rId426" Type="http://schemas.openxmlformats.org/officeDocument/2006/relationships/hyperlink" Target="http://fr.wikipedia.org/wiki/P%C3%A9diculose_corporelle" TargetMode="External"/><Relationship Id="rId633" Type="http://schemas.openxmlformats.org/officeDocument/2006/relationships/hyperlink" Target="http://fr.wikipedia.org/wiki/Novembre" TargetMode="External"/><Relationship Id="rId980" Type="http://schemas.openxmlformats.org/officeDocument/2006/relationships/hyperlink" Target="http://fr.wikipedia.org/wiki/Octobre_1789" TargetMode="External"/><Relationship Id="rId1056" Type="http://schemas.openxmlformats.org/officeDocument/2006/relationships/hyperlink" Target="http://fr.wikipedia.org/wiki/Juillet" TargetMode="External"/><Relationship Id="rId1263" Type="http://schemas.openxmlformats.org/officeDocument/2006/relationships/hyperlink" Target="http://fr.wikipedia.org/wiki/Val%C3%A9ry_Giscard_d%27Estaing" TargetMode="External"/><Relationship Id="rId840" Type="http://schemas.openxmlformats.org/officeDocument/2006/relationships/hyperlink" Target="http://fr.wikipedia.org/wiki/1559" TargetMode="External"/><Relationship Id="rId938" Type="http://schemas.openxmlformats.org/officeDocument/2006/relationships/hyperlink" Target="http://fr.wikipedia.org/wiki/Mai" TargetMode="External"/><Relationship Id="rId1470" Type="http://schemas.openxmlformats.org/officeDocument/2006/relationships/hyperlink" Target="http://fr.wikipedia.org/wiki/Cartel_des_gauches" TargetMode="External"/><Relationship Id="rId67" Type="http://schemas.openxmlformats.org/officeDocument/2006/relationships/image" Target="media/image11.jpeg"/><Relationship Id="rId272" Type="http://schemas.openxmlformats.org/officeDocument/2006/relationships/hyperlink" Target="http://fr.wikipedia.org/wiki/814" TargetMode="External"/><Relationship Id="rId577" Type="http://schemas.openxmlformats.org/officeDocument/2006/relationships/hyperlink" Target="http://fr.wikipedia.org/wiki/Juillet" TargetMode="External"/><Relationship Id="rId700" Type="http://schemas.openxmlformats.org/officeDocument/2006/relationships/hyperlink" Target="http://fr.wikipedia.org/wiki/Fichier:JeanIIdFrance.jpg" TargetMode="External"/><Relationship Id="rId1123" Type="http://schemas.openxmlformats.org/officeDocument/2006/relationships/hyperlink" Target="http://fr.wikipedia.org/wiki/Septembre" TargetMode="External"/><Relationship Id="rId1330" Type="http://schemas.openxmlformats.org/officeDocument/2006/relationships/hyperlink" Target="http://fr.wikipedia.org/wiki/Fichier:Louis_adolphe_thiers.jpg" TargetMode="External"/><Relationship Id="rId1428" Type="http://schemas.openxmlformats.org/officeDocument/2006/relationships/hyperlink" Target="http://fr.wikipedia.org/wiki/Alliance_d%C3%A9mocratique_(France)" TargetMode="External"/><Relationship Id="rId132" Type="http://schemas.openxmlformats.org/officeDocument/2006/relationships/image" Target="media/image19.jpeg"/><Relationship Id="rId784" Type="http://schemas.openxmlformats.org/officeDocument/2006/relationships/hyperlink" Target="http://fr.wikipedia.org/wiki/30_mai" TargetMode="External"/><Relationship Id="rId991" Type="http://schemas.openxmlformats.org/officeDocument/2006/relationships/hyperlink" Target="http://fr.wikipedia.org/wiki/Janvier" TargetMode="External"/><Relationship Id="rId1067" Type="http://schemas.openxmlformats.org/officeDocument/2006/relationships/hyperlink" Target="http://fr.wikipedia.org/wiki/Fichier:Fran%C3%A7ois_Pascal_Simon_G%C3%A9rard_006.JPG" TargetMode="External"/><Relationship Id="rId437" Type="http://schemas.openxmlformats.org/officeDocument/2006/relationships/hyperlink" Target="http://fr.wikipedia.org/wiki/Hugues_le_Grand_(Robertien)" TargetMode="External"/><Relationship Id="rId644" Type="http://schemas.openxmlformats.org/officeDocument/2006/relationships/hyperlink" Target="http://fr.wikipedia.org/wiki/24_ao%C3%BBt" TargetMode="External"/><Relationship Id="rId851" Type="http://schemas.openxmlformats.org/officeDocument/2006/relationships/hyperlink" Target="http://fr.wikipedia.org/wiki/1560" TargetMode="External"/><Relationship Id="rId1274" Type="http://schemas.openxmlformats.org/officeDocument/2006/relationships/hyperlink" Target="http://fr.wikipedia.org/wiki/1996" TargetMode="External"/><Relationship Id="rId1481" Type="http://schemas.openxmlformats.org/officeDocument/2006/relationships/hyperlink" Target="http://fr.wikipedia.org/wiki/Parti_r%C3%A9publicain,_radical_et_radical-socialiste" TargetMode="External"/><Relationship Id="rId283" Type="http://schemas.openxmlformats.org/officeDocument/2006/relationships/hyperlink" Target="http://fr.wikipedia.org/wiki/%C3%89tienne_IV" TargetMode="External"/><Relationship Id="rId490" Type="http://schemas.openxmlformats.org/officeDocument/2006/relationships/hyperlink" Target="http://fr.wikipedia.org/wiki/25_d%C3%A9cembre" TargetMode="External"/><Relationship Id="rId504" Type="http://schemas.openxmlformats.org/officeDocument/2006/relationships/hyperlink" Target="http://fr.wikipedia.org/wiki/Cap%C3%A9tiens" TargetMode="External"/><Relationship Id="rId711" Type="http://schemas.openxmlformats.org/officeDocument/2006/relationships/hyperlink" Target="http://fr.wikipedia.org/wiki/8_avril" TargetMode="External"/><Relationship Id="rId949" Type="http://schemas.openxmlformats.org/officeDocument/2006/relationships/hyperlink" Target="http://fr.wikipedia.org/wiki/R%C3%A9gence_(1715-1723)" TargetMode="External"/><Relationship Id="rId1134" Type="http://schemas.openxmlformats.org/officeDocument/2006/relationships/hyperlink" Target="http://fr.wikipedia.org/wiki/Bonapartisme" TargetMode="External"/><Relationship Id="rId1341" Type="http://schemas.openxmlformats.org/officeDocument/2006/relationships/hyperlink" Target="http://fr.wikipedia.org/wiki/Loi_Rivet" TargetMode="External"/><Relationship Id="rId78" Type="http://schemas.openxmlformats.org/officeDocument/2006/relationships/hyperlink" Target="http://fr.wikipedia.org/wiki/584" TargetMode="External"/><Relationship Id="rId143" Type="http://schemas.openxmlformats.org/officeDocument/2006/relationships/hyperlink" Target="http://fr.wikipedia.org/wiki/656" TargetMode="External"/><Relationship Id="rId350" Type="http://schemas.openxmlformats.org/officeDocument/2006/relationships/hyperlink" Target="http://fr.wikipedia.org/wiki/884" TargetMode="External"/><Relationship Id="rId588" Type="http://schemas.openxmlformats.org/officeDocument/2006/relationships/hyperlink" Target="http://fr.wikipedia.org/wiki/1226" TargetMode="External"/><Relationship Id="rId795" Type="http://schemas.openxmlformats.org/officeDocument/2006/relationships/hyperlink" Target="http://fr.wikipedia.org/wiki/Maison_cap%C3%A9tienne_de_Valois" TargetMode="External"/><Relationship Id="rId809" Type="http://schemas.openxmlformats.org/officeDocument/2006/relationships/hyperlink" Target="http://fr.wikipedia.org/wiki/1515" TargetMode="External"/><Relationship Id="rId1201" Type="http://schemas.openxmlformats.org/officeDocument/2006/relationships/hyperlink" Target="http://fr.wikipedia.org/wiki/Alexandre_Millerand" TargetMode="External"/><Relationship Id="rId1439" Type="http://schemas.openxmlformats.org/officeDocument/2006/relationships/hyperlink" Target="http://fr.wikipedia.org/wiki/F%C3%A9vrier" TargetMode="External"/><Relationship Id="rId9" Type="http://schemas.openxmlformats.org/officeDocument/2006/relationships/hyperlink" Target="http://fr.wikipedia.org/wiki/428" TargetMode="External"/><Relationship Id="rId210" Type="http://schemas.openxmlformats.org/officeDocument/2006/relationships/hyperlink" Target="http://fr.wikipedia.org/wiki/719" TargetMode="External"/><Relationship Id="rId448" Type="http://schemas.openxmlformats.org/officeDocument/2006/relationships/hyperlink" Target="http://fr.wikipedia.org/wiki/Carolingiens" TargetMode="External"/><Relationship Id="rId655" Type="http://schemas.openxmlformats.org/officeDocument/2006/relationships/hyperlink" Target="http://fr.wikipedia.org/wiki/Cap%C3%A9tiens" TargetMode="External"/><Relationship Id="rId862" Type="http://schemas.openxmlformats.org/officeDocument/2006/relationships/hyperlink" Target="http://fr.wikipedia.org/wiki/15_mai" TargetMode="External"/><Relationship Id="rId1078" Type="http://schemas.openxmlformats.org/officeDocument/2006/relationships/hyperlink" Target="http://fr.wikipedia.org/wiki/2_ao%C3%BBt" TargetMode="External"/><Relationship Id="rId1285" Type="http://schemas.openxmlformats.org/officeDocument/2006/relationships/hyperlink" Target="javascript:toggleToc()" TargetMode="External"/><Relationship Id="rId1492" Type="http://schemas.openxmlformats.org/officeDocument/2006/relationships/hyperlink" Target="http://fr.wikipedia.org/wiki/1932" TargetMode="External"/><Relationship Id="rId1506" Type="http://schemas.openxmlformats.org/officeDocument/2006/relationships/hyperlink" Target="http://fr.wikipedia.org/wiki/%C3%89lections_pr%C3%A9sidentielles_sous_la_Troisi%C3%A8me_R%C3%A9publique" TargetMode="External"/><Relationship Id="rId294" Type="http://schemas.openxmlformats.org/officeDocument/2006/relationships/image" Target="media/image35.jpeg"/><Relationship Id="rId308" Type="http://schemas.openxmlformats.org/officeDocument/2006/relationships/hyperlink" Target="http://fr.wikipedia.org/wiki/6_octobre" TargetMode="External"/><Relationship Id="rId515" Type="http://schemas.openxmlformats.org/officeDocument/2006/relationships/hyperlink" Target="http://fr.wikipedia.org/wiki/Fichier:Philippe_Ier.jpg" TargetMode="External"/><Relationship Id="rId722" Type="http://schemas.openxmlformats.org/officeDocument/2006/relationships/hyperlink" Target="http://fr.wikipedia.org/wiki/1364" TargetMode="External"/><Relationship Id="rId1145" Type="http://schemas.openxmlformats.org/officeDocument/2006/relationships/hyperlink" Target="http://fr.wikipedia.org/wiki/1797" TargetMode="External"/><Relationship Id="rId1352" Type="http://schemas.openxmlformats.org/officeDocument/2006/relationships/hyperlink" Target="http://fr.wikipedia.org/wiki/L%C3%A9gitimisme" TargetMode="External"/><Relationship Id="rId89" Type="http://schemas.openxmlformats.org/officeDocument/2006/relationships/hyperlink" Target="http://fr.wikipedia.org/wiki/Childebert_II" TargetMode="External"/><Relationship Id="rId154" Type="http://schemas.openxmlformats.org/officeDocument/2006/relationships/hyperlink" Target="http://fr.wikipedia.org/wiki/675" TargetMode="External"/><Relationship Id="rId361" Type="http://schemas.openxmlformats.org/officeDocument/2006/relationships/hyperlink" Target="http://fr.wikipedia.org/wiki/Fichier:EudesParis.jpg" TargetMode="External"/><Relationship Id="rId599" Type="http://schemas.openxmlformats.org/officeDocument/2006/relationships/hyperlink" Target="http://fr.wikipedia.org/wiki/Ao%C3%BBt" TargetMode="External"/><Relationship Id="rId1005" Type="http://schemas.openxmlformats.org/officeDocument/2006/relationships/hyperlink" Target="http://fr.wikipedia.org/wiki/18_mai" TargetMode="External"/><Relationship Id="rId1212" Type="http://schemas.openxmlformats.org/officeDocument/2006/relationships/hyperlink" Target="http://fr.wikipedia.org/wiki/1937" TargetMode="External"/><Relationship Id="rId459" Type="http://schemas.openxmlformats.org/officeDocument/2006/relationships/hyperlink" Target="http://fr.wikipedia.org/wiki/986" TargetMode="External"/><Relationship Id="rId666" Type="http://schemas.openxmlformats.org/officeDocument/2006/relationships/hyperlink" Target="http://fr.wikipedia.org/wiki/Janvier" TargetMode="External"/><Relationship Id="rId873" Type="http://schemas.openxmlformats.org/officeDocument/2006/relationships/hyperlink" Target="http://fr.wikipedia.org/wiki/1589" TargetMode="External"/><Relationship Id="rId1089" Type="http://schemas.openxmlformats.org/officeDocument/2006/relationships/hyperlink" Target="http://fr.wikipedia.org/wiki/Monarchie_de_Juillet" TargetMode="External"/><Relationship Id="rId1296" Type="http://schemas.openxmlformats.org/officeDocument/2006/relationships/hyperlink" Target="http://fr.wikipedia.org/wiki/Liste_des_pr%C3%A9sidents_de_la_R%C3%A9publique_fran%C3%A7aise" TargetMode="External"/><Relationship Id="rId1517" Type="http://schemas.openxmlformats.org/officeDocument/2006/relationships/hyperlink" Target="http://fr.wikipedia.org/wiki/Pas-de-Calais" TargetMode="External"/><Relationship Id="rId16" Type="http://schemas.openxmlformats.org/officeDocument/2006/relationships/hyperlink" Target="http://fr.wikipedia.org/wiki/Fichier:CHILDERICI_REGIS.jpg" TargetMode="External"/><Relationship Id="rId221" Type="http://schemas.openxmlformats.org/officeDocument/2006/relationships/hyperlink" Target="http://fr.wikipedia.org/wiki/Chilp%C3%A9ric_II_(roi_des_Francs)" TargetMode="External"/><Relationship Id="rId319" Type="http://schemas.openxmlformats.org/officeDocument/2006/relationships/hyperlink" Target="http://fr.wikipedia.org/wiki/D%C3%A9cembre" TargetMode="External"/><Relationship Id="rId526" Type="http://schemas.openxmlformats.org/officeDocument/2006/relationships/hyperlink" Target="http://fr.wikipedia.org/wiki/1060" TargetMode="External"/><Relationship Id="rId1156" Type="http://schemas.openxmlformats.org/officeDocument/2006/relationships/hyperlink" Target="http://fr.wikipedia.org/wiki/Mod%C3%A9r%C3%A9s" TargetMode="External"/><Relationship Id="rId1363" Type="http://schemas.openxmlformats.org/officeDocument/2006/relationships/hyperlink" Target="http://fr.wikipedia.org/wiki/2_d%C3%A9cembre" TargetMode="External"/><Relationship Id="rId733" Type="http://schemas.openxmlformats.org/officeDocument/2006/relationships/hyperlink" Target="http://fr.wikipedia.org/wiki/16_septembre" TargetMode="External"/><Relationship Id="rId940" Type="http://schemas.openxmlformats.org/officeDocument/2006/relationships/hyperlink" Target="http://fr.wikipedia.org/wiki/7_juin" TargetMode="External"/><Relationship Id="rId1016" Type="http://schemas.openxmlformats.org/officeDocument/2006/relationships/hyperlink" Target="http://fr.wikipedia.org/wiki/Premi%C3%A8re_Restauration" TargetMode="External"/><Relationship Id="rId165" Type="http://schemas.openxmlformats.org/officeDocument/2006/relationships/hyperlink" Target="http://fr.wikipedia.org/wiki/Clovis_II" TargetMode="External"/><Relationship Id="rId372" Type="http://schemas.openxmlformats.org/officeDocument/2006/relationships/hyperlink" Target="http://fr.wikipedia.org/wiki/Janvier" TargetMode="External"/><Relationship Id="rId677" Type="http://schemas.openxmlformats.org/officeDocument/2006/relationships/hyperlink" Target="http://fr.wikipedia.org/wiki/3_janvier" TargetMode="External"/><Relationship Id="rId800" Type="http://schemas.openxmlformats.org/officeDocument/2006/relationships/hyperlink" Target="http://fr.wikipedia.org/wiki/Mai" TargetMode="External"/><Relationship Id="rId1223" Type="http://schemas.openxmlformats.org/officeDocument/2006/relationships/hyperlink" Target="http://fr.wikipedia.org/wiki/1871" TargetMode="External"/><Relationship Id="rId1430" Type="http://schemas.openxmlformats.org/officeDocument/2006/relationships/hyperlink" Target="http://fr.wikipedia.org/wiki/Maroc" TargetMode="External"/><Relationship Id="rId1528" Type="http://schemas.openxmlformats.org/officeDocument/2006/relationships/hyperlink" Target="http://fr.wikipedia.org/wiki/L%C3%A9on_Blum" TargetMode="External"/><Relationship Id="rId232" Type="http://schemas.openxmlformats.org/officeDocument/2006/relationships/image" Target="media/image31.jpeg"/><Relationship Id="rId884" Type="http://schemas.openxmlformats.org/officeDocument/2006/relationships/hyperlink" Target="http://fr.wikipedia.org/wiki/1575" TargetMode="External"/><Relationship Id="rId27" Type="http://schemas.openxmlformats.org/officeDocument/2006/relationships/image" Target="media/image5.png"/><Relationship Id="rId537" Type="http://schemas.openxmlformats.org/officeDocument/2006/relationships/hyperlink" Target="http://fr.wikipedia.org/wiki/Juillet" TargetMode="External"/><Relationship Id="rId744" Type="http://schemas.openxmlformats.org/officeDocument/2006/relationships/hyperlink" Target="http://fr.wikipedia.org/wiki/1422" TargetMode="External"/><Relationship Id="rId951" Type="http://schemas.openxmlformats.org/officeDocument/2006/relationships/hyperlink" Target="http://fr.wikipedia.org/wiki/Fichier:Louis_XV_France_by_Louis-Michel_van_Loo_002.jpg" TargetMode="External"/><Relationship Id="rId1167" Type="http://schemas.openxmlformats.org/officeDocument/2006/relationships/hyperlink" Target="http://fr.wikipedia.org/wiki/1895" TargetMode="External"/><Relationship Id="rId1374" Type="http://schemas.openxmlformats.org/officeDocument/2006/relationships/hyperlink" Target="http://fr.wikipedia.org/wiki/1887" TargetMode="External"/><Relationship Id="rId80" Type="http://schemas.openxmlformats.org/officeDocument/2006/relationships/hyperlink" Target="http://fr.wikipedia.org/wiki/Fichier:Statue_de_saint_Gontran.jpg" TargetMode="External"/><Relationship Id="rId176" Type="http://schemas.openxmlformats.org/officeDocument/2006/relationships/hyperlink" Target="http://fr.wikipedia.org/wiki/676" TargetMode="External"/><Relationship Id="rId383" Type="http://schemas.openxmlformats.org/officeDocument/2006/relationships/hyperlink" Target="http://fr.wikipedia.org/wiki/Comte_de_Paris" TargetMode="External"/><Relationship Id="rId590" Type="http://schemas.openxmlformats.org/officeDocument/2006/relationships/hyperlink" Target="http://fr.wikipedia.org/wiki/Cap%C3%A9tiens" TargetMode="External"/><Relationship Id="rId604" Type="http://schemas.openxmlformats.org/officeDocument/2006/relationships/hyperlink" Target="http://fr.wikipedia.org/wiki/1270" TargetMode="External"/><Relationship Id="rId811" Type="http://schemas.openxmlformats.org/officeDocument/2006/relationships/hyperlink" Target="http://fr.wikipedia.org/wiki/Maison_cap%C3%A9tienne_de_Valois" TargetMode="External"/><Relationship Id="rId1027" Type="http://schemas.openxmlformats.org/officeDocument/2006/relationships/hyperlink" Target="http://fr.wikipedia.org/wiki/6_avril" TargetMode="External"/><Relationship Id="rId1234" Type="http://schemas.openxmlformats.org/officeDocument/2006/relationships/hyperlink" Target="http://fr.wikipedia.org/wiki/Liste_des_pr%C3%A9sidents_de_la_R%C3%A9publique_fran%C3%A7aise" TargetMode="External"/><Relationship Id="rId1441" Type="http://schemas.openxmlformats.org/officeDocument/2006/relationships/hyperlink" Target="http://fr.wikipedia.org/wiki/Alliance_d%C3%A9mocratique_(France)" TargetMode="External"/><Relationship Id="rId243" Type="http://schemas.openxmlformats.org/officeDocument/2006/relationships/hyperlink" Target="http://fr.wikipedia.org/wiki/Child%C3%A9ric_III" TargetMode="External"/><Relationship Id="rId450" Type="http://schemas.openxmlformats.org/officeDocument/2006/relationships/hyperlink" Target="http://fr.wikipedia.org/wiki/Septembre" TargetMode="External"/><Relationship Id="rId688" Type="http://schemas.openxmlformats.org/officeDocument/2006/relationships/image" Target="media/image60.jpeg"/><Relationship Id="rId895" Type="http://schemas.openxmlformats.org/officeDocument/2006/relationships/hyperlink" Target="http://fr.wikipedia.org/wiki/1610" TargetMode="External"/><Relationship Id="rId909" Type="http://schemas.openxmlformats.org/officeDocument/2006/relationships/hyperlink" Target="http://fr.wikipedia.org/wiki/Fran%C3%A7ois_Ravaillac" TargetMode="External"/><Relationship Id="rId1080" Type="http://schemas.openxmlformats.org/officeDocument/2006/relationships/hyperlink" Target="http://fr.wikipedia.org/wiki/Comte_de_Chambord" TargetMode="External"/><Relationship Id="rId1301" Type="http://schemas.openxmlformats.org/officeDocument/2006/relationships/hyperlink" Target="http://fr.wikipedia.org/wiki/Commission_ex%C3%A9cutive_(1848)" TargetMode="External"/><Relationship Id="rId1539" Type="http://schemas.openxmlformats.org/officeDocument/2006/relationships/hyperlink" Target="http://fr.wikipedia.org/wiki/1954" TargetMode="External"/><Relationship Id="rId38" Type="http://schemas.openxmlformats.org/officeDocument/2006/relationships/hyperlink" Target="http://fr.wikipedia.org/wiki/Fichier:Theodebert_I_534_548_king_of_Metz.jpg" TargetMode="External"/><Relationship Id="rId103" Type="http://schemas.openxmlformats.org/officeDocument/2006/relationships/hyperlink" Target="http://fr.wikipedia.org/wiki/612" TargetMode="External"/><Relationship Id="rId310" Type="http://schemas.openxmlformats.org/officeDocument/2006/relationships/hyperlink" Target="http://fr.wikipedia.org/wiki/877" TargetMode="External"/><Relationship Id="rId548" Type="http://schemas.openxmlformats.org/officeDocument/2006/relationships/hyperlink" Target="http://fr.wikipedia.org/wiki/Cap%C3%A9tiens" TargetMode="External"/><Relationship Id="rId755" Type="http://schemas.openxmlformats.org/officeDocument/2006/relationships/hyperlink" Target="http://fr.wikipedia.org/wiki/Jeanne_d%27Arc" TargetMode="External"/><Relationship Id="rId962" Type="http://schemas.openxmlformats.org/officeDocument/2006/relationships/hyperlink" Target="http://fr.wikipedia.org/wiki/1722" TargetMode="External"/><Relationship Id="rId1178" Type="http://schemas.openxmlformats.org/officeDocument/2006/relationships/hyperlink" Target="http://fr.wikipedia.org/wiki/1899" TargetMode="External"/><Relationship Id="rId1385" Type="http://schemas.openxmlformats.org/officeDocument/2006/relationships/image" Target="media/image89.jpeg"/><Relationship Id="rId91" Type="http://schemas.openxmlformats.org/officeDocument/2006/relationships/hyperlink" Target="http://fr.wikipedia.org/wiki/595" TargetMode="External"/><Relationship Id="rId187" Type="http://schemas.openxmlformats.org/officeDocument/2006/relationships/image" Target="media/image27.jpeg"/><Relationship Id="rId394" Type="http://schemas.openxmlformats.org/officeDocument/2006/relationships/hyperlink" Target="http://fr.wikipedia.org/wiki/923" TargetMode="External"/><Relationship Id="rId408" Type="http://schemas.openxmlformats.org/officeDocument/2006/relationships/hyperlink" Target="http://fr.wikipedia.org/wiki/30_juin" TargetMode="External"/><Relationship Id="rId615" Type="http://schemas.openxmlformats.org/officeDocument/2006/relationships/hyperlink" Target="http://fr.wikipedia.org/wiki/1285" TargetMode="External"/><Relationship Id="rId822" Type="http://schemas.openxmlformats.org/officeDocument/2006/relationships/hyperlink" Target="http://fr.wikipedia.org/wiki/Fichier:Henri2.jpg" TargetMode="External"/><Relationship Id="rId1038" Type="http://schemas.openxmlformats.org/officeDocument/2006/relationships/hyperlink" Target="http://fr.wikipedia.org/wiki/Bonaparte" TargetMode="External"/><Relationship Id="rId1245" Type="http://schemas.openxmlformats.org/officeDocument/2006/relationships/hyperlink" Target="http://fr.wikipedia.org/wiki/Centre_national_des_ind%C3%A9pendants_et_paysans" TargetMode="External"/><Relationship Id="rId1452" Type="http://schemas.openxmlformats.org/officeDocument/2006/relationships/hyperlink" Target="http://fr.wikipedia.org/wiki/Septembre" TargetMode="External"/><Relationship Id="rId254" Type="http://schemas.openxmlformats.org/officeDocument/2006/relationships/hyperlink" Target="http://fr.wikipedia.org/wiki/Fichier:Charlemagne_Allemagne.jpg" TargetMode="External"/><Relationship Id="rId699" Type="http://schemas.openxmlformats.org/officeDocument/2006/relationships/hyperlink" Target="http://fr.wikipedia.org/wiki/1350" TargetMode="External"/><Relationship Id="rId1091" Type="http://schemas.openxmlformats.org/officeDocument/2006/relationships/image" Target="media/image82.jpeg"/><Relationship Id="rId1105" Type="http://schemas.openxmlformats.org/officeDocument/2006/relationships/hyperlink" Target="http://fr.wikipedia.org/wiki/Philippe_d%27Orl%C3%A9ans_(1838-1894)" TargetMode="External"/><Relationship Id="rId1312" Type="http://schemas.openxmlformats.org/officeDocument/2006/relationships/hyperlink" Target="http://fr.wikipedia.org/wiki/D%C3%A9cembre" TargetMode="External"/><Relationship Id="rId49" Type="http://schemas.openxmlformats.org/officeDocument/2006/relationships/hyperlink" Target="http://fr.wikipedia.org/wiki/Childebert_Ier" TargetMode="External"/><Relationship Id="rId114" Type="http://schemas.openxmlformats.org/officeDocument/2006/relationships/hyperlink" Target="http://fr.wikipedia.org/wiki/629" TargetMode="External"/><Relationship Id="rId461" Type="http://schemas.openxmlformats.org/officeDocument/2006/relationships/hyperlink" Target="http://fr.wikipedia.org/wiki/Carolingiens" TargetMode="External"/><Relationship Id="rId559" Type="http://schemas.openxmlformats.org/officeDocument/2006/relationships/image" Target="media/image51.jpeg"/><Relationship Id="rId766" Type="http://schemas.openxmlformats.org/officeDocument/2006/relationships/hyperlink" Target="http://fr.wikipedia.org/wiki/Juillet" TargetMode="External"/><Relationship Id="rId1189" Type="http://schemas.openxmlformats.org/officeDocument/2006/relationships/hyperlink" Target="http://fr.wikipedia.org/wiki/Raymond_Poincar%C3%A9" TargetMode="External"/><Relationship Id="rId1396" Type="http://schemas.openxmlformats.org/officeDocument/2006/relationships/hyperlink" Target="http://fr.wikipedia.org/wiki/17_janvier" TargetMode="External"/><Relationship Id="rId198" Type="http://schemas.openxmlformats.org/officeDocument/2006/relationships/hyperlink" Target="http://fr.wikipedia.org/wiki/Fichier:Portrait_Roy_de_france_Chilperic_II.jpg" TargetMode="External"/><Relationship Id="rId321" Type="http://schemas.openxmlformats.org/officeDocument/2006/relationships/hyperlink" Target="http://fr.wikipedia.org/wiki/10_avril" TargetMode="External"/><Relationship Id="rId419" Type="http://schemas.openxmlformats.org/officeDocument/2006/relationships/hyperlink" Target="http://fr.wikipedia.org/wiki/936" TargetMode="External"/><Relationship Id="rId626" Type="http://schemas.openxmlformats.org/officeDocument/2006/relationships/hyperlink" Target="http://fr.wikipedia.org/wiki/5_octobre" TargetMode="External"/><Relationship Id="rId973" Type="http://schemas.openxmlformats.org/officeDocument/2006/relationships/hyperlink" Target="http://fr.wikipedia.org/wiki/10_mai" TargetMode="External"/><Relationship Id="rId1049" Type="http://schemas.openxmlformats.org/officeDocument/2006/relationships/hyperlink" Target="http://fr.wikipedia.org/wiki/Bonaparte" TargetMode="External"/><Relationship Id="rId1256" Type="http://schemas.openxmlformats.org/officeDocument/2006/relationships/hyperlink" Target="http://fr.wikipedia.org/wiki/1970" TargetMode="External"/><Relationship Id="rId833" Type="http://schemas.openxmlformats.org/officeDocument/2006/relationships/hyperlink" Target="http://fr.wikipedia.org/wiki/1547" TargetMode="External"/><Relationship Id="rId1116" Type="http://schemas.openxmlformats.org/officeDocument/2006/relationships/hyperlink" Target="http://fr.wikipedia.org/wiki/Seconde_R%C3%A9publique_(France)" TargetMode="External"/><Relationship Id="rId1463" Type="http://schemas.openxmlformats.org/officeDocument/2006/relationships/hyperlink" Target="http://fr.wikipedia.org/wiki/Septembre" TargetMode="External"/><Relationship Id="rId265" Type="http://schemas.openxmlformats.org/officeDocument/2006/relationships/hyperlink" Target="http://fr.wikipedia.org/wiki/Rome" TargetMode="External"/><Relationship Id="rId472" Type="http://schemas.openxmlformats.org/officeDocument/2006/relationships/hyperlink" Target="http://fr.wikipedia.org/wiki/Fichier:Hugues_capet.jpg" TargetMode="External"/><Relationship Id="rId900" Type="http://schemas.openxmlformats.org/officeDocument/2006/relationships/hyperlink" Target="http://fr.wikipedia.org/wiki/1589" TargetMode="External"/><Relationship Id="rId1323" Type="http://schemas.openxmlformats.org/officeDocument/2006/relationships/hyperlink" Target="http://fr.wikipedia.org/wiki/1870" TargetMode="External"/><Relationship Id="rId1530" Type="http://schemas.openxmlformats.org/officeDocument/2006/relationships/hyperlink" Target="http://fr.wikipedia.org/wiki/Quatri%C3%A8me_R%C3%A9publique" TargetMode="External"/><Relationship Id="rId125" Type="http://schemas.openxmlformats.org/officeDocument/2006/relationships/hyperlink" Target="http://fr.wikipedia.org/wiki/639" TargetMode="External"/><Relationship Id="rId332" Type="http://schemas.openxmlformats.org/officeDocument/2006/relationships/hyperlink" Target="http://fr.wikipedia.org/wiki/Ao%C3%BBt" TargetMode="External"/><Relationship Id="rId777" Type="http://schemas.openxmlformats.org/officeDocument/2006/relationships/hyperlink" Target="http://fr.wikipedia.org/wiki/Charles_VIII_de_France" TargetMode="External"/><Relationship Id="rId984" Type="http://schemas.openxmlformats.org/officeDocument/2006/relationships/hyperlink" Target="http://fr.wikipedia.org/wiki/10_ao%C3%BBt" TargetMode="External"/><Relationship Id="rId637" Type="http://schemas.openxmlformats.org/officeDocument/2006/relationships/hyperlink" Target="http://fr.wikipedia.org/wiki/Louis_X_de_France" TargetMode="External"/><Relationship Id="rId844" Type="http://schemas.openxmlformats.org/officeDocument/2006/relationships/hyperlink" Target="http://fr.wikipedia.org/wiki/Juillet" TargetMode="External"/><Relationship Id="rId1267" Type="http://schemas.openxmlformats.org/officeDocument/2006/relationships/hyperlink" Target="http://fr.wikipedia.org/wiki/Union_pour_la_d%C3%A9mocratie_fran%C3%A7aise" TargetMode="External"/><Relationship Id="rId1474" Type="http://schemas.openxmlformats.org/officeDocument/2006/relationships/image" Target="media/image96.jpeg"/><Relationship Id="rId276" Type="http://schemas.openxmlformats.org/officeDocument/2006/relationships/hyperlink" Target="http://fr.wikipedia.org/wiki/814" TargetMode="External"/><Relationship Id="rId483" Type="http://schemas.openxmlformats.org/officeDocument/2006/relationships/hyperlink" Target="http://fr.wikipedia.org/wiki/996" TargetMode="External"/><Relationship Id="rId690" Type="http://schemas.openxmlformats.org/officeDocument/2006/relationships/hyperlink" Target="http://fr.wikipedia.org/wiki/1328" TargetMode="External"/><Relationship Id="rId704" Type="http://schemas.openxmlformats.org/officeDocument/2006/relationships/hyperlink" Target="http://fr.wikipedia.org/wiki/1364" TargetMode="External"/><Relationship Id="rId911" Type="http://schemas.openxmlformats.org/officeDocument/2006/relationships/hyperlink" Target="http://fr.wikipedia.org/wiki/Mai" TargetMode="External"/><Relationship Id="rId1127" Type="http://schemas.openxmlformats.org/officeDocument/2006/relationships/hyperlink" Target="http://fr.wikipedia.org/wiki/1848" TargetMode="External"/><Relationship Id="rId1334" Type="http://schemas.openxmlformats.org/officeDocument/2006/relationships/hyperlink" Target="http://fr.wikipedia.org/wiki/1871" TargetMode="External"/><Relationship Id="rId1541" Type="http://schemas.openxmlformats.org/officeDocument/2006/relationships/hyperlink" Target="http://fr.wikipedia.org/wiki/Quatri%C3%A8me_R%C3%A9publique" TargetMode="External"/><Relationship Id="rId40" Type="http://schemas.openxmlformats.org/officeDocument/2006/relationships/hyperlink" Target="http://fr.wikipedia.org/wiki/Th%C3%A9odebert_Ier" TargetMode="External"/><Relationship Id="rId136" Type="http://schemas.openxmlformats.org/officeDocument/2006/relationships/hyperlink" Target="http://fr.wikipedia.org/wiki/Fichier:Portrait_Roi_de_france_Clovis_II.jpg" TargetMode="External"/><Relationship Id="rId343" Type="http://schemas.openxmlformats.org/officeDocument/2006/relationships/hyperlink" Target="http://fr.wikipedia.org/wiki/882" TargetMode="External"/><Relationship Id="rId550" Type="http://schemas.openxmlformats.org/officeDocument/2006/relationships/hyperlink" Target="http://fr.wikipedia.org/wiki/Octobre" TargetMode="External"/><Relationship Id="rId788" Type="http://schemas.openxmlformats.org/officeDocument/2006/relationships/hyperlink" Target="http://fr.wikipedia.org/wiki/Avril" TargetMode="External"/><Relationship Id="rId995" Type="http://schemas.openxmlformats.org/officeDocument/2006/relationships/hyperlink" Target="http://fr.wikipedia.org/wiki/Premier_Empire" TargetMode="External"/><Relationship Id="rId1180" Type="http://schemas.openxmlformats.org/officeDocument/2006/relationships/hyperlink" Target="http://fr.wikipedia.org/wiki/Alliance_d%C3%A9mocratique_(France)" TargetMode="External"/><Relationship Id="rId1401" Type="http://schemas.openxmlformats.org/officeDocument/2006/relationships/hyperlink" Target="http://fr.wikipedia.org/wiki/1899" TargetMode="External"/><Relationship Id="rId203" Type="http://schemas.openxmlformats.org/officeDocument/2006/relationships/hyperlink" Target="http://fr.wikipedia.org/wiki/719" TargetMode="External"/><Relationship Id="rId648" Type="http://schemas.openxmlformats.org/officeDocument/2006/relationships/hyperlink" Target="http://fr.wikipedia.org/wiki/Juin" TargetMode="External"/><Relationship Id="rId855" Type="http://schemas.openxmlformats.org/officeDocument/2006/relationships/hyperlink" Target="http://fr.wikipedia.org/wiki/Charles_IX_de_France" TargetMode="External"/><Relationship Id="rId1040" Type="http://schemas.openxmlformats.org/officeDocument/2006/relationships/hyperlink" Target="http://fr.wikipedia.org/wiki/20_mars" TargetMode="External"/><Relationship Id="rId1278" Type="http://schemas.openxmlformats.org/officeDocument/2006/relationships/hyperlink" Target="http://fr.wikipedia.org/wiki/Rassemblement_pour_la_R%C3%A9publique" TargetMode="External"/><Relationship Id="rId1485" Type="http://schemas.openxmlformats.org/officeDocument/2006/relationships/hyperlink" Target="http://fr.wikipedia.org/wiki/Fichier:Paul_Doumer.jpg" TargetMode="External"/><Relationship Id="rId287" Type="http://schemas.openxmlformats.org/officeDocument/2006/relationships/hyperlink" Target="http://fr.wikipedia.org/wiki/816" TargetMode="External"/><Relationship Id="rId410" Type="http://schemas.openxmlformats.org/officeDocument/2006/relationships/hyperlink" Target="http://fr.wikipedia.org/wiki/922" TargetMode="External"/><Relationship Id="rId494" Type="http://schemas.openxmlformats.org/officeDocument/2006/relationships/hyperlink" Target="http://fr.wikipedia.org/wiki/Octobre" TargetMode="External"/><Relationship Id="rId508" Type="http://schemas.openxmlformats.org/officeDocument/2006/relationships/hyperlink" Target="http://fr.wikipedia.org/wiki/20_juillet" TargetMode="External"/><Relationship Id="rId715" Type="http://schemas.openxmlformats.org/officeDocument/2006/relationships/image" Target="media/image62.jpeg"/><Relationship Id="rId922" Type="http://schemas.openxmlformats.org/officeDocument/2006/relationships/hyperlink" Target="http://fr.wikipedia.org/wiki/Mai" TargetMode="External"/><Relationship Id="rId1138" Type="http://schemas.openxmlformats.org/officeDocument/2006/relationships/hyperlink" Target="http://fr.wikipedia.org/wiki/Troisi%C3%A8me_R%C3%A9publique" TargetMode="External"/><Relationship Id="rId1345" Type="http://schemas.openxmlformats.org/officeDocument/2006/relationships/image" Target="media/image86.jpeg"/><Relationship Id="rId1552" Type="http://schemas.openxmlformats.org/officeDocument/2006/relationships/hyperlink" Target="http://fr.wikipedia.org/wiki/Centre_national_des_ind%C3%A9pendants_et_paysans" TargetMode="External"/><Relationship Id="rId147" Type="http://schemas.openxmlformats.org/officeDocument/2006/relationships/hyperlink" Target="http://fr.wikipedia.org/wiki/Clotaire_III" TargetMode="External"/><Relationship Id="rId354" Type="http://schemas.openxmlformats.org/officeDocument/2006/relationships/hyperlink" Target="http://fr.wikipedia.org/wiki/Louis_II_de_Germanie" TargetMode="External"/><Relationship Id="rId799" Type="http://schemas.openxmlformats.org/officeDocument/2006/relationships/hyperlink" Target="http://fr.wikipedia.org/wiki/27_mai" TargetMode="External"/><Relationship Id="rId1191" Type="http://schemas.openxmlformats.org/officeDocument/2006/relationships/hyperlink" Target="http://fr.wikipedia.org/wiki/1920" TargetMode="External"/><Relationship Id="rId1205" Type="http://schemas.openxmlformats.org/officeDocument/2006/relationships/hyperlink" Target="http://fr.wikipedia.org/wiki/1859" TargetMode="External"/><Relationship Id="rId51" Type="http://schemas.openxmlformats.org/officeDocument/2006/relationships/hyperlink" Target="http://fr.wikipedia.org/wiki/558" TargetMode="External"/><Relationship Id="rId561" Type="http://schemas.openxmlformats.org/officeDocument/2006/relationships/hyperlink" Target="http://fr.wikipedia.org/wiki/1180" TargetMode="External"/><Relationship Id="rId659" Type="http://schemas.openxmlformats.org/officeDocument/2006/relationships/hyperlink" Target="http://fr.wikipedia.org/wiki/1316" TargetMode="External"/><Relationship Id="rId866" Type="http://schemas.openxmlformats.org/officeDocument/2006/relationships/hyperlink" Target="http://fr.wikipedia.org/wiki/30_mai" TargetMode="External"/><Relationship Id="rId1289" Type="http://schemas.openxmlformats.org/officeDocument/2006/relationships/hyperlink" Target="http://fr.wikipedia.org/wiki/Liste_des_pr%C3%A9sidents_de_la_R%C3%A9publique_fran%C3%A7aise" TargetMode="External"/><Relationship Id="rId1412" Type="http://schemas.openxmlformats.org/officeDocument/2006/relationships/hyperlink" Target="http://fr.wikipedia.org/wiki/F%C3%A9vrier" TargetMode="External"/><Relationship Id="rId1496" Type="http://schemas.openxmlformats.org/officeDocument/2006/relationships/hyperlink" Target="http://fr.wikipedia.org/wiki/Albert_Lebrun" TargetMode="External"/><Relationship Id="rId214" Type="http://schemas.openxmlformats.org/officeDocument/2006/relationships/hyperlink" Target="http://fr.wikipedia.org/wiki/Rainfroi" TargetMode="External"/><Relationship Id="rId298" Type="http://schemas.openxmlformats.org/officeDocument/2006/relationships/hyperlink" Target="http://fr.wikipedia.org/wiki/Carolingiens" TargetMode="External"/><Relationship Id="rId421" Type="http://schemas.openxmlformats.org/officeDocument/2006/relationships/hyperlink" Target="http://fr.wikipedia.org/wiki/Charles_III_de_France" TargetMode="External"/><Relationship Id="rId519" Type="http://schemas.openxmlformats.org/officeDocument/2006/relationships/hyperlink" Target="http://fr.wikipedia.org/wiki/1108" TargetMode="External"/><Relationship Id="rId1051" Type="http://schemas.openxmlformats.org/officeDocument/2006/relationships/hyperlink" Target="http://fr.wikipedia.org/wiki/6_avril" TargetMode="External"/><Relationship Id="rId1149" Type="http://schemas.openxmlformats.org/officeDocument/2006/relationships/hyperlink" Target="http://fr.wikipedia.org/wiki/1879" TargetMode="External"/><Relationship Id="rId1356" Type="http://schemas.openxmlformats.org/officeDocument/2006/relationships/hyperlink" Target="http://fr.wikipedia.org/wiki/Chambre_des_d%C3%A9put%C3%A9s_(Troisi%C3%A8me_R%C3%A9publique)" TargetMode="External"/><Relationship Id="rId158" Type="http://schemas.openxmlformats.org/officeDocument/2006/relationships/image" Target="media/image23.jpeg"/><Relationship Id="rId726" Type="http://schemas.openxmlformats.org/officeDocument/2006/relationships/hyperlink" Target="http://fr.wikipedia.org/wiki/1380" TargetMode="External"/><Relationship Id="rId933" Type="http://schemas.openxmlformats.org/officeDocument/2006/relationships/hyperlink" Target="http://fr.wikipedia.org/wiki/Louis_XIV_de_France" TargetMode="External"/><Relationship Id="rId1009" Type="http://schemas.openxmlformats.org/officeDocument/2006/relationships/hyperlink" Target="http://fr.wikipedia.org/wiki/Cath%C3%A9drale_Notre-Dame_de_Paris" TargetMode="External"/><Relationship Id="rId62" Type="http://schemas.openxmlformats.org/officeDocument/2006/relationships/image" Target="media/image10.jpeg"/><Relationship Id="rId365" Type="http://schemas.openxmlformats.org/officeDocument/2006/relationships/hyperlink" Target="http://fr.wikipedia.org/wiki/898" TargetMode="External"/><Relationship Id="rId572" Type="http://schemas.openxmlformats.org/officeDocument/2006/relationships/hyperlink" Target="http://fr.wikipedia.org/wiki/Louis_VIII_de_France" TargetMode="External"/><Relationship Id="rId1216" Type="http://schemas.openxmlformats.org/officeDocument/2006/relationships/hyperlink" Target="http://fr.wikipedia.org/wiki/Parti_r%C3%A9publicain,_radical_et_radical-socialiste" TargetMode="External"/><Relationship Id="rId1423" Type="http://schemas.openxmlformats.org/officeDocument/2006/relationships/hyperlink" Target="http://fr.wikipedia.org/wiki/1906" TargetMode="External"/><Relationship Id="rId225" Type="http://schemas.openxmlformats.org/officeDocument/2006/relationships/image" Target="media/image30.jpeg"/><Relationship Id="rId432" Type="http://schemas.openxmlformats.org/officeDocument/2006/relationships/hyperlink" Target="http://fr.wikipedia.org/wiki/Louis_IV_de_France" TargetMode="External"/><Relationship Id="rId877" Type="http://schemas.openxmlformats.org/officeDocument/2006/relationships/hyperlink" Target="http://fr.wikipedia.org/wiki/Mai" TargetMode="External"/><Relationship Id="rId1062" Type="http://schemas.openxmlformats.org/officeDocument/2006/relationships/hyperlink" Target="http://fr.wikipedia.org/wiki/1815" TargetMode="External"/><Relationship Id="rId737" Type="http://schemas.openxmlformats.org/officeDocument/2006/relationships/hyperlink" Target="http://fr.wikipedia.org/wiki/1392" TargetMode="External"/><Relationship Id="rId944" Type="http://schemas.openxmlformats.org/officeDocument/2006/relationships/hyperlink" Target="http://fr.wikipedia.org/wiki/1661" TargetMode="External"/><Relationship Id="rId1367" Type="http://schemas.openxmlformats.org/officeDocument/2006/relationships/hyperlink" Target="http://fr.wikipedia.org/wiki/%C3%89lections_pr%C3%A9sidentielles_sous_la_Troisi%C3%A8me_R%C3%A9publique" TargetMode="External"/><Relationship Id="rId73" Type="http://schemas.openxmlformats.org/officeDocument/2006/relationships/image" Target="media/image12.jpeg"/><Relationship Id="rId169" Type="http://schemas.openxmlformats.org/officeDocument/2006/relationships/hyperlink" Target="http://fr.wikipedia.org/wiki/675" TargetMode="External"/><Relationship Id="rId376" Type="http://schemas.openxmlformats.org/officeDocument/2006/relationships/hyperlink" Target="http://fr.wikipedia.org/wiki/Charles_III_de_France" TargetMode="External"/><Relationship Id="rId583" Type="http://schemas.openxmlformats.org/officeDocument/2006/relationships/hyperlink" Target="http://fr.wikipedia.org/wiki/1226" TargetMode="External"/><Relationship Id="rId790" Type="http://schemas.openxmlformats.org/officeDocument/2006/relationships/hyperlink" Target="http://fr.wikipedia.org/wiki/Fichier:Ludvig_XII_av_Frankrike_p%C3%A5_m%C3%A5lning_fr%C3%A5n_1500-talet.jpg" TargetMode="External"/><Relationship Id="rId804" Type="http://schemas.openxmlformats.org/officeDocument/2006/relationships/hyperlink" Target="http://fr.wikipedia.org/wiki/1515" TargetMode="External"/><Relationship Id="rId1227" Type="http://schemas.openxmlformats.org/officeDocument/2006/relationships/hyperlink" Target="http://fr.wikipedia.org/wiki/1940" TargetMode="External"/><Relationship Id="rId1434" Type="http://schemas.openxmlformats.org/officeDocument/2006/relationships/image" Target="media/image93.jpeg"/><Relationship Id="rId4" Type="http://schemas.openxmlformats.org/officeDocument/2006/relationships/webSettings" Target="webSettings.xml"/><Relationship Id="rId236" Type="http://schemas.openxmlformats.org/officeDocument/2006/relationships/hyperlink" Target="http://fr.wikipedia.org/wiki/Carolingiens" TargetMode="External"/><Relationship Id="rId443" Type="http://schemas.openxmlformats.org/officeDocument/2006/relationships/hyperlink" Target="http://fr.wikipedia.org/wiki/Fichier:Lothaire.jpg" TargetMode="External"/><Relationship Id="rId650" Type="http://schemas.openxmlformats.org/officeDocument/2006/relationships/hyperlink" Target="http://fr.wikipedia.org/wiki/Philippe_V_de_France" TargetMode="External"/><Relationship Id="rId888" Type="http://schemas.openxmlformats.org/officeDocument/2006/relationships/hyperlink" Target="http://fr.wikipedia.org/wiki/1589" TargetMode="External"/><Relationship Id="rId1073" Type="http://schemas.openxmlformats.org/officeDocument/2006/relationships/hyperlink" Target="http://fr.wikipedia.org/wiki/16_septembre" TargetMode="External"/><Relationship Id="rId1280" Type="http://schemas.openxmlformats.org/officeDocument/2006/relationships/hyperlink" Target="http://fr.wikipedia.org/wiki/1932" TargetMode="External"/><Relationship Id="rId1501" Type="http://schemas.openxmlformats.org/officeDocument/2006/relationships/hyperlink" Target="http://fr.wikipedia.org/wiki/1932" TargetMode="External"/><Relationship Id="rId303" Type="http://schemas.openxmlformats.org/officeDocument/2006/relationships/hyperlink" Target="http://fr.wikipedia.org/wiki/Rome" TargetMode="External"/><Relationship Id="rId748" Type="http://schemas.openxmlformats.org/officeDocument/2006/relationships/hyperlink" Target="http://fr.wikipedia.org/wiki/Octobre" TargetMode="External"/><Relationship Id="rId955" Type="http://schemas.openxmlformats.org/officeDocument/2006/relationships/hyperlink" Target="http://fr.wikipedia.org/wiki/1774" TargetMode="External"/><Relationship Id="rId1140" Type="http://schemas.openxmlformats.org/officeDocument/2006/relationships/hyperlink" Target="http://fr.wikipedia.org/wiki/1940" TargetMode="External"/><Relationship Id="rId1378" Type="http://schemas.openxmlformats.org/officeDocument/2006/relationships/hyperlink" Target="http://fr.wikipedia.org/wiki/Mod%C3%A9r%C3%A9s" TargetMode="External"/><Relationship Id="rId84" Type="http://schemas.openxmlformats.org/officeDocument/2006/relationships/hyperlink" Target="http://fr.wikipedia.org/wiki/592" TargetMode="External"/><Relationship Id="rId387" Type="http://schemas.openxmlformats.org/officeDocument/2006/relationships/hyperlink" Target="http://fr.wikipedia.org/wiki/893" TargetMode="External"/><Relationship Id="rId510" Type="http://schemas.openxmlformats.org/officeDocument/2006/relationships/hyperlink" Target="http://fr.wikipedia.org/wiki/1031" TargetMode="External"/><Relationship Id="rId594" Type="http://schemas.openxmlformats.org/officeDocument/2006/relationships/hyperlink" Target="http://fr.wikipedia.org/wiki/29_novembre" TargetMode="External"/><Relationship Id="rId608" Type="http://schemas.openxmlformats.org/officeDocument/2006/relationships/hyperlink" Target="http://fr.wikipedia.org/wiki/Ao%C3%BBt" TargetMode="External"/><Relationship Id="rId815" Type="http://schemas.openxmlformats.org/officeDocument/2006/relationships/hyperlink" Target="http://fr.wikipedia.org/wiki/25_janvier" TargetMode="External"/><Relationship Id="rId1238" Type="http://schemas.openxmlformats.org/officeDocument/2006/relationships/hyperlink" Target="http://fr.wikipedia.org/wiki/1954" TargetMode="External"/><Relationship Id="rId1445" Type="http://schemas.openxmlformats.org/officeDocument/2006/relationships/hyperlink" Target="http://fr.wikipedia.org/wiki/Paul_Deschanel" TargetMode="External"/><Relationship Id="rId247" Type="http://schemas.openxmlformats.org/officeDocument/2006/relationships/hyperlink" Target="http://fr.wikipedia.org/wiki/768" TargetMode="External"/><Relationship Id="rId899" Type="http://schemas.openxmlformats.org/officeDocument/2006/relationships/hyperlink" Target="http://fr.wikipedia.org/wiki/Ao%C3%BBt" TargetMode="External"/><Relationship Id="rId1000" Type="http://schemas.openxmlformats.org/officeDocument/2006/relationships/hyperlink" Target="http://fr.wikipedia.org/wiki/1814" TargetMode="External"/><Relationship Id="rId1084" Type="http://schemas.openxmlformats.org/officeDocument/2006/relationships/hyperlink" Target="http://fr.wikipedia.org/wiki/Henri_V_comte_de_Chambord" TargetMode="External"/><Relationship Id="rId1305" Type="http://schemas.openxmlformats.org/officeDocument/2006/relationships/hyperlink" Target="http://fr.wikipedia.org/wiki/Napol%C3%A9on_III" TargetMode="External"/><Relationship Id="rId107" Type="http://schemas.openxmlformats.org/officeDocument/2006/relationships/hyperlink" Target="http://fr.wikipedia.org/wiki/613" TargetMode="External"/><Relationship Id="rId454" Type="http://schemas.openxmlformats.org/officeDocument/2006/relationships/hyperlink" Target="http://fr.wikipedia.org/wiki/Mars_(mois)" TargetMode="External"/><Relationship Id="rId661" Type="http://schemas.openxmlformats.org/officeDocument/2006/relationships/hyperlink" Target="http://fr.wikipedia.org/wiki/Cap%C3%A9tiens" TargetMode="External"/><Relationship Id="rId759" Type="http://schemas.openxmlformats.org/officeDocument/2006/relationships/hyperlink" Target="http://fr.wikipedia.org/wiki/Fichier:Louis_XI.jpg" TargetMode="External"/><Relationship Id="rId966" Type="http://schemas.openxmlformats.org/officeDocument/2006/relationships/hyperlink" Target="http://fr.wikipedia.org/wiki/1774" TargetMode="External"/><Relationship Id="rId1291" Type="http://schemas.openxmlformats.org/officeDocument/2006/relationships/hyperlink" Target="http://fr.wikipedia.org/wiki/Liste_des_pr%C3%A9sidents_de_la_R%C3%A9publique_fran%C3%A7aise" TargetMode="External"/><Relationship Id="rId1389" Type="http://schemas.openxmlformats.org/officeDocument/2006/relationships/hyperlink" Target="http://fr.wikipedia.org/wiki/16_janvier" TargetMode="External"/><Relationship Id="rId1512" Type="http://schemas.openxmlformats.org/officeDocument/2006/relationships/hyperlink" Target="http://fr.wikipedia.org/wiki/Zone_libre" TargetMode="External"/><Relationship Id="rId11" Type="http://schemas.openxmlformats.org/officeDocument/2006/relationships/hyperlink" Target="http://fr.wikipedia.org/wiki/Fichier:Portrait_Roi_de_france_M%C3%A9rov%C3%A9e.jpg" TargetMode="External"/><Relationship Id="rId314" Type="http://schemas.openxmlformats.org/officeDocument/2006/relationships/hyperlink" Target="http://fr.wikipedia.org/wiki/877" TargetMode="External"/><Relationship Id="rId398" Type="http://schemas.openxmlformats.org/officeDocument/2006/relationships/hyperlink" Target="http://fr.wikipedia.org/wiki/Fichier:Robert_I_de_France.jpg" TargetMode="External"/><Relationship Id="rId521" Type="http://schemas.openxmlformats.org/officeDocument/2006/relationships/hyperlink" Target="http://fr.wikipedia.org/wiki/23_mai" TargetMode="External"/><Relationship Id="rId619" Type="http://schemas.openxmlformats.org/officeDocument/2006/relationships/hyperlink" Target="http://fr.wikipedia.org/wiki/1285" TargetMode="External"/><Relationship Id="rId1151" Type="http://schemas.openxmlformats.org/officeDocument/2006/relationships/hyperlink" Target="http://fr.wikipedia.org/wiki/1808" TargetMode="External"/><Relationship Id="rId1249" Type="http://schemas.openxmlformats.org/officeDocument/2006/relationships/hyperlink" Target="http://fr.wikipedia.org/wiki/1958" TargetMode="External"/><Relationship Id="rId95" Type="http://schemas.openxmlformats.org/officeDocument/2006/relationships/hyperlink" Target="http://fr.wikipedia.org/wiki/Th%C3%A9odebert_II" TargetMode="External"/><Relationship Id="rId160" Type="http://schemas.openxmlformats.org/officeDocument/2006/relationships/hyperlink" Target="http://fr.wikipedia.org/wiki/673" TargetMode="External"/><Relationship Id="rId826" Type="http://schemas.openxmlformats.org/officeDocument/2006/relationships/hyperlink" Target="http://fr.wikipedia.org/wiki/1559" TargetMode="External"/><Relationship Id="rId1011" Type="http://schemas.openxmlformats.org/officeDocument/2006/relationships/hyperlink" Target="http://fr.wikipedia.org/wiki/3_avril" TargetMode="External"/><Relationship Id="rId1109" Type="http://schemas.openxmlformats.org/officeDocument/2006/relationships/hyperlink" Target="http://fr.wikipedia.org/wiki/Fichier:Franz_Xaver_Winterhalter_Napoleon_III.jpg" TargetMode="External"/><Relationship Id="rId1456" Type="http://schemas.openxmlformats.org/officeDocument/2006/relationships/hyperlink" Target="http://fr.wikipedia.org/wiki/Acad%C3%A9mie_fran%C3%A7aise" TargetMode="External"/><Relationship Id="rId258" Type="http://schemas.openxmlformats.org/officeDocument/2006/relationships/hyperlink" Target="http://fr.wikipedia.org/wiki/814" TargetMode="External"/><Relationship Id="rId465" Type="http://schemas.openxmlformats.org/officeDocument/2006/relationships/hyperlink" Target="http://fr.wikipedia.org/wiki/2_mars" TargetMode="External"/><Relationship Id="rId672" Type="http://schemas.openxmlformats.org/officeDocument/2006/relationships/image" Target="media/image59.jpeg"/><Relationship Id="rId1095" Type="http://schemas.openxmlformats.org/officeDocument/2006/relationships/hyperlink" Target="http://fr.wikipedia.org/wiki/Maison_d%27Orl%C3%A9ans" TargetMode="External"/><Relationship Id="rId1316" Type="http://schemas.openxmlformats.org/officeDocument/2006/relationships/hyperlink" Target="http://fr.wikipedia.org/wiki/Pr%C3%A9sident_de_la_R%C3%A9publique_fran%C3%A7aise" TargetMode="External"/><Relationship Id="rId1523" Type="http://schemas.openxmlformats.org/officeDocument/2006/relationships/hyperlink" Target="http://fr.wikipedia.org/wiki/Charles_de_Gaulle" TargetMode="External"/><Relationship Id="rId22" Type="http://schemas.openxmlformats.org/officeDocument/2006/relationships/image" Target="media/image4.jpeg"/><Relationship Id="rId118" Type="http://schemas.openxmlformats.org/officeDocument/2006/relationships/image" Target="media/image17.jpeg"/><Relationship Id="rId325" Type="http://schemas.openxmlformats.org/officeDocument/2006/relationships/hyperlink" Target="http://fr.wikipedia.org/wiki/879" TargetMode="External"/><Relationship Id="rId532" Type="http://schemas.openxmlformats.org/officeDocument/2006/relationships/hyperlink" Target="http://fr.wikipedia.org/wiki/Louis_VI_de_France" TargetMode="External"/><Relationship Id="rId977" Type="http://schemas.openxmlformats.org/officeDocument/2006/relationships/hyperlink" Target="http://fr.wikipedia.org/wiki/Juin" TargetMode="External"/><Relationship Id="rId1162" Type="http://schemas.openxmlformats.org/officeDocument/2006/relationships/hyperlink" Target="http://fr.wikipedia.org/wiki/Mod%C3%A9r%C3%A9s" TargetMode="External"/><Relationship Id="rId171" Type="http://schemas.openxmlformats.org/officeDocument/2006/relationships/hyperlink" Target="http://fr.wikipedia.org/wiki/Clotaire_III" TargetMode="External"/><Relationship Id="rId837" Type="http://schemas.openxmlformats.org/officeDocument/2006/relationships/hyperlink" Target="http://fr.wikipedia.org/wiki/Fichier:FrancoisII.jpg" TargetMode="External"/><Relationship Id="rId1022" Type="http://schemas.openxmlformats.org/officeDocument/2006/relationships/hyperlink" Target="http://fr.wikipedia.org/wiki/Bourbons_(dynastie_fran%C3%A7aise)" TargetMode="External"/><Relationship Id="rId1467" Type="http://schemas.openxmlformats.org/officeDocument/2006/relationships/hyperlink" Target="http://fr.wikipedia.org/wiki/1924" TargetMode="External"/><Relationship Id="rId269" Type="http://schemas.openxmlformats.org/officeDocument/2006/relationships/hyperlink" Target="http://fr.wikipedia.org/wiki/Aix-la-Chapelle" TargetMode="External"/><Relationship Id="rId476" Type="http://schemas.openxmlformats.org/officeDocument/2006/relationships/hyperlink" Target="http://fr.wikipedia.org/wiki/996" TargetMode="External"/><Relationship Id="rId683" Type="http://schemas.openxmlformats.org/officeDocument/2006/relationships/hyperlink" Target="http://fr.wikipedia.org/wiki/1328" TargetMode="External"/><Relationship Id="rId890" Type="http://schemas.openxmlformats.org/officeDocument/2006/relationships/hyperlink" Target="http://fr.wikipedia.org/w/index.php?title=Liste_des_monarques_de_France&amp;action=edit&amp;section=7" TargetMode="External"/><Relationship Id="rId904" Type="http://schemas.openxmlformats.org/officeDocument/2006/relationships/hyperlink" Target="http://fr.wikipedia.org/wiki/1593" TargetMode="External"/><Relationship Id="rId1327" Type="http://schemas.openxmlformats.org/officeDocument/2006/relationships/hyperlink" Target="http://fr.wikipedia.org/wiki/Adolphe_Thiers" TargetMode="External"/><Relationship Id="rId1534" Type="http://schemas.openxmlformats.org/officeDocument/2006/relationships/hyperlink" Target="http://fr.wikipedia.org/wiki/16_janvier" TargetMode="External"/><Relationship Id="rId33" Type="http://schemas.openxmlformats.org/officeDocument/2006/relationships/hyperlink" Target="http://fr.wikipedia.org/wiki/Fichier:Portrait_Roi_de_france_Thierri_Ier.jpg" TargetMode="External"/><Relationship Id="rId129" Type="http://schemas.openxmlformats.org/officeDocument/2006/relationships/hyperlink" Target="http://fr.wikipedia.org/wiki/629" TargetMode="External"/><Relationship Id="rId336" Type="http://schemas.openxmlformats.org/officeDocument/2006/relationships/hyperlink" Target="http://fr.wikipedia.org/wiki/884" TargetMode="External"/><Relationship Id="rId543" Type="http://schemas.openxmlformats.org/officeDocument/2006/relationships/hyperlink" Target="http://fr.wikipedia.org/wiki/Fichier:Louis_VII_le_Jeune.jpg" TargetMode="External"/><Relationship Id="rId988" Type="http://schemas.openxmlformats.org/officeDocument/2006/relationships/hyperlink" Target="http://fr.wikipedia.org/wiki/Guillotine" TargetMode="External"/><Relationship Id="rId1173" Type="http://schemas.openxmlformats.org/officeDocument/2006/relationships/hyperlink" Target="http://fr.wikipedia.org/wiki/1899" TargetMode="External"/><Relationship Id="rId1380" Type="http://schemas.openxmlformats.org/officeDocument/2006/relationships/hyperlink" Target="http://fr.wikipedia.org/wiki/Scandale_de_Panam%C3%A1" TargetMode="External"/><Relationship Id="rId182" Type="http://schemas.openxmlformats.org/officeDocument/2006/relationships/hyperlink" Target="http://fr.wikipedia.org/wiki/Clovis_IV" TargetMode="External"/><Relationship Id="rId403" Type="http://schemas.openxmlformats.org/officeDocument/2006/relationships/hyperlink" Target="http://fr.wikipedia.org/wiki/Robertiens" TargetMode="External"/><Relationship Id="rId750" Type="http://schemas.openxmlformats.org/officeDocument/2006/relationships/hyperlink" Target="http://fr.wikipedia.org/wiki/Trait%C3%A9_de_Troyes" TargetMode="External"/><Relationship Id="rId848" Type="http://schemas.openxmlformats.org/officeDocument/2006/relationships/hyperlink" Target="http://fr.wikipedia.org/wiki/1559" TargetMode="External"/><Relationship Id="rId1033" Type="http://schemas.openxmlformats.org/officeDocument/2006/relationships/hyperlink" Target="http://fr.wikipedia.org/wiki/Bonaparte" TargetMode="External"/><Relationship Id="rId1478" Type="http://schemas.openxmlformats.org/officeDocument/2006/relationships/hyperlink" Target="http://fr.wikipedia.org/wiki/13_juin" TargetMode="External"/><Relationship Id="rId487" Type="http://schemas.openxmlformats.org/officeDocument/2006/relationships/hyperlink" Target="http://fr.wikipedia.org/wiki/996" TargetMode="External"/><Relationship Id="rId610" Type="http://schemas.openxmlformats.org/officeDocument/2006/relationships/hyperlink" Target="http://fr.wikipedia.org/wiki/30_ao%C3%BBt" TargetMode="External"/><Relationship Id="rId694" Type="http://schemas.openxmlformats.org/officeDocument/2006/relationships/hyperlink" Target="http://fr.wikipedia.org/wiki/F%C3%A9vrier" TargetMode="External"/><Relationship Id="rId708" Type="http://schemas.openxmlformats.org/officeDocument/2006/relationships/hyperlink" Target="http://fr.wikipedia.org/wiki/1350" TargetMode="External"/><Relationship Id="rId915" Type="http://schemas.openxmlformats.org/officeDocument/2006/relationships/image" Target="media/image74.jpeg"/><Relationship Id="rId1240" Type="http://schemas.openxmlformats.org/officeDocument/2006/relationships/hyperlink" Target="http://fr.wikipedia.org/wiki/1884" TargetMode="External"/><Relationship Id="rId1338" Type="http://schemas.openxmlformats.org/officeDocument/2006/relationships/hyperlink" Target="http://fr.wikipedia.org/wiki/Orl%C3%A9anisme" TargetMode="External"/><Relationship Id="rId1545" Type="http://schemas.openxmlformats.org/officeDocument/2006/relationships/image" Target="media/image100.jpeg"/><Relationship Id="rId347" Type="http://schemas.openxmlformats.org/officeDocument/2006/relationships/hyperlink" Target="http://fr.wikipedia.org/wiki/Fichier:Sceau_de_Charles_le_gros.jpg" TargetMode="External"/><Relationship Id="rId999" Type="http://schemas.openxmlformats.org/officeDocument/2006/relationships/hyperlink" Target="http://fr.wikipedia.org/wiki/1804" TargetMode="External"/><Relationship Id="rId1100" Type="http://schemas.openxmlformats.org/officeDocument/2006/relationships/hyperlink" Target="http://fr.wikipedia.org/wiki/9_ao%C3%BBt" TargetMode="External"/><Relationship Id="rId1184" Type="http://schemas.openxmlformats.org/officeDocument/2006/relationships/hyperlink" Target="http://fr.wikipedia.org/wiki/1906" TargetMode="External"/><Relationship Id="rId1405" Type="http://schemas.openxmlformats.org/officeDocument/2006/relationships/hyperlink" Target="http://fr.wikipedia.org/wiki/%C3%89mile_Loubet" TargetMode="External"/><Relationship Id="rId44" Type="http://schemas.openxmlformats.org/officeDocument/2006/relationships/hyperlink" Target="http://fr.wikipedia.org/wiki/Th%C3%A9odebald_(roi)" TargetMode="External"/><Relationship Id="rId554" Type="http://schemas.openxmlformats.org/officeDocument/2006/relationships/hyperlink" Target="http://fr.wikipedia.org/wiki/1137" TargetMode="External"/><Relationship Id="rId761" Type="http://schemas.openxmlformats.org/officeDocument/2006/relationships/hyperlink" Target="http://fr.wikipedia.org/wiki/Louis_XI_de_France" TargetMode="External"/><Relationship Id="rId859" Type="http://schemas.openxmlformats.org/officeDocument/2006/relationships/hyperlink" Target="http://fr.wikipedia.org/wiki/5_d%C3%A9cembre" TargetMode="External"/><Relationship Id="rId1391" Type="http://schemas.openxmlformats.org/officeDocument/2006/relationships/hyperlink" Target="http://fr.wikipedia.org/wiki/1895" TargetMode="External"/><Relationship Id="rId1489" Type="http://schemas.openxmlformats.org/officeDocument/2006/relationships/hyperlink" Target="http://fr.wikipedia.org/wiki/1931" TargetMode="External"/><Relationship Id="rId193" Type="http://schemas.openxmlformats.org/officeDocument/2006/relationships/image" Target="media/image28.jpeg"/><Relationship Id="rId207" Type="http://schemas.openxmlformats.org/officeDocument/2006/relationships/hyperlink" Target="http://fr.wikipedia.org/wiki/Fichier:Sin_foto.svg" TargetMode="External"/><Relationship Id="rId414" Type="http://schemas.openxmlformats.org/officeDocument/2006/relationships/hyperlink" Target="http://fr.wikipedia.org/wiki/923" TargetMode="External"/><Relationship Id="rId498" Type="http://schemas.openxmlformats.org/officeDocument/2006/relationships/hyperlink" Target="http://fr.wikipedia.org/wiki/1031" TargetMode="External"/><Relationship Id="rId621" Type="http://schemas.openxmlformats.org/officeDocument/2006/relationships/hyperlink" Target="http://fr.wikipedia.org/wiki/Cap%C3%A9tiens" TargetMode="External"/><Relationship Id="rId1044" Type="http://schemas.openxmlformats.org/officeDocument/2006/relationships/hyperlink" Target="http://fr.wikipedia.org/wiki/Napol%C3%A9on_II" TargetMode="External"/><Relationship Id="rId1251" Type="http://schemas.openxmlformats.org/officeDocument/2006/relationships/hyperlink" Target="http://fr.wikipedia.org/wiki/1959" TargetMode="External"/><Relationship Id="rId1349" Type="http://schemas.openxmlformats.org/officeDocument/2006/relationships/hyperlink" Target="http://fr.wikipedia.org/wiki/30_janvier" TargetMode="External"/><Relationship Id="rId260" Type="http://schemas.openxmlformats.org/officeDocument/2006/relationships/hyperlink" Target="http://fr.wikipedia.org/wiki/Carloman_Ier" TargetMode="External"/><Relationship Id="rId719" Type="http://schemas.openxmlformats.org/officeDocument/2006/relationships/hyperlink" Target="http://fr.wikipedia.org/wiki/Maison_cap%C3%A9tienne_de_Valois" TargetMode="External"/><Relationship Id="rId926" Type="http://schemas.openxmlformats.org/officeDocument/2006/relationships/hyperlink" Target="http://fr.wikipedia.org/wiki/Mai" TargetMode="External"/><Relationship Id="rId1111" Type="http://schemas.openxmlformats.org/officeDocument/2006/relationships/hyperlink" Target="http://fr.wikipedia.org/wiki/Napol%C3%A9on_III" TargetMode="External"/><Relationship Id="rId55" Type="http://schemas.openxmlformats.org/officeDocument/2006/relationships/hyperlink" Target="http://fr.wikipedia.org/wiki/511" TargetMode="External"/><Relationship Id="rId120" Type="http://schemas.openxmlformats.org/officeDocument/2006/relationships/hyperlink" Target="http://fr.wikipedia.org/wiki/623" TargetMode="External"/><Relationship Id="rId358" Type="http://schemas.openxmlformats.org/officeDocument/2006/relationships/hyperlink" Target="http://fr.wikipedia.org/wiki/13_janvier" TargetMode="External"/><Relationship Id="rId565" Type="http://schemas.openxmlformats.org/officeDocument/2006/relationships/hyperlink" Target="http://fr.wikipedia.org/wiki/Novembre" TargetMode="External"/><Relationship Id="rId772" Type="http://schemas.openxmlformats.org/officeDocument/2006/relationships/hyperlink" Target="http://fr.wikipedia.org/wiki/Ao%C3%BBt" TargetMode="External"/><Relationship Id="rId1195" Type="http://schemas.openxmlformats.org/officeDocument/2006/relationships/hyperlink" Target="http://fr.wikipedia.org/wiki/Paul_Deschanel" TargetMode="External"/><Relationship Id="rId1209" Type="http://schemas.openxmlformats.org/officeDocument/2006/relationships/hyperlink" Target="http://fr.wikipedia.org/wiki/1931" TargetMode="External"/><Relationship Id="rId1416" Type="http://schemas.openxmlformats.org/officeDocument/2006/relationships/hyperlink" Target="http://fr.wikipedia.org/wiki/Pr%C3%A9sident_du_Conseil" TargetMode="External"/><Relationship Id="rId218" Type="http://schemas.openxmlformats.org/officeDocument/2006/relationships/hyperlink" Target="http://fr.wikipedia.org/wiki/737" TargetMode="External"/><Relationship Id="rId425" Type="http://schemas.openxmlformats.org/officeDocument/2006/relationships/hyperlink" Target="http://fr.wikipedia.org/wiki/Soissons" TargetMode="External"/><Relationship Id="rId632" Type="http://schemas.openxmlformats.org/officeDocument/2006/relationships/hyperlink" Target="http://fr.wikipedia.org/wiki/29_novembre" TargetMode="External"/><Relationship Id="rId1055" Type="http://schemas.openxmlformats.org/officeDocument/2006/relationships/hyperlink" Target="http://fr.wikipedia.org/wiki/7_juillet" TargetMode="External"/><Relationship Id="rId1262" Type="http://schemas.openxmlformats.org/officeDocument/2006/relationships/hyperlink" Target="http://fr.wikipedia.org/wiki/1974" TargetMode="External"/><Relationship Id="rId271" Type="http://schemas.openxmlformats.org/officeDocument/2006/relationships/hyperlink" Target="http://fr.wikipedia.org/wiki/Janvier" TargetMode="External"/><Relationship Id="rId937" Type="http://schemas.openxmlformats.org/officeDocument/2006/relationships/hyperlink" Target="http://fr.wikipedia.org/wiki/14_mai" TargetMode="External"/><Relationship Id="rId1122" Type="http://schemas.openxmlformats.org/officeDocument/2006/relationships/hyperlink" Target="http://fr.wikipedia.org/wiki/2_septembre" TargetMode="External"/><Relationship Id="rId66" Type="http://schemas.openxmlformats.org/officeDocument/2006/relationships/hyperlink" Target="http://fr.wikipedia.org/wiki/Fichier:Sigebert_Ier.jpg" TargetMode="External"/><Relationship Id="rId131" Type="http://schemas.openxmlformats.org/officeDocument/2006/relationships/hyperlink" Target="http://fr.wikipedia.org/wiki/Fichier:Legenda_aurea_-_bapt%C3%AAme_de_Sigebert_III.jpg" TargetMode="External"/><Relationship Id="rId369" Type="http://schemas.openxmlformats.org/officeDocument/2006/relationships/hyperlink" Target="http://fr.wikipedia.org/wiki/F%C3%A9vrier" TargetMode="External"/><Relationship Id="rId576" Type="http://schemas.openxmlformats.org/officeDocument/2006/relationships/hyperlink" Target="http://fr.wikipedia.org/wiki/14_juillet" TargetMode="External"/><Relationship Id="rId783" Type="http://schemas.openxmlformats.org/officeDocument/2006/relationships/hyperlink" Target="http://fr.wikipedia.org/wiki/1483" TargetMode="External"/><Relationship Id="rId990" Type="http://schemas.openxmlformats.org/officeDocument/2006/relationships/hyperlink" Target="http://fr.wikipedia.org/wiki/21_janvier" TargetMode="External"/><Relationship Id="rId1427" Type="http://schemas.openxmlformats.org/officeDocument/2006/relationships/hyperlink" Target="http://fr.wikipedia.org/wiki/Alliance_d%C3%A9mocratique_(France)" TargetMode="External"/><Relationship Id="rId229" Type="http://schemas.openxmlformats.org/officeDocument/2006/relationships/hyperlink" Target="http://fr.wikipedia.org/wiki/P%C3%A9pin_le_Bref" TargetMode="External"/><Relationship Id="rId436" Type="http://schemas.openxmlformats.org/officeDocument/2006/relationships/hyperlink" Target="http://fr.wikipedia.org/wiki/Charles_III_de_France" TargetMode="External"/><Relationship Id="rId643" Type="http://schemas.openxmlformats.org/officeDocument/2006/relationships/hyperlink" Target="http://fr.wikipedia.org/wiki/1314" TargetMode="External"/><Relationship Id="rId1066" Type="http://schemas.openxmlformats.org/officeDocument/2006/relationships/hyperlink" Target="http://fr.wikipedia.org/wiki/8_juillet" TargetMode="External"/><Relationship Id="rId1273" Type="http://schemas.openxmlformats.org/officeDocument/2006/relationships/hyperlink" Target="http://fr.wikipedia.org/wiki/1916" TargetMode="External"/><Relationship Id="rId1480" Type="http://schemas.openxmlformats.org/officeDocument/2006/relationships/hyperlink" Target="http://fr.wikipedia.org/wiki/1931" TargetMode="External"/><Relationship Id="rId850" Type="http://schemas.openxmlformats.org/officeDocument/2006/relationships/hyperlink" Target="http://fr.wikipedia.org/wiki/D%C3%A9cembre" TargetMode="External"/><Relationship Id="rId948" Type="http://schemas.openxmlformats.org/officeDocument/2006/relationships/hyperlink" Target="http://fr.wikipedia.org/wiki/1715" TargetMode="External"/><Relationship Id="rId1133" Type="http://schemas.openxmlformats.org/officeDocument/2006/relationships/hyperlink" Target="http://fr.wikipedia.org/wiki/1852" TargetMode="External"/><Relationship Id="rId77" Type="http://schemas.openxmlformats.org/officeDocument/2006/relationships/hyperlink" Target="http://fr.wikipedia.org/wiki/567" TargetMode="External"/><Relationship Id="rId282" Type="http://schemas.openxmlformats.org/officeDocument/2006/relationships/hyperlink" Target="http://fr.wikipedia.org/wiki/813" TargetMode="External"/><Relationship Id="rId503" Type="http://schemas.openxmlformats.org/officeDocument/2006/relationships/hyperlink" Target="http://fr.wikipedia.org/wiki/1060" TargetMode="External"/><Relationship Id="rId587" Type="http://schemas.openxmlformats.org/officeDocument/2006/relationships/hyperlink" Target="http://fr.wikipedia.org/wiki/Louis_IX_de_France" TargetMode="External"/><Relationship Id="rId710" Type="http://schemas.openxmlformats.org/officeDocument/2006/relationships/hyperlink" Target="http://fr.wikipedia.org/wiki/Londres" TargetMode="External"/><Relationship Id="rId808" Type="http://schemas.openxmlformats.org/officeDocument/2006/relationships/hyperlink" Target="http://fr.wikipedia.org/wiki/Fran%C3%A7ois_Ier_de_France" TargetMode="External"/><Relationship Id="rId1340" Type="http://schemas.openxmlformats.org/officeDocument/2006/relationships/hyperlink" Target="http://fr.wikipedia.org/wiki/Monarchisme" TargetMode="External"/><Relationship Id="rId1438" Type="http://schemas.openxmlformats.org/officeDocument/2006/relationships/hyperlink" Target="http://fr.wikipedia.org/wiki/18_f%C3%A9vrier" TargetMode="External"/><Relationship Id="rId8" Type="http://schemas.openxmlformats.org/officeDocument/2006/relationships/hyperlink" Target="http://fr.wikipedia.org/wiki/Clodion_le_Chevelu" TargetMode="External"/><Relationship Id="rId142" Type="http://schemas.openxmlformats.org/officeDocument/2006/relationships/hyperlink" Target="http://fr.wikipedia.org/wiki/Childebert_III_l%27Adopt%C3%A9" TargetMode="External"/><Relationship Id="rId447" Type="http://schemas.openxmlformats.org/officeDocument/2006/relationships/hyperlink" Target="http://fr.wikipedia.org/wiki/986" TargetMode="External"/><Relationship Id="rId794" Type="http://schemas.openxmlformats.org/officeDocument/2006/relationships/hyperlink" Target="http://fr.wikipedia.org/wiki/1515" TargetMode="External"/><Relationship Id="rId1077" Type="http://schemas.openxmlformats.org/officeDocument/2006/relationships/hyperlink" Target="http://fr.wikipedia.org/wiki/Trois_Glorieuses" TargetMode="External"/><Relationship Id="rId1200" Type="http://schemas.openxmlformats.org/officeDocument/2006/relationships/hyperlink" Target="http://fr.wikipedia.org/wiki/1922" TargetMode="External"/><Relationship Id="rId654" Type="http://schemas.openxmlformats.org/officeDocument/2006/relationships/hyperlink" Target="http://fr.wikipedia.org/wiki/1316" TargetMode="External"/><Relationship Id="rId861" Type="http://schemas.openxmlformats.org/officeDocument/2006/relationships/hyperlink" Target="http://fr.wikipedia.org/wiki/1560" TargetMode="External"/><Relationship Id="rId959" Type="http://schemas.openxmlformats.org/officeDocument/2006/relationships/hyperlink" Target="http://fr.wikipedia.org/wiki/1715" TargetMode="External"/><Relationship Id="rId1284" Type="http://schemas.openxmlformats.org/officeDocument/2006/relationships/hyperlink" Target="http://fr.wikipedia.org/wiki/1955" TargetMode="External"/><Relationship Id="rId1491" Type="http://schemas.openxmlformats.org/officeDocument/2006/relationships/hyperlink" Target="http://fr.wikipedia.org/wiki/Mai" TargetMode="External"/><Relationship Id="rId1505" Type="http://schemas.openxmlformats.org/officeDocument/2006/relationships/hyperlink" Target="http://fr.wikipedia.org/wiki/Alliance_d%C3%A9mocratique_(France)" TargetMode="External"/><Relationship Id="rId293" Type="http://schemas.openxmlformats.org/officeDocument/2006/relationships/hyperlink" Target="http://fr.wikipedia.org/wiki/Fichier:KarlII_monks.jpg" TargetMode="External"/><Relationship Id="rId307" Type="http://schemas.openxmlformats.org/officeDocument/2006/relationships/hyperlink" Target="http://fr.wikipedia.org/wiki/Louis_II_le_Jeune" TargetMode="External"/><Relationship Id="rId514" Type="http://schemas.openxmlformats.org/officeDocument/2006/relationships/hyperlink" Target="http://fr.wikipedia.org/wiki/Anne_de_Kiev" TargetMode="External"/><Relationship Id="rId721" Type="http://schemas.openxmlformats.org/officeDocument/2006/relationships/hyperlink" Target="http://fr.wikipedia.org/wiki/Avril" TargetMode="External"/><Relationship Id="rId1144" Type="http://schemas.openxmlformats.org/officeDocument/2006/relationships/hyperlink" Target="http://fr.wikipedia.org/wiki/Orl%C3%A9anisme" TargetMode="External"/><Relationship Id="rId1351" Type="http://schemas.openxmlformats.org/officeDocument/2006/relationships/hyperlink" Target="http://fr.wikipedia.org/wiki/1879" TargetMode="External"/><Relationship Id="rId1449" Type="http://schemas.openxmlformats.org/officeDocument/2006/relationships/hyperlink" Target="http://fr.wikipedia.org/wiki/F%C3%A9vrier" TargetMode="External"/><Relationship Id="rId88" Type="http://schemas.openxmlformats.org/officeDocument/2006/relationships/image" Target="media/image14.jpeg"/><Relationship Id="rId153" Type="http://schemas.openxmlformats.org/officeDocument/2006/relationships/hyperlink" Target="http://fr.wikipedia.org/wiki/662" TargetMode="External"/><Relationship Id="rId360" Type="http://schemas.openxmlformats.org/officeDocument/2006/relationships/hyperlink" Target="http://fr.wikipedia.org/wiki/888" TargetMode="External"/><Relationship Id="rId598" Type="http://schemas.openxmlformats.org/officeDocument/2006/relationships/hyperlink" Target="http://fr.wikipedia.org/wiki/25_ao%C3%BBt" TargetMode="External"/><Relationship Id="rId819" Type="http://schemas.openxmlformats.org/officeDocument/2006/relationships/hyperlink" Target="http://fr.wikipedia.org/wiki/31_mars" TargetMode="External"/><Relationship Id="rId1004" Type="http://schemas.openxmlformats.org/officeDocument/2006/relationships/hyperlink" Target="http://fr.wikipedia.org/wiki/Constitution_de_l%27an_XII" TargetMode="External"/><Relationship Id="rId1211" Type="http://schemas.openxmlformats.org/officeDocument/2006/relationships/hyperlink" Target="http://fr.wikipedia.org/wiki/1863" TargetMode="External"/><Relationship Id="rId220" Type="http://schemas.openxmlformats.org/officeDocument/2006/relationships/hyperlink" Target="http://fr.wikipedia.org/wiki/Charles_Martel" TargetMode="External"/><Relationship Id="rId458" Type="http://schemas.openxmlformats.org/officeDocument/2006/relationships/hyperlink" Target="http://fr.wikipedia.org/wiki/Louis_V_de_France" TargetMode="External"/><Relationship Id="rId665" Type="http://schemas.openxmlformats.org/officeDocument/2006/relationships/hyperlink" Target="http://fr.wikipedia.org/wiki/11_janvier" TargetMode="External"/><Relationship Id="rId872" Type="http://schemas.openxmlformats.org/officeDocument/2006/relationships/hyperlink" Target="http://fr.wikipedia.org/wiki/1574" TargetMode="External"/><Relationship Id="rId1088" Type="http://schemas.openxmlformats.org/officeDocument/2006/relationships/hyperlink" Target="http://fr.wikipedia.org/wiki/Maison_d%27Orl%C3%A9ans" TargetMode="External"/><Relationship Id="rId1295" Type="http://schemas.openxmlformats.org/officeDocument/2006/relationships/hyperlink" Target="http://fr.wikipedia.org/wiki/Liste_des_pr%C3%A9sidents_de_la_R%C3%A9publique_fran%C3%A7aise" TargetMode="External"/><Relationship Id="rId1309" Type="http://schemas.openxmlformats.org/officeDocument/2006/relationships/hyperlink" Target="http://fr.wikipedia.org/wiki/D%C3%A9cembre_1848" TargetMode="External"/><Relationship Id="rId1516" Type="http://schemas.openxmlformats.org/officeDocument/2006/relationships/hyperlink" Target="http://fr.wikipedia.org/wiki/Nord_(d%C3%A9partement)" TargetMode="External"/><Relationship Id="rId15" Type="http://schemas.openxmlformats.org/officeDocument/2006/relationships/hyperlink" Target="http://fr.wikipedia.org/wiki/457" TargetMode="External"/><Relationship Id="rId318" Type="http://schemas.openxmlformats.org/officeDocument/2006/relationships/hyperlink" Target="http://fr.wikipedia.org/wiki/8_d%C3%A9cembre" TargetMode="External"/><Relationship Id="rId525" Type="http://schemas.openxmlformats.org/officeDocument/2006/relationships/hyperlink" Target="http://fr.wikipedia.org/wiki/Ao%C3%BBt" TargetMode="External"/><Relationship Id="rId732" Type="http://schemas.openxmlformats.org/officeDocument/2006/relationships/hyperlink" Target="http://fr.wikipedia.org/wiki/Maison_cap%C3%A9tienne_de_Valois" TargetMode="External"/><Relationship Id="rId1155" Type="http://schemas.openxmlformats.org/officeDocument/2006/relationships/hyperlink" Target="http://fr.wikipedia.org/wiki/1887" TargetMode="External"/><Relationship Id="rId1362" Type="http://schemas.openxmlformats.org/officeDocument/2006/relationships/hyperlink" Target="http://fr.wikipedia.org/wiki/1879" TargetMode="External"/><Relationship Id="rId99" Type="http://schemas.openxmlformats.org/officeDocument/2006/relationships/image" Target="media/image15.jpeg"/><Relationship Id="rId164" Type="http://schemas.openxmlformats.org/officeDocument/2006/relationships/hyperlink" Target="http://fr.wikipedia.org/wiki/691" TargetMode="External"/><Relationship Id="rId371" Type="http://schemas.openxmlformats.org/officeDocument/2006/relationships/hyperlink" Target="http://fr.wikipedia.org/wiki/1er_janvier" TargetMode="External"/><Relationship Id="rId1015" Type="http://schemas.openxmlformats.org/officeDocument/2006/relationships/hyperlink" Target="http://fr.wikipedia.org/wiki/Bourbons_(dynastie_fran%C3%A7aise)" TargetMode="External"/><Relationship Id="rId1222" Type="http://schemas.openxmlformats.org/officeDocument/2006/relationships/hyperlink" Target="http://fr.wikipedia.org/wiki/Alliance_d%C3%A9mocratique_(France)" TargetMode="External"/><Relationship Id="rId469" Type="http://schemas.openxmlformats.org/officeDocument/2006/relationships/hyperlink" Target="http://fr.wikipedia.org/wiki/Mai" TargetMode="External"/><Relationship Id="rId676" Type="http://schemas.openxmlformats.org/officeDocument/2006/relationships/hyperlink" Target="http://fr.wikipedia.org/wiki/Cap%C3%A9tiens" TargetMode="External"/><Relationship Id="rId883" Type="http://schemas.openxmlformats.org/officeDocument/2006/relationships/hyperlink" Target="http://fr.wikipedia.org/wiki/F%C3%A9vrier" TargetMode="External"/><Relationship Id="rId1099" Type="http://schemas.openxmlformats.org/officeDocument/2006/relationships/hyperlink" Target="http://fr.wikipedia.org/wiki/1830" TargetMode="External"/><Relationship Id="rId1527" Type="http://schemas.openxmlformats.org/officeDocument/2006/relationships/hyperlink" Target="http://fr.wikipedia.org/wiki/Georges_Bidault" TargetMode="External"/><Relationship Id="rId26" Type="http://schemas.openxmlformats.org/officeDocument/2006/relationships/hyperlink" Target="http://fr.wikipedia.org/wiki/Fichier:Sin_foto.svg" TargetMode="External"/><Relationship Id="rId231" Type="http://schemas.openxmlformats.org/officeDocument/2006/relationships/hyperlink" Target="http://fr.wikipedia.org/wiki/Fichier:Pippin_the_younger.jpg" TargetMode="External"/><Relationship Id="rId329" Type="http://schemas.openxmlformats.org/officeDocument/2006/relationships/hyperlink" Target="http://fr.wikipedia.org/wiki/Septembre" TargetMode="External"/><Relationship Id="rId536" Type="http://schemas.openxmlformats.org/officeDocument/2006/relationships/hyperlink" Target="http://fr.wikipedia.org/wiki/29_juillet" TargetMode="External"/><Relationship Id="rId1166" Type="http://schemas.openxmlformats.org/officeDocument/2006/relationships/hyperlink" Target="http://fr.wikipedia.org/wiki/1894" TargetMode="External"/><Relationship Id="rId1373" Type="http://schemas.openxmlformats.org/officeDocument/2006/relationships/hyperlink" Target="http://fr.wikipedia.org/wiki/D%C3%A9cembre" TargetMode="External"/><Relationship Id="rId175" Type="http://schemas.openxmlformats.org/officeDocument/2006/relationships/hyperlink" Target="http://fr.wikipedia.org/wiki/Dagobert_II" TargetMode="External"/><Relationship Id="rId743" Type="http://schemas.openxmlformats.org/officeDocument/2006/relationships/hyperlink" Target="http://fr.wikipedia.org/wiki/Charles_VII_de_France" TargetMode="External"/><Relationship Id="rId950" Type="http://schemas.openxmlformats.org/officeDocument/2006/relationships/hyperlink" Target="http://fr.wikipedia.org/wiki/Philippe_d%27Orl%C3%A9ans_(1674-1723)" TargetMode="External"/><Relationship Id="rId1026" Type="http://schemas.openxmlformats.org/officeDocument/2006/relationships/hyperlink" Target="http://fr.wikipedia.org/wiki/1795" TargetMode="External"/><Relationship Id="rId382" Type="http://schemas.openxmlformats.org/officeDocument/2006/relationships/hyperlink" Target="http://fr.wikipedia.org/wiki/Charles_III_le_Gros" TargetMode="External"/><Relationship Id="rId603" Type="http://schemas.openxmlformats.org/officeDocument/2006/relationships/hyperlink" Target="http://fr.wikipedia.org/wiki/Philippe_III_de_France" TargetMode="External"/><Relationship Id="rId687" Type="http://schemas.openxmlformats.org/officeDocument/2006/relationships/hyperlink" Target="http://fr.wikipedia.org/wiki/Fichier:Phil6france.jpg" TargetMode="External"/><Relationship Id="rId810" Type="http://schemas.openxmlformats.org/officeDocument/2006/relationships/hyperlink" Target="http://fr.wikipedia.org/wiki/1547" TargetMode="External"/><Relationship Id="rId908" Type="http://schemas.openxmlformats.org/officeDocument/2006/relationships/hyperlink" Target="http://fr.wikipedia.org/wiki/1594" TargetMode="External"/><Relationship Id="rId1233" Type="http://schemas.openxmlformats.org/officeDocument/2006/relationships/hyperlink" Target="http://fr.wikipedia.org/wiki/1946" TargetMode="External"/><Relationship Id="rId1440" Type="http://schemas.openxmlformats.org/officeDocument/2006/relationships/hyperlink" Target="http://fr.wikipedia.org/wiki/1920" TargetMode="External"/><Relationship Id="rId1538" Type="http://schemas.openxmlformats.org/officeDocument/2006/relationships/hyperlink" Target="http://fr.wikipedia.org/wiki/Janvier" TargetMode="External"/><Relationship Id="rId242" Type="http://schemas.openxmlformats.org/officeDocument/2006/relationships/hyperlink" Target="http://fr.wikipedia.org/wiki/Carloman_(fils_de_Charles_Martel)" TargetMode="External"/><Relationship Id="rId894" Type="http://schemas.openxmlformats.org/officeDocument/2006/relationships/hyperlink" Target="http://fr.wikipedia.org/wiki/1589" TargetMode="External"/><Relationship Id="rId1177" Type="http://schemas.openxmlformats.org/officeDocument/2006/relationships/hyperlink" Target="http://fr.wikipedia.org/wiki/%C3%89mile_Loubet" TargetMode="External"/><Relationship Id="rId1300" Type="http://schemas.openxmlformats.org/officeDocument/2006/relationships/hyperlink" Target="http://fr.wikipedia.org/wiki/Gouvernement_provisoire_de_1848" TargetMode="External"/><Relationship Id="rId37" Type="http://schemas.openxmlformats.org/officeDocument/2006/relationships/hyperlink" Target="http://fr.wikipedia.org/wiki/534" TargetMode="External"/><Relationship Id="rId102" Type="http://schemas.openxmlformats.org/officeDocument/2006/relationships/hyperlink" Target="http://fr.wikipedia.org/wiki/613" TargetMode="External"/><Relationship Id="rId547" Type="http://schemas.openxmlformats.org/officeDocument/2006/relationships/hyperlink" Target="http://fr.wikipedia.org/wiki/1180" TargetMode="External"/><Relationship Id="rId754" Type="http://schemas.openxmlformats.org/officeDocument/2006/relationships/hyperlink" Target="http://fr.wikipedia.org/wiki/1429" TargetMode="External"/><Relationship Id="rId961" Type="http://schemas.openxmlformats.org/officeDocument/2006/relationships/hyperlink" Target="http://fr.wikipedia.org/wiki/Octobre" TargetMode="External"/><Relationship Id="rId1384" Type="http://schemas.openxmlformats.org/officeDocument/2006/relationships/hyperlink" Target="http://fr.wikipedia.org/wiki/Fichier:Jean_Casimir-Perier.jpg" TargetMode="External"/><Relationship Id="rId90" Type="http://schemas.openxmlformats.org/officeDocument/2006/relationships/hyperlink" Target="http://fr.wikipedia.org/wiki/575" TargetMode="External"/><Relationship Id="rId186" Type="http://schemas.openxmlformats.org/officeDocument/2006/relationships/hyperlink" Target="http://fr.wikipedia.org/wiki/Fichier:Childebert_III_694_711.jpg" TargetMode="External"/><Relationship Id="rId393" Type="http://schemas.openxmlformats.org/officeDocument/2006/relationships/hyperlink" Target="http://fr.wikipedia.org/wiki/922" TargetMode="External"/><Relationship Id="rId407" Type="http://schemas.openxmlformats.org/officeDocument/2006/relationships/hyperlink" Target="http://fr.wikipedia.org/wiki/Reims" TargetMode="External"/><Relationship Id="rId614" Type="http://schemas.openxmlformats.org/officeDocument/2006/relationships/hyperlink" Target="http://fr.wikipedia.org/wiki/Octobre" TargetMode="External"/><Relationship Id="rId821" Type="http://schemas.openxmlformats.org/officeDocument/2006/relationships/hyperlink" Target="http://fr.wikipedia.org/wiki/1547" TargetMode="External"/><Relationship Id="rId1037" Type="http://schemas.openxmlformats.org/officeDocument/2006/relationships/hyperlink" Target="http://fr.wikipedia.org/wiki/1815" TargetMode="External"/><Relationship Id="rId1244" Type="http://schemas.openxmlformats.org/officeDocument/2006/relationships/hyperlink" Target="http://fr.wikipedia.org/wiki/1959" TargetMode="External"/><Relationship Id="rId1451" Type="http://schemas.openxmlformats.org/officeDocument/2006/relationships/hyperlink" Target="http://fr.wikipedia.org/wiki/21_septembre" TargetMode="External"/><Relationship Id="rId253" Type="http://schemas.openxmlformats.org/officeDocument/2006/relationships/hyperlink" Target="http://fr.wikipedia.org/wiki/Carolingiens" TargetMode="External"/><Relationship Id="rId460" Type="http://schemas.openxmlformats.org/officeDocument/2006/relationships/hyperlink" Target="http://fr.wikipedia.org/wiki/987" TargetMode="External"/><Relationship Id="rId698" Type="http://schemas.openxmlformats.org/officeDocument/2006/relationships/hyperlink" Target="http://fr.wikipedia.org/wiki/Ao%C3%BBt" TargetMode="External"/><Relationship Id="rId919" Type="http://schemas.openxmlformats.org/officeDocument/2006/relationships/hyperlink" Target="http://fr.wikipedia.org/wiki/Bourbons_(dynastie_fran%C3%A7aise)" TargetMode="External"/><Relationship Id="rId1090" Type="http://schemas.openxmlformats.org/officeDocument/2006/relationships/hyperlink" Target="http://fr.wikipedia.org/wiki/Fichier:Louis-Philippe_de_Bourbon.jpg" TargetMode="External"/><Relationship Id="rId1104" Type="http://schemas.openxmlformats.org/officeDocument/2006/relationships/hyperlink" Target="http://fr.wikipedia.org/wiki/24_f%C3%A9vrier" TargetMode="External"/><Relationship Id="rId1311" Type="http://schemas.openxmlformats.org/officeDocument/2006/relationships/hyperlink" Target="http://fr.wikipedia.org/wiki/2_d%C3%A9cembre" TargetMode="External"/><Relationship Id="rId1549" Type="http://schemas.openxmlformats.org/officeDocument/2006/relationships/hyperlink" Target="http://fr.wikipedia.org/wiki/8_janvier" TargetMode="External"/><Relationship Id="rId48" Type="http://schemas.openxmlformats.org/officeDocument/2006/relationships/image" Target="media/image8.jpeg"/><Relationship Id="rId113" Type="http://schemas.openxmlformats.org/officeDocument/2006/relationships/hyperlink" Target="http://fr.wikipedia.org/wiki/595" TargetMode="External"/><Relationship Id="rId320" Type="http://schemas.openxmlformats.org/officeDocument/2006/relationships/hyperlink" Target="http://fr.wikipedia.org/wiki/877" TargetMode="External"/><Relationship Id="rId558" Type="http://schemas.openxmlformats.org/officeDocument/2006/relationships/hyperlink" Target="http://fr.wikipedia.org/wiki/Fichier:Philippe_II_Auguste.jpg" TargetMode="External"/><Relationship Id="rId765" Type="http://schemas.openxmlformats.org/officeDocument/2006/relationships/hyperlink" Target="http://fr.wikipedia.org/wiki/22_juillet" TargetMode="External"/><Relationship Id="rId972" Type="http://schemas.openxmlformats.org/officeDocument/2006/relationships/hyperlink" Target="http://fr.wikipedia.org/wiki/Bourbons_(dynastie_fran%C3%A7aise)" TargetMode="External"/><Relationship Id="rId1188" Type="http://schemas.openxmlformats.org/officeDocument/2006/relationships/hyperlink" Target="http://fr.wikipedia.org/wiki/1931" TargetMode="External"/><Relationship Id="rId1395" Type="http://schemas.openxmlformats.org/officeDocument/2006/relationships/image" Target="media/image90.jpeg"/><Relationship Id="rId1409" Type="http://schemas.openxmlformats.org/officeDocument/2006/relationships/hyperlink" Target="http://fr.wikipedia.org/wiki/F%C3%A9vrier" TargetMode="External"/><Relationship Id="rId197" Type="http://schemas.openxmlformats.org/officeDocument/2006/relationships/hyperlink" Target="http://fr.wikipedia.org/wiki/Childebert_IV" TargetMode="External"/><Relationship Id="rId418" Type="http://schemas.openxmlformats.org/officeDocument/2006/relationships/hyperlink" Target="http://fr.wikipedia.org/wiki/923" TargetMode="External"/><Relationship Id="rId625" Type="http://schemas.openxmlformats.org/officeDocument/2006/relationships/hyperlink" Target="http://fr.wikipedia.org/wiki/1284" TargetMode="External"/><Relationship Id="rId832" Type="http://schemas.openxmlformats.org/officeDocument/2006/relationships/hyperlink" Target="http://fr.wikipedia.org/wiki/Juillet" TargetMode="External"/><Relationship Id="rId1048" Type="http://schemas.openxmlformats.org/officeDocument/2006/relationships/hyperlink" Target="http://fr.wikipedia.org/wiki/1815" TargetMode="External"/><Relationship Id="rId1255" Type="http://schemas.openxmlformats.org/officeDocument/2006/relationships/hyperlink" Target="http://fr.wikipedia.org/wiki/1890" TargetMode="External"/><Relationship Id="rId1462" Type="http://schemas.openxmlformats.org/officeDocument/2006/relationships/hyperlink" Target="http://fr.wikipedia.org/wiki/23_septembre" TargetMode="External"/><Relationship Id="rId264" Type="http://schemas.openxmlformats.org/officeDocument/2006/relationships/hyperlink" Target="http://fr.wikipedia.org/wiki/L%C3%A9on_III_(pape)" TargetMode="External"/><Relationship Id="rId471" Type="http://schemas.openxmlformats.org/officeDocument/2006/relationships/hyperlink" Target="http://fr.wikipedia.org/wiki/Cap%C3%A9tiens_directs" TargetMode="External"/><Relationship Id="rId1115" Type="http://schemas.openxmlformats.org/officeDocument/2006/relationships/hyperlink" Target="http://fr.wikipedia.org/wiki/Napol%C3%A9on_Ier" TargetMode="External"/><Relationship Id="rId1322" Type="http://schemas.openxmlformats.org/officeDocument/2006/relationships/hyperlink" Target="http://fr.wikipedia.org/w/index.php?title=Liste_des_pr%C3%A9sidents_de_la_R%C3%A9publique_fran%C3%A7aise&amp;action=edit&amp;section=2" TargetMode="External"/><Relationship Id="rId59" Type="http://schemas.openxmlformats.org/officeDocument/2006/relationships/hyperlink" Target="http://fr.wikipedia.org/wiki/558" TargetMode="External"/><Relationship Id="rId124" Type="http://schemas.openxmlformats.org/officeDocument/2006/relationships/hyperlink" Target="http://fr.wikipedia.org/wiki/632" TargetMode="External"/><Relationship Id="rId569" Type="http://schemas.openxmlformats.org/officeDocument/2006/relationships/hyperlink" Target="http://fr.wikipedia.org/wiki/1223" TargetMode="External"/><Relationship Id="rId776" Type="http://schemas.openxmlformats.org/officeDocument/2006/relationships/image" Target="media/image66.jpeg"/><Relationship Id="rId983" Type="http://schemas.openxmlformats.org/officeDocument/2006/relationships/hyperlink" Target="http://fr.wikipedia.org/wiki/13_septembre" TargetMode="External"/><Relationship Id="rId1199" Type="http://schemas.openxmlformats.org/officeDocument/2006/relationships/hyperlink" Target="http://fr.wikipedia.org/wiki/1855" TargetMode="External"/><Relationship Id="rId331" Type="http://schemas.openxmlformats.org/officeDocument/2006/relationships/hyperlink" Target="http://fr.wikipedia.org/wiki/5_ao%C3%BBt" TargetMode="External"/><Relationship Id="rId429" Type="http://schemas.openxmlformats.org/officeDocument/2006/relationships/hyperlink" Target="http://fr.wikipedia.org/wiki/936" TargetMode="External"/><Relationship Id="rId636" Type="http://schemas.openxmlformats.org/officeDocument/2006/relationships/image" Target="media/image56.jpeg"/><Relationship Id="rId1059" Type="http://schemas.openxmlformats.org/officeDocument/2006/relationships/hyperlink" Target="http://fr.wikipedia.org/wiki/Seconde_Restauration" TargetMode="External"/><Relationship Id="rId1266" Type="http://schemas.openxmlformats.org/officeDocument/2006/relationships/hyperlink" Target="http://fr.wikipedia.org/wiki/R%C3%A9publicains_ind%C3%A9pendants" TargetMode="External"/><Relationship Id="rId1473" Type="http://schemas.openxmlformats.org/officeDocument/2006/relationships/hyperlink" Target="http://fr.wikipedia.org/wiki/Fichier:Gaston_Doumergue.jpg" TargetMode="External"/><Relationship Id="rId843" Type="http://schemas.openxmlformats.org/officeDocument/2006/relationships/hyperlink" Target="http://fr.wikipedia.org/wiki/10_juillet" TargetMode="External"/><Relationship Id="rId1126" Type="http://schemas.openxmlformats.org/officeDocument/2006/relationships/hyperlink" Target="http://fr.wikipedia.org/wiki/Pr%C3%A9sident_de_la_R%C3%A9publique_fran%C3%A7aise" TargetMode="External"/><Relationship Id="rId275" Type="http://schemas.openxmlformats.org/officeDocument/2006/relationships/hyperlink" Target="http://fr.wikipedia.org/wiki/Louis_le_Pieux" TargetMode="External"/><Relationship Id="rId482" Type="http://schemas.openxmlformats.org/officeDocument/2006/relationships/hyperlink" Target="http://fr.wikipedia.org/wiki/Octobre" TargetMode="External"/><Relationship Id="rId703" Type="http://schemas.openxmlformats.org/officeDocument/2006/relationships/hyperlink" Target="http://fr.wikipedia.org/wiki/1350" TargetMode="External"/><Relationship Id="rId910" Type="http://schemas.openxmlformats.org/officeDocument/2006/relationships/hyperlink" Target="http://fr.wikipedia.org/wiki/14_mai" TargetMode="External"/><Relationship Id="rId1333" Type="http://schemas.openxmlformats.org/officeDocument/2006/relationships/hyperlink" Target="http://fr.wikipedia.org/wiki/Ao%C3%BBt" TargetMode="External"/><Relationship Id="rId1540" Type="http://schemas.openxmlformats.org/officeDocument/2006/relationships/hyperlink" Target="http://fr.wikipedia.org/wiki/Section_fran%C3%A7aise_de_l%27Internationale_ouvri%C3%A8re" TargetMode="External"/><Relationship Id="rId135" Type="http://schemas.openxmlformats.org/officeDocument/2006/relationships/hyperlink" Target="http://fr.wikipedia.org/wiki/656" TargetMode="External"/><Relationship Id="rId342" Type="http://schemas.openxmlformats.org/officeDocument/2006/relationships/hyperlink" Target="http://fr.wikipedia.org/wiki/Ao%C3%BBt" TargetMode="External"/><Relationship Id="rId787" Type="http://schemas.openxmlformats.org/officeDocument/2006/relationships/hyperlink" Target="http://fr.wikipedia.org/wiki/7_avril" TargetMode="External"/><Relationship Id="rId994" Type="http://schemas.openxmlformats.org/officeDocument/2006/relationships/hyperlink" Target="http://fr.wikipedia.org/wiki/Bonaparte" TargetMode="External"/><Relationship Id="rId1400" Type="http://schemas.openxmlformats.org/officeDocument/2006/relationships/hyperlink" Target="http://fr.wikipedia.org/wiki/F%C3%A9vrier" TargetMode="External"/><Relationship Id="rId202" Type="http://schemas.openxmlformats.org/officeDocument/2006/relationships/hyperlink" Target="http://fr.wikipedia.org/wiki/719" TargetMode="External"/><Relationship Id="rId647" Type="http://schemas.openxmlformats.org/officeDocument/2006/relationships/hyperlink" Target="http://fr.wikipedia.org/wiki/5_juin" TargetMode="External"/><Relationship Id="rId854" Type="http://schemas.openxmlformats.org/officeDocument/2006/relationships/image" Target="media/image71.jpeg"/><Relationship Id="rId1277" Type="http://schemas.openxmlformats.org/officeDocument/2006/relationships/hyperlink" Target="http://fr.wikipedia.org/wiki/2007" TargetMode="External"/><Relationship Id="rId1484" Type="http://schemas.openxmlformats.org/officeDocument/2006/relationships/hyperlink" Target="http://fr.wikipedia.org/wiki/Paul_Doumer" TargetMode="External"/><Relationship Id="rId286" Type="http://schemas.openxmlformats.org/officeDocument/2006/relationships/hyperlink" Target="http://fr.wikipedia.org/wiki/Octobre" TargetMode="External"/><Relationship Id="rId493" Type="http://schemas.openxmlformats.org/officeDocument/2006/relationships/hyperlink" Target="http://fr.wikipedia.org/wiki/24_octobre" TargetMode="External"/><Relationship Id="rId507" Type="http://schemas.openxmlformats.org/officeDocument/2006/relationships/hyperlink" Target="http://fr.wikipedia.org/wiki/1027" TargetMode="External"/><Relationship Id="rId714" Type="http://schemas.openxmlformats.org/officeDocument/2006/relationships/hyperlink" Target="http://fr.wikipedia.org/wiki/Fichier:Charles_V_France.jpg" TargetMode="External"/><Relationship Id="rId921" Type="http://schemas.openxmlformats.org/officeDocument/2006/relationships/hyperlink" Target="http://fr.wikipedia.org/wiki/14_mai" TargetMode="External"/><Relationship Id="rId1137" Type="http://schemas.openxmlformats.org/officeDocument/2006/relationships/hyperlink" Target="http://fr.wikipedia.org/wiki/1873" TargetMode="External"/><Relationship Id="rId1344" Type="http://schemas.openxmlformats.org/officeDocument/2006/relationships/hyperlink" Target="http://fr.wikipedia.org/wiki/Fichier:Patrice_de_Mac_Mahon.jpg" TargetMode="External"/><Relationship Id="rId1551" Type="http://schemas.openxmlformats.org/officeDocument/2006/relationships/hyperlink" Target="http://fr.wikipedia.org/wiki/1959" TargetMode="External"/><Relationship Id="rId50" Type="http://schemas.openxmlformats.org/officeDocument/2006/relationships/hyperlink" Target="http://fr.wikipedia.org/wiki/511" TargetMode="External"/><Relationship Id="rId146" Type="http://schemas.openxmlformats.org/officeDocument/2006/relationships/image" Target="media/image21.jpeg"/><Relationship Id="rId353" Type="http://schemas.openxmlformats.org/officeDocument/2006/relationships/hyperlink" Target="http://fr.wikipedia.org/wiki/Carolingiens" TargetMode="External"/><Relationship Id="rId560" Type="http://schemas.openxmlformats.org/officeDocument/2006/relationships/hyperlink" Target="http://fr.wikipedia.org/wiki/Philippe_II_de_France" TargetMode="External"/><Relationship Id="rId798" Type="http://schemas.openxmlformats.org/officeDocument/2006/relationships/hyperlink" Target="http://fr.wikipedia.org/wiki/1498" TargetMode="External"/><Relationship Id="rId1190" Type="http://schemas.openxmlformats.org/officeDocument/2006/relationships/hyperlink" Target="http://fr.wikipedia.org/wiki/1913" TargetMode="External"/><Relationship Id="rId1204" Type="http://schemas.openxmlformats.org/officeDocument/2006/relationships/hyperlink" Target="http://fr.wikipedia.org/wiki/Sans_%C3%A9tiquette" TargetMode="External"/><Relationship Id="rId1411" Type="http://schemas.openxmlformats.org/officeDocument/2006/relationships/hyperlink" Target="http://fr.wikipedia.org/wiki/18_f%C3%A9vrier" TargetMode="External"/><Relationship Id="rId213" Type="http://schemas.openxmlformats.org/officeDocument/2006/relationships/hyperlink" Target="http://fr.wikipedia.org/wiki/Chilp%C3%A9ric_II_(roi_des_Francs)" TargetMode="External"/><Relationship Id="rId420" Type="http://schemas.openxmlformats.org/officeDocument/2006/relationships/hyperlink" Target="http://fr.wikipedia.org/wiki/Bosonides" TargetMode="External"/><Relationship Id="rId658" Type="http://schemas.openxmlformats.org/officeDocument/2006/relationships/hyperlink" Target="http://fr.wikipedia.org/wiki/Philippe_V_de_France" TargetMode="External"/><Relationship Id="rId865" Type="http://schemas.openxmlformats.org/officeDocument/2006/relationships/hyperlink" Target="http://fr.wikipedia.org/wiki/Pleur%C3%A9sie" TargetMode="External"/><Relationship Id="rId1050" Type="http://schemas.openxmlformats.org/officeDocument/2006/relationships/hyperlink" Target="http://fr.wikipedia.org/wiki/4_avril" TargetMode="External"/><Relationship Id="rId1288" Type="http://schemas.openxmlformats.org/officeDocument/2006/relationships/hyperlink" Target="http://fr.wikipedia.org/wiki/Liste_des_pr%C3%A9sidents_de_la_R%C3%A9publique_fran%C3%A7aise" TargetMode="External"/><Relationship Id="rId1495" Type="http://schemas.openxmlformats.org/officeDocument/2006/relationships/hyperlink" Target="http://fr.wikipedia.org/wiki/Paul_Gorgulov" TargetMode="External"/><Relationship Id="rId1509" Type="http://schemas.openxmlformats.org/officeDocument/2006/relationships/hyperlink" Target="http://fr.wikipedia.org/w/index.php?title=Liste_des_pr%C3%A9sidents_de_la_R%C3%A9publique_fran%C3%A7aise&amp;action=edit&amp;section=3" TargetMode="External"/><Relationship Id="rId297" Type="http://schemas.openxmlformats.org/officeDocument/2006/relationships/hyperlink" Target="http://fr.wikipedia.org/wiki/877" TargetMode="External"/><Relationship Id="rId518" Type="http://schemas.openxmlformats.org/officeDocument/2006/relationships/hyperlink" Target="http://fr.wikipedia.org/wiki/1060" TargetMode="External"/><Relationship Id="rId725" Type="http://schemas.openxmlformats.org/officeDocument/2006/relationships/hyperlink" Target="http://fr.wikipedia.org/wiki/Septembre" TargetMode="External"/><Relationship Id="rId932" Type="http://schemas.openxmlformats.org/officeDocument/2006/relationships/image" Target="media/image75.jpeg"/><Relationship Id="rId1148" Type="http://schemas.openxmlformats.org/officeDocument/2006/relationships/hyperlink" Target="http://fr.wikipedia.org/wiki/1873" TargetMode="External"/><Relationship Id="rId1355" Type="http://schemas.openxmlformats.org/officeDocument/2006/relationships/hyperlink" Target="http://fr.wikipedia.org/wiki/%C3%89lections_l%C3%A9gislatives_sous_la_Troisi%C3%A8me_R%C3%A9publique" TargetMode="External"/><Relationship Id="rId157" Type="http://schemas.openxmlformats.org/officeDocument/2006/relationships/hyperlink" Target="http://fr.wikipedia.org/wiki/Fichier:Theuderic_III.jpg" TargetMode="External"/><Relationship Id="rId364" Type="http://schemas.openxmlformats.org/officeDocument/2006/relationships/hyperlink" Target="http://fr.wikipedia.org/wiki/888" TargetMode="External"/><Relationship Id="rId1008" Type="http://schemas.openxmlformats.org/officeDocument/2006/relationships/hyperlink" Target="http://fr.wikipedia.org/wiki/6_novembre" TargetMode="External"/><Relationship Id="rId1215" Type="http://schemas.openxmlformats.org/officeDocument/2006/relationships/hyperlink" Target="http://fr.wikipedia.org/wiki/1932" TargetMode="External"/><Relationship Id="rId1422" Type="http://schemas.openxmlformats.org/officeDocument/2006/relationships/hyperlink" Target="http://fr.wikipedia.org/wiki/F%C3%A9vrier" TargetMode="External"/><Relationship Id="rId61" Type="http://schemas.openxmlformats.org/officeDocument/2006/relationships/hyperlink" Target="http://fr.wikipedia.org/wiki/Fichier:Portrait_Roi_de_france_Caribert.jpg" TargetMode="External"/><Relationship Id="rId571" Type="http://schemas.openxmlformats.org/officeDocument/2006/relationships/image" Target="media/image52.jpeg"/><Relationship Id="rId669" Type="http://schemas.openxmlformats.org/officeDocument/2006/relationships/hyperlink" Target="http://fr.wikipedia.org/wiki/Janvier" TargetMode="External"/><Relationship Id="rId876" Type="http://schemas.openxmlformats.org/officeDocument/2006/relationships/hyperlink" Target="http://fr.wikipedia.org/wiki/11_mai" TargetMode="External"/><Relationship Id="rId1299" Type="http://schemas.openxmlformats.org/officeDocument/2006/relationships/hyperlink" Target="http://fr.wikipedia.org/wiki/Jacques_Charles_Dupont_de_l%27Eure" TargetMode="External"/><Relationship Id="rId19" Type="http://schemas.openxmlformats.org/officeDocument/2006/relationships/hyperlink" Target="http://fr.wikipedia.org/wiki/457" TargetMode="External"/><Relationship Id="rId224" Type="http://schemas.openxmlformats.org/officeDocument/2006/relationships/hyperlink" Target="http://fr.wikipedia.org/wiki/Fichier:Jean_Dassier_(1676-1763)_-_Child%C3%A9ric_III_roy_de_France_(754).jpg" TargetMode="External"/><Relationship Id="rId431" Type="http://schemas.openxmlformats.org/officeDocument/2006/relationships/image" Target="media/image42.jpeg"/><Relationship Id="rId529" Type="http://schemas.openxmlformats.org/officeDocument/2006/relationships/hyperlink" Target="http://fr.wikipedia.org/wiki/1108" TargetMode="External"/><Relationship Id="rId736" Type="http://schemas.openxmlformats.org/officeDocument/2006/relationships/hyperlink" Target="http://fr.wikipedia.org/wiki/4_novembre" TargetMode="External"/><Relationship Id="rId1061" Type="http://schemas.openxmlformats.org/officeDocument/2006/relationships/hyperlink" Target="http://fr.wikipedia.org/wiki/Louis_XVIII_de_France" TargetMode="External"/><Relationship Id="rId1159" Type="http://schemas.openxmlformats.org/officeDocument/2006/relationships/hyperlink" Target="http://fr.wikipedia.org/wiki/Sadi_Carnot_(pr%C3%A9sident)" TargetMode="External"/><Relationship Id="rId1366" Type="http://schemas.openxmlformats.org/officeDocument/2006/relationships/hyperlink" Target="http://fr.wikipedia.org/wiki/Mod%C3%A9r%C3%A9s" TargetMode="External"/><Relationship Id="rId168" Type="http://schemas.openxmlformats.org/officeDocument/2006/relationships/hyperlink" Target="http://fr.wikipedia.org/wiki/Clovis_III" TargetMode="External"/><Relationship Id="rId943" Type="http://schemas.openxmlformats.org/officeDocument/2006/relationships/hyperlink" Target="http://fr.wikipedia.org/wiki/Jules_Mazarin" TargetMode="External"/><Relationship Id="rId1019" Type="http://schemas.openxmlformats.org/officeDocument/2006/relationships/hyperlink" Target="http://fr.wikipedia.org/wiki/Louis_XVIII" TargetMode="External"/><Relationship Id="rId72" Type="http://schemas.openxmlformats.org/officeDocument/2006/relationships/hyperlink" Target="http://fr.wikipedia.org/wiki/Fichier:Portrait_Roi_de_france_Chilp%C3%A9ric_roy_de_France.jpg" TargetMode="External"/><Relationship Id="rId375" Type="http://schemas.openxmlformats.org/officeDocument/2006/relationships/image" Target="media/image39.jpeg"/><Relationship Id="rId582" Type="http://schemas.openxmlformats.org/officeDocument/2006/relationships/hyperlink" Target="http://fr.wikipedia.org/wiki/Novembre" TargetMode="External"/><Relationship Id="rId803" Type="http://schemas.openxmlformats.org/officeDocument/2006/relationships/hyperlink" Target="http://fr.wikipedia.org/wiki/Janvier" TargetMode="External"/><Relationship Id="rId1226" Type="http://schemas.openxmlformats.org/officeDocument/2006/relationships/hyperlink" Target="http://fr.wikipedia.org/wiki/R%C3%A9gime_de_Vichy" TargetMode="External"/><Relationship Id="rId1433" Type="http://schemas.openxmlformats.org/officeDocument/2006/relationships/hyperlink" Target="http://fr.wikipedia.org/wiki/Fichier:Raymond_Poincar%C3%A9_1914.jpg" TargetMode="External"/><Relationship Id="rId3" Type="http://schemas.openxmlformats.org/officeDocument/2006/relationships/settings" Target="settings.xml"/><Relationship Id="rId235" Type="http://schemas.openxmlformats.org/officeDocument/2006/relationships/hyperlink" Target="http://fr.wikipedia.org/wiki/768" TargetMode="External"/><Relationship Id="rId442" Type="http://schemas.openxmlformats.org/officeDocument/2006/relationships/hyperlink" Target="http://fr.wikipedia.org/wiki/954" TargetMode="External"/><Relationship Id="rId887" Type="http://schemas.openxmlformats.org/officeDocument/2006/relationships/hyperlink" Target="http://fr.wikipedia.org/wiki/Ao%C3%BBt" TargetMode="External"/><Relationship Id="rId1072" Type="http://schemas.openxmlformats.org/officeDocument/2006/relationships/hyperlink" Target="http://fr.wikipedia.org/wiki/Bourbons_(dynastie_fran%C3%A7aise)" TargetMode="External"/><Relationship Id="rId1500" Type="http://schemas.openxmlformats.org/officeDocument/2006/relationships/hyperlink" Target="http://fr.wikipedia.org/wiki/Mai" TargetMode="External"/><Relationship Id="rId302" Type="http://schemas.openxmlformats.org/officeDocument/2006/relationships/hyperlink" Target="http://fr.wikipedia.org/wiki/Empereur_d%27Occident" TargetMode="External"/><Relationship Id="rId747" Type="http://schemas.openxmlformats.org/officeDocument/2006/relationships/hyperlink" Target="http://fr.wikipedia.org/wiki/21_octobre" TargetMode="External"/><Relationship Id="rId954" Type="http://schemas.openxmlformats.org/officeDocument/2006/relationships/hyperlink" Target="http://fr.wikipedia.org/wiki/1715" TargetMode="External"/><Relationship Id="rId1377" Type="http://schemas.openxmlformats.org/officeDocument/2006/relationships/hyperlink" Target="http://fr.wikipedia.org/wiki/1894" TargetMode="External"/><Relationship Id="rId83" Type="http://schemas.openxmlformats.org/officeDocument/2006/relationships/hyperlink" Target="http://fr.wikipedia.org/wiki/561" TargetMode="External"/><Relationship Id="rId179" Type="http://schemas.openxmlformats.org/officeDocument/2006/relationships/hyperlink" Target="http://fr.wikipedia.org/wiki/892" TargetMode="External"/><Relationship Id="rId386" Type="http://schemas.openxmlformats.org/officeDocument/2006/relationships/hyperlink" Target="http://fr.wikipedia.org/wiki/Janvier" TargetMode="External"/><Relationship Id="rId593" Type="http://schemas.openxmlformats.org/officeDocument/2006/relationships/hyperlink" Target="http://fr.wikipedia.org/wiki/1226" TargetMode="External"/><Relationship Id="rId607" Type="http://schemas.openxmlformats.org/officeDocument/2006/relationships/hyperlink" Target="http://fr.wikipedia.org/wiki/25_ao%C3%BBt" TargetMode="External"/><Relationship Id="rId814" Type="http://schemas.openxmlformats.org/officeDocument/2006/relationships/hyperlink" Target="http://fr.wikipedia.org/wiki/1515" TargetMode="External"/><Relationship Id="rId1237" Type="http://schemas.openxmlformats.org/officeDocument/2006/relationships/hyperlink" Target="http://fr.wikipedia.org/wiki/1947" TargetMode="External"/><Relationship Id="rId1444" Type="http://schemas.openxmlformats.org/officeDocument/2006/relationships/hyperlink" Target="http://fr.wikipedia.org/wiki/Pr%C3%A9sident_du_Conseil" TargetMode="External"/><Relationship Id="rId246" Type="http://schemas.openxmlformats.org/officeDocument/2006/relationships/hyperlink" Target="http://fr.wikipedia.org/wiki/Septembre" TargetMode="External"/><Relationship Id="rId453" Type="http://schemas.openxmlformats.org/officeDocument/2006/relationships/hyperlink" Target="http://fr.wikipedia.org/wiki/2_mars" TargetMode="External"/><Relationship Id="rId660" Type="http://schemas.openxmlformats.org/officeDocument/2006/relationships/hyperlink" Target="http://fr.wikipedia.org/wiki/1322" TargetMode="External"/><Relationship Id="rId898" Type="http://schemas.openxmlformats.org/officeDocument/2006/relationships/hyperlink" Target="http://fr.wikipedia.org/wiki/2_ao%C3%BBt" TargetMode="External"/><Relationship Id="rId1083" Type="http://schemas.openxmlformats.org/officeDocument/2006/relationships/hyperlink" Target="http://fr.wikipedia.org/wiki/1830" TargetMode="External"/><Relationship Id="rId1290" Type="http://schemas.openxmlformats.org/officeDocument/2006/relationships/hyperlink" Target="http://fr.wikipedia.org/wiki/Liste_des_pr%C3%A9sidents_de_la_R%C3%A9publique_fran%C3%A7aise" TargetMode="External"/><Relationship Id="rId1304" Type="http://schemas.openxmlformats.org/officeDocument/2006/relationships/hyperlink" Target="http://fr.wikipedia.org/wiki/Gouvernement_du_g%C3%A9n%C3%A9ral_Cavaignac" TargetMode="External"/><Relationship Id="rId1511" Type="http://schemas.openxmlformats.org/officeDocument/2006/relationships/hyperlink" Target="http://fr.wikipedia.org/wiki/Armistice_du_22_juin_1940" TargetMode="External"/><Relationship Id="rId106" Type="http://schemas.openxmlformats.org/officeDocument/2006/relationships/hyperlink" Target="http://fr.wikipedia.org/wiki/Sigebert_II" TargetMode="External"/><Relationship Id="rId313" Type="http://schemas.openxmlformats.org/officeDocument/2006/relationships/hyperlink" Target="http://fr.wikipedia.org/wiki/Louis_II_de_France" TargetMode="External"/><Relationship Id="rId758" Type="http://schemas.openxmlformats.org/officeDocument/2006/relationships/hyperlink" Target="http://fr.wikipedia.org/wiki/1461" TargetMode="External"/><Relationship Id="rId965" Type="http://schemas.openxmlformats.org/officeDocument/2006/relationships/hyperlink" Target="http://fr.wikipedia.org/wiki/Mai" TargetMode="External"/><Relationship Id="rId1150" Type="http://schemas.openxmlformats.org/officeDocument/2006/relationships/hyperlink" Target="http://fr.wikipedia.org/wiki/L%C3%A9gitimisme" TargetMode="External"/><Relationship Id="rId1388" Type="http://schemas.openxmlformats.org/officeDocument/2006/relationships/hyperlink" Target="http://fr.wikipedia.org/wiki/1894" TargetMode="External"/><Relationship Id="rId10" Type="http://schemas.openxmlformats.org/officeDocument/2006/relationships/hyperlink" Target="http://fr.wikipedia.org/wiki/448" TargetMode="External"/><Relationship Id="rId94" Type="http://schemas.openxmlformats.org/officeDocument/2006/relationships/hyperlink" Target="http://fr.wikipedia.org/wiki/Fichier:Sin_foto.svg" TargetMode="External"/><Relationship Id="rId397" Type="http://schemas.openxmlformats.org/officeDocument/2006/relationships/hyperlink" Target="http://fr.wikipedia.org/wiki/929" TargetMode="External"/><Relationship Id="rId520" Type="http://schemas.openxmlformats.org/officeDocument/2006/relationships/hyperlink" Target="http://fr.wikipedia.org/wiki/Cap%C3%A9tiens" TargetMode="External"/><Relationship Id="rId618" Type="http://schemas.openxmlformats.org/officeDocument/2006/relationships/hyperlink" Target="http://fr.wikipedia.org/wiki/Philippe_IV_de_France" TargetMode="External"/><Relationship Id="rId825" Type="http://schemas.openxmlformats.org/officeDocument/2006/relationships/hyperlink" Target="http://fr.wikipedia.org/wiki/1547" TargetMode="External"/><Relationship Id="rId1248" Type="http://schemas.openxmlformats.org/officeDocument/2006/relationships/hyperlink" Target="http://fr.wikipedia.org/wiki/Cinqui%C3%A8me_R%C3%A9publique" TargetMode="External"/><Relationship Id="rId1455" Type="http://schemas.openxmlformats.org/officeDocument/2006/relationships/hyperlink" Target="http://fr.wikipedia.org/wiki/Alliance_d%C3%A9mocratique_(France)" TargetMode="External"/><Relationship Id="rId257" Type="http://schemas.openxmlformats.org/officeDocument/2006/relationships/hyperlink" Target="http://fr.wikipedia.org/wiki/768" TargetMode="External"/><Relationship Id="rId464" Type="http://schemas.openxmlformats.org/officeDocument/2006/relationships/hyperlink" Target="http://fr.wikipedia.org/wiki/979" TargetMode="External"/><Relationship Id="rId1010" Type="http://schemas.openxmlformats.org/officeDocument/2006/relationships/hyperlink" Target="http://fr.wikipedia.org/wiki/2_d%C3%A9cembre" TargetMode="External"/><Relationship Id="rId1094" Type="http://schemas.openxmlformats.org/officeDocument/2006/relationships/hyperlink" Target="http://fr.wikipedia.org/wiki/1848" TargetMode="External"/><Relationship Id="rId1108" Type="http://schemas.openxmlformats.org/officeDocument/2006/relationships/hyperlink" Target="http://fr.wikipedia.org/wiki/Second_Empire" TargetMode="External"/><Relationship Id="rId1315" Type="http://schemas.openxmlformats.org/officeDocument/2006/relationships/hyperlink" Target="http://fr.wikipedia.org/wiki/Parti_de_l%27Ordre_(1848)" TargetMode="External"/><Relationship Id="rId117" Type="http://schemas.openxmlformats.org/officeDocument/2006/relationships/hyperlink" Target="http://fr.wikipedia.org/wiki/Fichier:Portrait_Roi_de_france_Dagobert_Ier.jpg" TargetMode="External"/><Relationship Id="rId671" Type="http://schemas.openxmlformats.org/officeDocument/2006/relationships/hyperlink" Target="http://fr.wikipedia.org/wiki/Fichier:Charles_IV_le_Bel.jpg" TargetMode="External"/><Relationship Id="rId769" Type="http://schemas.openxmlformats.org/officeDocument/2006/relationships/hyperlink" Target="http://fr.wikipedia.org/wiki/Ao%C3%BBt" TargetMode="External"/><Relationship Id="rId976" Type="http://schemas.openxmlformats.org/officeDocument/2006/relationships/hyperlink" Target="http://fr.wikipedia.org/wiki/11_juin" TargetMode="External"/><Relationship Id="rId1399" Type="http://schemas.openxmlformats.org/officeDocument/2006/relationships/hyperlink" Target="http://fr.wikipedia.org/wiki/16_f%C3%A9vrier" TargetMode="External"/><Relationship Id="rId324" Type="http://schemas.openxmlformats.org/officeDocument/2006/relationships/hyperlink" Target="http://fr.wikipedia.org/wiki/Louis_III_de_France" TargetMode="External"/><Relationship Id="rId531" Type="http://schemas.openxmlformats.org/officeDocument/2006/relationships/image" Target="media/image49.jpeg"/><Relationship Id="rId629" Type="http://schemas.openxmlformats.org/officeDocument/2006/relationships/hyperlink" Target="http://fr.wikipedia.org/wiki/6_janvier" TargetMode="External"/><Relationship Id="rId1161" Type="http://schemas.openxmlformats.org/officeDocument/2006/relationships/hyperlink" Target="http://fr.wikipedia.org/wiki/1894" TargetMode="External"/><Relationship Id="rId1259" Type="http://schemas.openxmlformats.org/officeDocument/2006/relationships/hyperlink" Target="http://fr.wikipedia.org/wiki/1974" TargetMode="External"/><Relationship Id="rId1466" Type="http://schemas.openxmlformats.org/officeDocument/2006/relationships/hyperlink" Target="http://fr.wikipedia.org/wiki/Juin" TargetMode="External"/><Relationship Id="rId836" Type="http://schemas.openxmlformats.org/officeDocument/2006/relationships/hyperlink" Target="http://fr.wikipedia.org/wiki/1559" TargetMode="External"/><Relationship Id="rId1021" Type="http://schemas.openxmlformats.org/officeDocument/2006/relationships/hyperlink" Target="http://fr.wikipedia.org/wiki/1815" TargetMode="External"/><Relationship Id="rId1119" Type="http://schemas.openxmlformats.org/officeDocument/2006/relationships/hyperlink" Target="http://fr.wikipedia.org/wiki/D%C3%A9cembre" TargetMode="External"/><Relationship Id="rId903" Type="http://schemas.openxmlformats.org/officeDocument/2006/relationships/hyperlink" Target="http://fr.wikipedia.org/wiki/Juillet" TargetMode="External"/><Relationship Id="rId1326" Type="http://schemas.openxmlformats.org/officeDocument/2006/relationships/hyperlink" Target="http://fr.wikipedia.org/wiki/Louis_Jules_Trochu" TargetMode="External"/><Relationship Id="rId1533" Type="http://schemas.openxmlformats.org/officeDocument/2006/relationships/image" Target="media/image9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31</Pages>
  <Words>21546</Words>
  <Characters>-32766</Characters>
  <Application>Microsoft Office Outlook</Application>
  <DocSecurity>0</DocSecurity>
  <Lines>0</Lines>
  <Paragraphs>0</Paragraphs>
  <ScaleCrop>false</ScaleCrop>
  <Company>RevolucionUnattended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ROIS ET PRÉSIDENTS DE FRANCE - Un article de Wikipedia, l'encyclopédie libre</dc:title>
  <dc:subject/>
  <dc:creator>Nicolas</dc:creator>
  <cp:keywords/>
  <dc:description/>
  <cp:lastModifiedBy>pc</cp:lastModifiedBy>
  <cp:revision>2</cp:revision>
  <dcterms:created xsi:type="dcterms:W3CDTF">2011-06-09T17:48:00Z</dcterms:created>
  <dcterms:modified xsi:type="dcterms:W3CDTF">2011-06-09T17:48:00Z</dcterms:modified>
</cp:coreProperties>
</file>